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D5F28" w14:textId="77777777" w:rsidR="004C5AF4" w:rsidRPr="00DD29C3" w:rsidRDefault="002F3EB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7205F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205F7" w:rsidRPr="007205F7">
        <w:rPr>
          <w:rFonts w:asciiTheme="majorHAnsi" w:eastAsia="Times New Roman" w:hAnsiTheme="majorHAnsi" w:cs="Times New Roman"/>
          <w:lang w:eastAsia="cs-CZ"/>
        </w:rPr>
        <w:t>1</w:t>
      </w:r>
      <w:r w:rsidR="004C5AF4" w:rsidRPr="007205F7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D587D63" w14:textId="77777777" w:rsidR="004C5AF4" w:rsidRP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2DC5DC09" w14:textId="77777777" w:rsidR="000E00D4" w:rsidRPr="00221465" w:rsidRDefault="000E00D4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4" w:name="_Toc517632207"/>
      <w:bookmarkStart w:id="5" w:name="_Toc517978984"/>
      <w:bookmarkStart w:id="6" w:name="_Toc518251181"/>
      <w:bookmarkStart w:id="7" w:name="_Toc533063757"/>
      <w:bookmarkEnd w:id="0"/>
      <w:bookmarkEnd w:id="1"/>
      <w:bookmarkEnd w:id="2"/>
      <w:bookmarkEnd w:id="3"/>
      <w:r>
        <w:rPr>
          <w:rFonts w:asciiTheme="majorHAnsi" w:eastAsia="Times New Roman" w:hAnsiTheme="majorHAnsi" w:cs="Arial"/>
          <w:b/>
          <w:bCs/>
          <w:caps/>
          <w:kern w:val="32"/>
        </w:rPr>
        <w:t>S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pecifikace hardware</w:t>
      </w:r>
    </w:p>
    <w:p w14:paraId="1A9713A6" w14:textId="77777777" w:rsidR="000E00D4" w:rsidRPr="00221465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>Na základě této Smlouvy dodá Prodávající Hardware dle následujících požadavků Kupujícího:</w:t>
      </w:r>
    </w:p>
    <w:p w14:paraId="30D97AA2" w14:textId="4161B1CE" w:rsidR="000E00D4" w:rsidRDefault="000E00D4" w:rsidP="000E00D4">
      <w:pPr>
        <w:ind w:firstLine="426"/>
      </w:pPr>
      <w:r>
        <w:t>a)</w:t>
      </w:r>
      <w:r>
        <w:tab/>
      </w:r>
      <w:r w:rsidR="007F2B95" w:rsidRPr="002D127E">
        <w:rPr>
          <w:b/>
          <w:bCs/>
        </w:rPr>
        <w:t>Položka 1</w:t>
      </w:r>
      <w:r w:rsidR="00450943">
        <w:t xml:space="preserve"> </w:t>
      </w:r>
      <w:r w:rsidR="001B0385">
        <w:t>–</w:t>
      </w:r>
      <w:r w:rsidR="00450943">
        <w:t xml:space="preserve"> </w:t>
      </w:r>
      <w:r w:rsidR="004A29BB">
        <w:t>Pět</w:t>
      </w:r>
      <w:r w:rsidR="001B0385">
        <w:t xml:space="preserve"> (</w:t>
      </w:r>
      <w:r w:rsidR="004A29BB">
        <w:t>5</w:t>
      </w:r>
      <w:r w:rsidR="001B0385">
        <w:t>)</w:t>
      </w:r>
      <w:r w:rsidR="003661BA" w:rsidRPr="00143089">
        <w:t xml:space="preserve"> </w:t>
      </w:r>
      <w:r w:rsidR="00143089" w:rsidRPr="00143089">
        <w:t>serverov</w:t>
      </w:r>
      <w:r w:rsidR="00DD36FF">
        <w:t>ých</w:t>
      </w:r>
      <w:r w:rsidR="00143089" w:rsidRPr="00143089">
        <w:t xml:space="preserve"> nod</w:t>
      </w:r>
      <w:r w:rsidR="004B2588">
        <w:t>ů</w:t>
      </w:r>
      <w:r w:rsidR="00143089" w:rsidRPr="00143089">
        <w:t xml:space="preserve"> pro virtualizační farm</w:t>
      </w:r>
      <w:r w:rsidR="004A29BB">
        <w:t>u</w:t>
      </w:r>
      <w:r w:rsidR="004B2588">
        <w:t xml:space="preserve"> „KB TDS / CDP Praha“</w:t>
      </w:r>
      <w:r w:rsidR="001F59F2">
        <w:t xml:space="preserve"> v konfiguraci</w:t>
      </w:r>
      <w:r w:rsidR="00143089">
        <w:t>:</w:t>
      </w:r>
    </w:p>
    <w:p w14:paraId="646EA458" w14:textId="0C532BE0" w:rsidR="000B4A87" w:rsidRDefault="00C569B1" w:rsidP="002D127E">
      <w:r w:rsidRPr="005A5020">
        <w:rPr>
          <w:highlight w:val="green"/>
          <w:lang w:val="en-US"/>
        </w:rPr>
        <w:t>[</w:t>
      </w:r>
      <w:r w:rsidR="00FD5523"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 w:rsidR="00FD5523">
        <w:rPr>
          <w:rFonts w:cstheme="minorHAnsi"/>
          <w:b/>
          <w:bCs/>
          <w:highlight w:val="green"/>
        </w:rPr>
        <w:t xml:space="preserve">- </w:t>
      </w:r>
      <w:r w:rsidRPr="002D127E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9B32C3" w:rsidRPr="0050706D" w14:paraId="550DD99D" w14:textId="77777777" w:rsidTr="00E969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6AE7F638" w14:textId="77777777" w:rsidR="009B32C3" w:rsidRPr="002D127E" w:rsidRDefault="009B32C3" w:rsidP="0060320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FDDA4F3" w14:textId="77777777" w:rsidR="009B32C3" w:rsidRPr="002D127E" w:rsidRDefault="009B32C3" w:rsidP="0060320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9B32C3" w:rsidRPr="0050706D" w14:paraId="1AFA283E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6245FD" w14:textId="60512A1B" w:rsidR="009B32C3" w:rsidRPr="002D127E" w:rsidRDefault="00891622" w:rsidP="00603205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5 </w:t>
            </w:r>
            <w:r w:rsidR="00AF0C3C">
              <w:rPr>
                <w:rFonts w:cstheme="minorHAnsi"/>
                <w:sz w:val="18"/>
              </w:rPr>
              <w:t>serverových nodů s</w:t>
            </w:r>
            <w:r w:rsidR="0001392D">
              <w:rPr>
                <w:rFonts w:cstheme="minorHAnsi"/>
                <w:sz w:val="18"/>
              </w:rPr>
              <w:t>e zcela</w:t>
            </w:r>
            <w:r w:rsidR="00AF0C3C">
              <w:rPr>
                <w:rFonts w:cstheme="minorHAnsi"/>
                <w:sz w:val="18"/>
              </w:rPr>
              <w:t> totožnou konfigurací</w:t>
            </w:r>
          </w:p>
        </w:tc>
        <w:tc>
          <w:tcPr>
            <w:tcW w:w="3288" w:type="dxa"/>
          </w:tcPr>
          <w:p w14:paraId="4823A83E" w14:textId="5B9A14B9" w:rsidR="009B32C3" w:rsidRPr="002D127E" w:rsidRDefault="00B40A66" w:rsidP="000B4A8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891622" w:rsidRPr="0050706D" w14:paraId="4D3A7EBC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944E9C9" w14:textId="0E326E76" w:rsidR="00891622" w:rsidRPr="002D127E" w:rsidRDefault="00891622" w:rsidP="0089162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D127E">
              <w:rPr>
                <w:rFonts w:cstheme="minorHAnsi"/>
                <w:sz w:val="18"/>
              </w:rPr>
              <w:t>Provedení serveru 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 w:rsidR="003D264E">
              <w:rPr>
                <w:rFonts w:cstheme="minorHAnsi"/>
                <w:b/>
                <w:bCs/>
                <w:sz w:val="18"/>
              </w:rPr>
              <w:t>10</w:t>
            </w:r>
            <w:r w:rsidRPr="0001392D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63C9BBE7" w14:textId="41717476" w:rsidR="00891622" w:rsidRPr="002D127E" w:rsidRDefault="00891622" w:rsidP="008916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891622" w:rsidRPr="0050706D" w14:paraId="06FA8645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E6A493" w14:textId="02E92AD2" w:rsidR="00891622" w:rsidRPr="002D127E" w:rsidRDefault="00891622" w:rsidP="008916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Pr="0001392D">
              <w:rPr>
                <w:rFonts w:cstheme="minorHAnsi"/>
                <w:b/>
                <w:bCs/>
                <w:sz w:val="18"/>
              </w:rPr>
              <w:t>2 RU</w:t>
            </w:r>
            <w:r w:rsidRPr="002D127E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70444AE7" w14:textId="5B1FDAEF" w:rsidR="00891622" w:rsidRPr="002D127E" w:rsidRDefault="00891622" w:rsidP="008916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891622" w:rsidRPr="0050706D" w14:paraId="376F0EB9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3FDAC67" w14:textId="6A0B4FF2" w:rsidR="00891622" w:rsidRPr="002D127E" w:rsidRDefault="00891622" w:rsidP="008916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CPU</w:t>
            </w:r>
            <w:r w:rsidRPr="002D127E">
              <w:rPr>
                <w:rFonts w:cstheme="minorHAnsi"/>
                <w:sz w:val="18"/>
              </w:rPr>
              <w:t xml:space="preserve">, každý </w:t>
            </w:r>
            <w:r>
              <w:rPr>
                <w:rFonts w:cstheme="minorHAnsi"/>
                <w:sz w:val="18"/>
              </w:rPr>
              <w:t xml:space="preserve">minimálně </w:t>
            </w:r>
            <w:r w:rsidRPr="0001392D">
              <w:rPr>
                <w:rFonts w:cstheme="minorHAnsi"/>
                <w:b/>
                <w:bCs/>
                <w:sz w:val="18"/>
              </w:rPr>
              <w:t>32 jader</w:t>
            </w:r>
            <w:r w:rsidRPr="002D127E">
              <w:rPr>
                <w:rFonts w:cstheme="minorHAnsi"/>
                <w:sz w:val="18"/>
              </w:rPr>
              <w:t xml:space="preserve"> (64 vláken) se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základní frekvencí minimálně 2.0 GHz a se spotřebou maximálně 2</w:t>
            </w:r>
            <w:r>
              <w:rPr>
                <w:rFonts w:cstheme="minorHAnsi"/>
                <w:sz w:val="18"/>
              </w:rPr>
              <w:t>30</w:t>
            </w:r>
            <w:r w:rsidRPr="002D127E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45CBD31E" w14:textId="08DEC167" w:rsidR="00891622" w:rsidRPr="002D127E" w:rsidRDefault="00891622" w:rsidP="008916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7AEC932A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B0C568C" w14:textId="1F8B26E7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146DE">
              <w:rPr>
                <w:rFonts w:cstheme="minorHAnsi"/>
                <w:sz w:val="18"/>
              </w:rPr>
              <w:t xml:space="preserve">Architektura </w:t>
            </w:r>
            <w:r w:rsidRPr="007146DE">
              <w:rPr>
                <w:rFonts w:cstheme="minorHAnsi"/>
                <w:b/>
                <w:bCs/>
                <w:sz w:val="18"/>
              </w:rPr>
              <w:t>Intel x86-64</w:t>
            </w:r>
            <w:r w:rsidRPr="007146DE">
              <w:rPr>
                <w:rFonts w:cstheme="minorHAnsi"/>
                <w:sz w:val="18"/>
              </w:rPr>
              <w:t xml:space="preserve"> z důvodu kompatibility současného </w:t>
            </w:r>
            <w:r>
              <w:rPr>
                <w:rFonts w:cstheme="minorHAnsi"/>
                <w:sz w:val="18"/>
              </w:rPr>
              <w:t xml:space="preserve">ICT </w:t>
            </w:r>
            <w:r w:rsidRPr="007146DE">
              <w:rPr>
                <w:rFonts w:cstheme="minorHAnsi"/>
                <w:sz w:val="18"/>
              </w:rPr>
              <w:t>prostředí</w:t>
            </w:r>
          </w:p>
        </w:tc>
        <w:tc>
          <w:tcPr>
            <w:tcW w:w="3288" w:type="dxa"/>
          </w:tcPr>
          <w:p w14:paraId="4360FD92" w14:textId="7DCEC462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5B898AD8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94AD78" w14:textId="3C322C9D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sz w:val="18"/>
                <w:lang w:eastAsia="cs-CZ"/>
              </w:rPr>
              <w:t xml:space="preserve">Operační paměť minimálně </w:t>
            </w:r>
            <w:r>
              <w:rPr>
                <w:b/>
                <w:sz w:val="18"/>
                <w:lang w:eastAsia="cs-CZ"/>
              </w:rPr>
              <w:t>384</w:t>
            </w:r>
            <w:r w:rsidRPr="002D127E">
              <w:rPr>
                <w:b/>
                <w:sz w:val="18"/>
                <w:lang w:eastAsia="cs-CZ"/>
              </w:rPr>
              <w:t xml:space="preserve"> GB DDR5</w:t>
            </w:r>
            <w:r w:rsidRPr="002D127E">
              <w:rPr>
                <w:sz w:val="18"/>
                <w:lang w:eastAsia="cs-CZ"/>
              </w:rPr>
              <w:t xml:space="preserve"> s použitím modulů o maximální velikosti </w:t>
            </w:r>
            <w:r w:rsidR="0001392D">
              <w:rPr>
                <w:sz w:val="18"/>
                <w:lang w:eastAsia="cs-CZ"/>
              </w:rPr>
              <w:t>128</w:t>
            </w:r>
            <w:r w:rsidRPr="002D127E">
              <w:rPr>
                <w:sz w:val="18"/>
                <w:lang w:eastAsia="cs-CZ"/>
              </w:rPr>
              <w:t xml:space="preserve"> GB, rozšiřitelná minimálně do </w:t>
            </w:r>
            <w:r>
              <w:rPr>
                <w:sz w:val="18"/>
                <w:lang w:eastAsia="cs-CZ"/>
              </w:rPr>
              <w:t>1</w:t>
            </w:r>
            <w:r w:rsidRPr="002D127E">
              <w:rPr>
                <w:sz w:val="18"/>
                <w:lang w:eastAsia="cs-CZ"/>
              </w:rPr>
              <w:t>0</w:t>
            </w:r>
            <w:r>
              <w:rPr>
                <w:sz w:val="18"/>
                <w:lang w:eastAsia="cs-CZ"/>
              </w:rPr>
              <w:t>2</w:t>
            </w:r>
            <w:r w:rsidRPr="002D127E">
              <w:rPr>
                <w:sz w:val="18"/>
                <w:lang w:eastAsia="cs-CZ"/>
              </w:rPr>
              <w:t>4 GB jen přidáním dalších paměťových modulů</w:t>
            </w:r>
          </w:p>
        </w:tc>
        <w:tc>
          <w:tcPr>
            <w:tcW w:w="3288" w:type="dxa"/>
          </w:tcPr>
          <w:p w14:paraId="74CF9B66" w14:textId="64AE3B79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66DAB098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6A064CC" w14:textId="383C4684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SSD</w:t>
            </w:r>
            <w:r w:rsidRPr="002D127E">
              <w:rPr>
                <w:rFonts w:cstheme="minorHAnsi"/>
                <w:sz w:val="18"/>
              </w:rPr>
              <w:t xml:space="preserve">, každý o velikosti minimálně </w:t>
            </w:r>
            <w:r w:rsidRPr="002D127E">
              <w:rPr>
                <w:rFonts w:cstheme="minorHAnsi"/>
                <w:b/>
                <w:bCs/>
                <w:sz w:val="18"/>
              </w:rPr>
              <w:t>480 GB</w:t>
            </w:r>
            <w:r w:rsidRPr="002D127E">
              <w:rPr>
                <w:rFonts w:cstheme="minorHAnsi"/>
                <w:sz w:val="18"/>
              </w:rPr>
              <w:t xml:space="preserve"> v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konfiguraci RAID1 (zrcadlení) pro </w:t>
            </w:r>
            <w:proofErr w:type="spellStart"/>
            <w:r w:rsidR="00C3746D">
              <w:rPr>
                <w:rFonts w:cstheme="minorHAnsi"/>
                <w:sz w:val="18"/>
              </w:rPr>
              <w:t>boot</w:t>
            </w:r>
            <w:proofErr w:type="spellEnd"/>
            <w:r w:rsidR="00C3746D">
              <w:rPr>
                <w:rFonts w:cstheme="minorHAnsi"/>
                <w:sz w:val="18"/>
              </w:rPr>
              <w:t xml:space="preserve"> a </w:t>
            </w:r>
            <w:r w:rsidRPr="002D127E">
              <w:rPr>
                <w:rFonts w:cstheme="minorHAnsi"/>
                <w:sz w:val="18"/>
              </w:rPr>
              <w:t xml:space="preserve">běh </w:t>
            </w:r>
            <w:r w:rsidR="00C3746D">
              <w:rPr>
                <w:rFonts w:cstheme="minorHAnsi"/>
                <w:sz w:val="18"/>
              </w:rPr>
              <w:t xml:space="preserve">OS nebo </w:t>
            </w:r>
            <w:r w:rsidRPr="002D127E">
              <w:rPr>
                <w:rFonts w:cstheme="minorHAnsi"/>
                <w:sz w:val="18"/>
              </w:rPr>
              <w:t>virtualizační platformy</w:t>
            </w:r>
            <w:r w:rsidR="00375E19">
              <w:rPr>
                <w:rFonts w:cstheme="minorHAnsi"/>
                <w:sz w:val="18"/>
              </w:rPr>
              <w:t xml:space="preserve"> (hypervisor)</w:t>
            </w:r>
          </w:p>
        </w:tc>
        <w:tc>
          <w:tcPr>
            <w:tcW w:w="3288" w:type="dxa"/>
          </w:tcPr>
          <w:p w14:paraId="1247C845" w14:textId="0B2C6D7F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64937489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74AD7C" w14:textId="7E5271C3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8</w:t>
            </w:r>
            <w:r w:rsidRPr="002D127E">
              <w:rPr>
                <w:rFonts w:cstheme="minorHAnsi"/>
                <w:b/>
                <w:bCs/>
                <w:sz w:val="18"/>
              </w:rPr>
              <w:t>x 25 Gbps</w:t>
            </w:r>
            <w:r w:rsidRPr="002D127E">
              <w:rPr>
                <w:rFonts w:cstheme="minorHAnsi"/>
                <w:sz w:val="18"/>
              </w:rPr>
              <w:t xml:space="preserve"> SFP </w:t>
            </w:r>
            <w:r>
              <w:rPr>
                <w:rFonts w:cstheme="minorHAnsi"/>
                <w:sz w:val="18"/>
              </w:rPr>
              <w:t>LAN s podporou rychlosti 10 Gbps (</w:t>
            </w:r>
            <w:r w:rsidR="004A2FF5">
              <w:rPr>
                <w:rFonts w:cstheme="minorHAnsi"/>
                <w:sz w:val="18"/>
              </w:rPr>
              <w:t xml:space="preserve">tj. </w:t>
            </w:r>
            <w:r>
              <w:rPr>
                <w:rFonts w:cstheme="minorHAnsi"/>
                <w:sz w:val="18"/>
              </w:rPr>
              <w:t>10/25 Gbps)</w:t>
            </w:r>
          </w:p>
        </w:tc>
        <w:tc>
          <w:tcPr>
            <w:tcW w:w="3288" w:type="dxa"/>
          </w:tcPr>
          <w:p w14:paraId="5B303CA5" w14:textId="6CADDC87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417FB4" w14:paraId="12C0FE62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EF3CB5" w14:textId="45C67E59" w:rsidR="007146DE" w:rsidRPr="002D127E" w:rsidRDefault="007146DE" w:rsidP="007146DE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Minimálně </w:t>
            </w:r>
            <w:r w:rsidRPr="00026C2A">
              <w:rPr>
                <w:b/>
                <w:bCs/>
                <w:sz w:val="18"/>
                <w:lang w:eastAsia="cs-CZ"/>
              </w:rPr>
              <w:t>4</w:t>
            </w:r>
            <w:r w:rsidRPr="002D127E">
              <w:rPr>
                <w:b/>
                <w:sz w:val="18"/>
                <w:lang w:eastAsia="cs-CZ"/>
              </w:rPr>
              <w:t>x</w:t>
            </w:r>
            <w:r w:rsidRPr="002D127E">
              <w:rPr>
                <w:sz w:val="18"/>
                <w:lang w:eastAsia="cs-CZ"/>
              </w:rPr>
              <w:t xml:space="preserve"> </w:t>
            </w:r>
            <w:r w:rsidRPr="002D127E">
              <w:rPr>
                <w:b/>
                <w:bCs/>
                <w:sz w:val="18"/>
                <w:lang w:eastAsia="cs-CZ"/>
              </w:rPr>
              <w:t>1 Gbps</w:t>
            </w:r>
            <w:r w:rsidRPr="002D127E">
              <w:rPr>
                <w:sz w:val="18"/>
                <w:lang w:eastAsia="cs-CZ"/>
              </w:rPr>
              <w:t xml:space="preserve"> </w:t>
            </w:r>
            <w:r>
              <w:rPr>
                <w:sz w:val="18"/>
                <w:lang w:eastAsia="cs-CZ"/>
              </w:rPr>
              <w:t>RJ45</w:t>
            </w:r>
            <w:r w:rsidRPr="002D127E">
              <w:rPr>
                <w:sz w:val="18"/>
                <w:lang w:eastAsia="cs-CZ"/>
              </w:rPr>
              <w:t xml:space="preserve"> LAN</w:t>
            </w:r>
          </w:p>
        </w:tc>
        <w:tc>
          <w:tcPr>
            <w:tcW w:w="3288" w:type="dxa"/>
          </w:tcPr>
          <w:p w14:paraId="7BF8CC42" w14:textId="32281671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19E656D6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1778381" w14:textId="32E00E84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Dedikovaný </w:t>
            </w:r>
            <w:r w:rsidRPr="002D127E">
              <w:rPr>
                <w:rFonts w:cstheme="minorHAnsi"/>
                <w:b/>
                <w:bCs/>
                <w:sz w:val="18"/>
              </w:rPr>
              <w:t>1 Gbps</w:t>
            </w:r>
            <w:r w:rsidRPr="002D127E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20FCB632" w14:textId="64F20C7E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76A5256F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DCDC10" w14:textId="2E427D96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 w:rsidR="00FA1C4C" w:rsidRPr="00FA1C4C">
              <w:rPr>
                <w:rFonts w:cstheme="minorHAnsi"/>
                <w:b/>
                <w:bCs/>
                <w:sz w:val="18"/>
              </w:rPr>
              <w:t>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>
              <w:rPr>
                <w:rFonts w:cstheme="minorHAnsi"/>
                <w:b/>
                <w:bCs/>
                <w:sz w:val="18"/>
              </w:rPr>
              <w:t>32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SFP </w:t>
            </w:r>
            <w:proofErr w:type="spellStart"/>
            <w:r>
              <w:rPr>
                <w:rFonts w:cstheme="minorHAnsi"/>
                <w:sz w:val="18"/>
              </w:rPr>
              <w:t>FibreChannel</w:t>
            </w:r>
            <w:proofErr w:type="spellEnd"/>
            <w:r>
              <w:rPr>
                <w:rFonts w:cstheme="minorHAnsi"/>
                <w:sz w:val="18"/>
              </w:rPr>
              <w:t xml:space="preserve"> SAN porty</w:t>
            </w:r>
            <w:r w:rsidR="008C6546">
              <w:rPr>
                <w:rFonts w:cstheme="minorHAnsi"/>
                <w:sz w:val="18"/>
              </w:rPr>
              <w:t xml:space="preserve"> HBA</w:t>
            </w:r>
          </w:p>
        </w:tc>
        <w:tc>
          <w:tcPr>
            <w:tcW w:w="3288" w:type="dxa"/>
          </w:tcPr>
          <w:p w14:paraId="5CF3237C" w14:textId="4EA9521F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04802E97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E8377A" w14:textId="38CDB361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2D127E">
              <w:rPr>
                <w:rFonts w:cstheme="minorHAnsi"/>
                <w:sz w:val="18"/>
              </w:rPr>
              <w:t>Trusted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</w:rPr>
              <w:t>Platform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Module </w:t>
            </w:r>
            <w:r>
              <w:rPr>
                <w:rFonts w:cstheme="minorHAnsi"/>
                <w:sz w:val="18"/>
              </w:rPr>
              <w:t xml:space="preserve">minimálně ve verzi </w:t>
            </w:r>
            <w:r w:rsidRPr="002D127E">
              <w:rPr>
                <w:rFonts w:cstheme="minorHAnsi"/>
                <w:sz w:val="18"/>
              </w:rPr>
              <w:t>2.0</w:t>
            </w:r>
          </w:p>
        </w:tc>
        <w:tc>
          <w:tcPr>
            <w:tcW w:w="3288" w:type="dxa"/>
          </w:tcPr>
          <w:p w14:paraId="5AA4EF60" w14:textId="34D63BE1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752C9253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623064C" w14:textId="0D080804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="001B7820">
              <w:rPr>
                <w:rFonts w:cstheme="minorHAnsi"/>
                <w:sz w:val="18"/>
              </w:rPr>
              <w:t>Platinum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8B57A95" w14:textId="19C3F51E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50706D" w14:paraId="464BEF0F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0D223DE" w14:textId="044A1DAE" w:rsidR="007146DE" w:rsidRPr="002D127E" w:rsidRDefault="006B7946" w:rsidP="007146D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="007146DE" w:rsidRPr="002D127E">
              <w:rPr>
                <w:sz w:val="18"/>
                <w:lang w:eastAsia="cs-CZ"/>
              </w:rPr>
              <w:t xml:space="preserve">ižiny do rackové skříně </w:t>
            </w:r>
            <w:r w:rsidR="00956CE2">
              <w:rPr>
                <w:sz w:val="18"/>
                <w:lang w:eastAsia="cs-CZ"/>
              </w:rPr>
              <w:t>s</w:t>
            </w:r>
            <w:r w:rsidR="007146DE" w:rsidRPr="002D127E">
              <w:rPr>
                <w:sz w:val="18"/>
                <w:lang w:eastAsia="cs-CZ"/>
              </w:rPr>
              <w:t xml:space="preserve"> „</w:t>
            </w:r>
            <w:proofErr w:type="spellStart"/>
            <w:r w:rsidR="007146DE" w:rsidRPr="002D127E">
              <w:rPr>
                <w:sz w:val="18"/>
                <w:lang w:eastAsia="cs-CZ"/>
              </w:rPr>
              <w:t>cable</w:t>
            </w:r>
            <w:proofErr w:type="spellEnd"/>
            <w:r w:rsidR="007146DE" w:rsidRPr="002D127E">
              <w:rPr>
                <w:sz w:val="18"/>
                <w:lang w:eastAsia="cs-CZ"/>
              </w:rPr>
              <w:t xml:space="preserve"> management</w:t>
            </w:r>
            <w:r w:rsidR="007146DE">
              <w:rPr>
                <w:sz w:val="18"/>
                <w:lang w:eastAsia="cs-CZ"/>
              </w:rPr>
              <w:t xml:space="preserve"> </w:t>
            </w:r>
            <w:proofErr w:type="spellStart"/>
            <w:r w:rsidR="007146DE">
              <w:rPr>
                <w:sz w:val="18"/>
                <w:lang w:eastAsia="cs-CZ"/>
              </w:rPr>
              <w:t>arm</w:t>
            </w:r>
            <w:proofErr w:type="spellEnd"/>
            <w:r w:rsidR="007146DE"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8B6C261" w14:textId="410ABB19" w:rsidR="007146DE" w:rsidRPr="00BC57E5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146DE" w:rsidRPr="004A049E" w14:paraId="21BB6B29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91E79D" w14:textId="6B44254A" w:rsidR="007146DE" w:rsidRPr="002D127E" w:rsidRDefault="007146DE" w:rsidP="007146D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230V CEE7/7 v délce minimálně </w:t>
            </w:r>
            <w:r w:rsidR="00426602">
              <w:rPr>
                <w:rFonts w:cstheme="minorHAnsi"/>
                <w:sz w:val="18"/>
              </w:rPr>
              <w:t>2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436F5923" w14:textId="25DBCD64" w:rsidR="007146DE" w:rsidRPr="002D127E" w:rsidRDefault="007146DE" w:rsidP="007146D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4A049E" w14:paraId="281B1955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6B5FADE" w14:textId="6077628B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230V </w:t>
            </w:r>
            <w:r>
              <w:rPr>
                <w:rFonts w:cstheme="minorHAnsi"/>
                <w:sz w:val="18"/>
              </w:rPr>
              <w:t>IEC C13</w:t>
            </w:r>
            <w:r w:rsidRPr="002D127E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7E65F2A8" w14:textId="379E5FB4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4A049E" w14:paraId="65AD020A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86A160" w14:textId="3785FE62" w:rsidR="00357428" w:rsidRPr="00A9399D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9399D">
              <w:rPr>
                <w:rFonts w:cstheme="minorHAnsi"/>
                <w:sz w:val="18"/>
              </w:rPr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vSphere</w:t>
            </w:r>
            <w:proofErr w:type="spellEnd"/>
            <w:r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47E98C02" w14:textId="4C6E05EF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50706D" w14:paraId="25791CFF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F65F15" w14:textId="5E997EA5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lastRenderedPageBreak/>
              <w:t xml:space="preserve">Webová nebo mobilní bezpečnostní aplikace, sloužící k ověření, že mezi expedicí zařízení a jeho zprovozněním v datovém centru zákazníka, nedošlo k neautorizovanému zásahu do </w:t>
            </w:r>
            <w:r w:rsidR="006B5EBD">
              <w:rPr>
                <w:rFonts w:cstheme="minorHAnsi"/>
                <w:sz w:val="18"/>
              </w:rPr>
              <w:t>firmware</w:t>
            </w:r>
            <w:r w:rsidRPr="002D127E">
              <w:rPr>
                <w:rFonts w:cstheme="minorHAnsi"/>
                <w:sz w:val="18"/>
              </w:rPr>
              <w:t xml:space="preserve"> či hardware (HW) ani k výměně některé klíčové komponenty za jinou.</w:t>
            </w:r>
          </w:p>
        </w:tc>
        <w:tc>
          <w:tcPr>
            <w:tcW w:w="3288" w:type="dxa"/>
          </w:tcPr>
          <w:p w14:paraId="0BAA75E2" w14:textId="0D9F333A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50706D" w14:paraId="3279C4AD" w14:textId="77777777" w:rsidTr="00E969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5A1776" w14:textId="5484D4A8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Integrační pluginy pro monitoring zdravotního stavu a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správu HW přímo z</w:t>
            </w:r>
            <w:r w:rsidR="00276A27">
              <w:rPr>
                <w:rFonts w:cstheme="minorHAnsi"/>
                <w:sz w:val="18"/>
              </w:rPr>
              <w:t> </w:t>
            </w:r>
            <w:proofErr w:type="spellStart"/>
            <w:r w:rsidR="00276A27">
              <w:rPr>
                <w:rFonts w:cstheme="minorHAnsi"/>
                <w:sz w:val="18"/>
              </w:rPr>
              <w:t>VMware</w:t>
            </w:r>
            <w:proofErr w:type="spellEnd"/>
            <w:r w:rsidR="00276A27">
              <w:rPr>
                <w:rFonts w:cstheme="minorHAnsi"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</w:rPr>
              <w:t>vCenter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a MS </w:t>
            </w:r>
            <w:proofErr w:type="spellStart"/>
            <w:r w:rsidRPr="002D127E">
              <w:rPr>
                <w:rFonts w:cstheme="minorHAnsi"/>
                <w:sz w:val="18"/>
              </w:rPr>
              <w:t>System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4542E5E1" w14:textId="2F7CFBCF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50706D" w14:paraId="54AAAD52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869865" w14:textId="1291AFC5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2D127E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4D9127A4" w14:textId="77777777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2E3BD1" w14:paraId="5EF225A5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FE07F6" w14:textId="6416D8A9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Podpora výrobce na </w:t>
            </w:r>
            <w:r w:rsidRPr="002D127E">
              <w:rPr>
                <w:rFonts w:cstheme="minorHAnsi"/>
                <w:b/>
                <w:bCs/>
                <w:sz w:val="18"/>
              </w:rPr>
              <w:t>5 let</w:t>
            </w:r>
            <w:r w:rsidRPr="002D127E">
              <w:rPr>
                <w:rFonts w:cstheme="minorHAnsi"/>
                <w:sz w:val="18"/>
              </w:rPr>
              <w:t xml:space="preserve"> v rozsahu „</w:t>
            </w:r>
            <w:r w:rsidRPr="002D127E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0844FB2" w14:textId="6F3E785B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D730ED" w14:paraId="69985713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3BBABC" w14:textId="67BD174C" w:rsidR="00357428" w:rsidRPr="002D127E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U všech disků</w:t>
            </w:r>
            <w:r>
              <w:rPr>
                <w:rFonts w:cstheme="minorHAnsi"/>
                <w:sz w:val="18"/>
              </w:rPr>
              <w:t xml:space="preserve">, SSD, </w:t>
            </w:r>
            <w:proofErr w:type="spellStart"/>
            <w:r>
              <w:rPr>
                <w:rFonts w:cstheme="minorHAnsi"/>
                <w:sz w:val="18"/>
              </w:rPr>
              <w:t>NVMe</w:t>
            </w:r>
            <w:proofErr w:type="spellEnd"/>
            <w:r>
              <w:rPr>
                <w:rFonts w:cstheme="minorHAnsi"/>
                <w:sz w:val="18"/>
              </w:rPr>
              <w:t xml:space="preserve"> a médií</w:t>
            </w:r>
            <w:r w:rsidRPr="002D127E">
              <w:rPr>
                <w:rFonts w:cstheme="minorHAnsi"/>
                <w:sz w:val="18"/>
              </w:rPr>
              <w:t xml:space="preserve"> je požadováno ponechání disku Kupujícímu při jeho poruše a</w:t>
            </w:r>
            <w:r>
              <w:rPr>
                <w:rFonts w:cstheme="minorHAnsi"/>
                <w:sz w:val="18"/>
              </w:rPr>
              <w:t>/nebo</w:t>
            </w:r>
            <w:r w:rsidRPr="002D127E">
              <w:rPr>
                <w:rFonts w:cstheme="minorHAnsi"/>
                <w:sz w:val="18"/>
              </w:rPr>
              <w:t xml:space="preserve"> reklamaci</w:t>
            </w:r>
          </w:p>
        </w:tc>
        <w:tc>
          <w:tcPr>
            <w:tcW w:w="3288" w:type="dxa"/>
          </w:tcPr>
          <w:p w14:paraId="5577A240" w14:textId="34C2E40A" w:rsidR="00357428" w:rsidRPr="002D127E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D730ED" w14:paraId="6D80CD73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FE1A0A9" w14:textId="77777777" w:rsidR="00357428" w:rsidRPr="00A05703" w:rsidRDefault="00357428" w:rsidP="0035742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Vzdálená správa HW serveru </w:t>
            </w:r>
          </w:p>
          <w:p w14:paraId="0DDD7AB8" w14:textId="2DAE85F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Vzdálená správa s dedikovaným vlastním portem 1G</w:t>
            </w:r>
            <w:r>
              <w:rPr>
                <w:rFonts w:cstheme="minorHAnsi"/>
                <w:sz w:val="18"/>
              </w:rPr>
              <w:t>bE</w:t>
            </w:r>
            <w:r w:rsidRPr="00A05703">
              <w:rPr>
                <w:rFonts w:cstheme="minorHAnsi"/>
                <w:sz w:val="18"/>
              </w:rPr>
              <w:t xml:space="preserve"> a možností převzít plně vzdálené ovládání serveru.</w:t>
            </w:r>
          </w:p>
          <w:p w14:paraId="04B99A1F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5F5A505B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A05703">
              <w:rPr>
                <w:rFonts w:cstheme="minorHAnsi"/>
                <w:sz w:val="18"/>
              </w:rPr>
              <w:t>mountování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ISO image.</w:t>
            </w:r>
          </w:p>
          <w:p w14:paraId="26C99CA2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1F8ACA12" w14:textId="52082D9B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standartních Webových prohlížečů</w:t>
            </w:r>
            <w:r>
              <w:rPr>
                <w:rFonts w:cstheme="minorHAnsi"/>
                <w:sz w:val="18"/>
              </w:rPr>
              <w:t xml:space="preserve"> (Google Chrome, MS </w:t>
            </w:r>
            <w:proofErr w:type="spellStart"/>
            <w:r>
              <w:rPr>
                <w:rFonts w:cstheme="minorHAnsi"/>
                <w:sz w:val="18"/>
              </w:rPr>
              <w:t>Edge</w:t>
            </w:r>
            <w:proofErr w:type="spellEnd"/>
            <w:r>
              <w:rPr>
                <w:rFonts w:cstheme="minorHAnsi"/>
                <w:sz w:val="18"/>
              </w:rPr>
              <w:t>, Mozilla Firefox)</w:t>
            </w:r>
            <w:r w:rsidRPr="00A05703">
              <w:rPr>
                <w:rFonts w:cstheme="minorHAnsi"/>
                <w:sz w:val="18"/>
              </w:rPr>
              <w:t xml:space="preserve">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HTML5.</w:t>
            </w:r>
          </w:p>
          <w:p w14:paraId="2A76D880" w14:textId="1CDA4FBB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Inventarizace a možnost sledování stavu jednotlivých komponent včetně úrovní </w:t>
            </w:r>
            <w:r>
              <w:rPr>
                <w:rFonts w:cstheme="minorHAnsi"/>
                <w:sz w:val="18"/>
              </w:rPr>
              <w:t>firmware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2C5C76AD" w14:textId="7B161E43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A05703">
              <w:rPr>
                <w:rFonts w:cstheme="minorHAnsi"/>
                <w:sz w:val="18"/>
              </w:rPr>
              <w:t>time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sledování vytíženosti CPU, paměti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spotřeby</w:t>
            </w:r>
            <w:r>
              <w:rPr>
                <w:rFonts w:cstheme="minorHAnsi"/>
                <w:sz w:val="18"/>
              </w:rPr>
              <w:t xml:space="preserve"> elektrické energie</w:t>
            </w:r>
            <w:r w:rsidRPr="00A05703">
              <w:rPr>
                <w:rFonts w:cstheme="minorHAnsi"/>
                <w:sz w:val="18"/>
              </w:rPr>
              <w:t xml:space="preserve">, možnost </w:t>
            </w:r>
            <w:proofErr w:type="spellStart"/>
            <w:r w:rsidRPr="00A05703">
              <w:rPr>
                <w:rFonts w:cstheme="minorHAnsi"/>
                <w:sz w:val="18"/>
              </w:rPr>
              <w:t>Power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</w:t>
            </w:r>
            <w:proofErr w:type="spellStart"/>
            <w:r w:rsidRPr="00A05703">
              <w:rPr>
                <w:rFonts w:cstheme="minorHAnsi"/>
                <w:sz w:val="18"/>
              </w:rPr>
              <w:t>cappingu</w:t>
            </w:r>
            <w:proofErr w:type="spellEnd"/>
            <w:r w:rsidRPr="00A05703">
              <w:rPr>
                <w:rFonts w:cstheme="minorHAnsi"/>
                <w:sz w:val="18"/>
              </w:rPr>
              <w:t>.</w:t>
            </w:r>
          </w:p>
          <w:p w14:paraId="72418BF5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57A33049" w14:textId="77777777" w:rsidR="00357428" w:rsidRPr="00A05703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REDFISH a RESTAPI skriptů.</w:t>
            </w:r>
          </w:p>
          <w:p w14:paraId="388F64AD" w14:textId="77777777" w:rsidR="00357428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63B11132" w14:textId="77777777" w:rsidR="00357428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972D04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7378C158" w14:textId="77777777" w:rsidR="00357428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Integrace s centrální vzdálenou správou serverového HW </w:t>
            </w:r>
            <w:r w:rsidRPr="00F42FFE">
              <w:rPr>
                <w:rFonts w:cstheme="minorHAnsi"/>
                <w:sz w:val="18"/>
              </w:rPr>
              <w:t>bez použití jakéhokoli dalšího HW či SW třetích stran</w:t>
            </w:r>
          </w:p>
          <w:p w14:paraId="55381441" w14:textId="77777777" w:rsidR="00357428" w:rsidRDefault="00357428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r w:rsidRPr="00C507ED">
              <w:rPr>
                <w:rFonts w:cstheme="minorHAnsi"/>
                <w:sz w:val="18"/>
              </w:rPr>
              <w:t>protokolů SNMP 2c a IPMI</w:t>
            </w:r>
          </w:p>
          <w:p w14:paraId="1C099273" w14:textId="5D3B5DBC" w:rsidR="001A33CD" w:rsidRPr="00972D04" w:rsidRDefault="001A33CD" w:rsidP="00357428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r w:rsidR="003107AC">
              <w:rPr>
                <w:rFonts w:cstheme="minorHAnsi"/>
                <w:sz w:val="18"/>
              </w:rPr>
              <w:t xml:space="preserve">protokolu </w:t>
            </w:r>
            <w:proofErr w:type="spellStart"/>
            <w:r w:rsidR="003107AC">
              <w:rPr>
                <w:rFonts w:cstheme="minorHAnsi"/>
                <w:sz w:val="18"/>
              </w:rPr>
              <w:t>Syslog</w:t>
            </w:r>
            <w:proofErr w:type="spellEnd"/>
            <w:r w:rsidR="003107AC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36441906" w14:textId="303DA009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D730ED" w14:paraId="13B90B2A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7BC975D" w14:textId="77777777" w:rsidR="00357428" w:rsidRPr="00C06A42" w:rsidRDefault="00357428" w:rsidP="00357428">
            <w:pPr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Hromadná správa </w:t>
            </w:r>
          </w:p>
          <w:p w14:paraId="390779EA" w14:textId="77777777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C06A42">
              <w:rPr>
                <w:rFonts w:cstheme="minorHAnsi"/>
                <w:sz w:val="18"/>
              </w:rPr>
              <w:t>alerting</w:t>
            </w:r>
            <w:proofErr w:type="spellEnd"/>
            <w:r w:rsidRPr="00C06A42">
              <w:rPr>
                <w:rFonts w:cstheme="minorHAnsi"/>
                <w:sz w:val="18"/>
              </w:rPr>
              <w:t>.</w:t>
            </w:r>
          </w:p>
          <w:p w14:paraId="6EDCE983" w14:textId="77777777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2BF728D3" w14:textId="77777777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C06A42">
              <w:rPr>
                <w:rFonts w:cstheme="minorHAnsi"/>
                <w:sz w:val="18"/>
              </w:rPr>
              <w:t>Home</w:t>
            </w:r>
            <w:proofErr w:type="spellEnd"/>
            <w:r w:rsidRPr="00C06A42">
              <w:rPr>
                <w:rFonts w:cstheme="minorHAnsi"/>
                <w:sz w:val="18"/>
              </w:rPr>
              <w:t xml:space="preserve"> funkce.</w:t>
            </w:r>
          </w:p>
          <w:p w14:paraId="43E5DF39" w14:textId="77777777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Přístup přes mobilní aplikaci.</w:t>
            </w:r>
          </w:p>
          <w:p w14:paraId="64B16CDD" w14:textId="48EC58E9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Splňující standardy NIST 800-131A a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FIPS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140</w:t>
            </w:r>
            <w:r>
              <w:rPr>
                <w:rFonts w:cstheme="minorHAnsi"/>
                <w:sz w:val="18"/>
              </w:rPr>
              <w:noBreakHyphen/>
            </w:r>
            <w:r w:rsidRPr="00C06A42">
              <w:rPr>
                <w:rFonts w:cstheme="minorHAnsi"/>
                <w:sz w:val="18"/>
              </w:rPr>
              <w:t>2.</w:t>
            </w:r>
          </w:p>
          <w:p w14:paraId="00671C11" w14:textId="77777777" w:rsidR="00357428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24B7B5D3" w14:textId="2FF90CA6" w:rsidR="00357428" w:rsidRPr="00C06A42" w:rsidRDefault="00357428" w:rsidP="00357428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C06A42">
              <w:rPr>
                <w:rFonts w:cstheme="minorHAnsi"/>
                <w:sz w:val="18"/>
              </w:rPr>
              <w:t>Redfish</w:t>
            </w:r>
            <w:proofErr w:type="spellEnd"/>
            <w:r w:rsidRPr="00C06A42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36C737EB" w14:textId="247FBA07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D730ED" w14:paraId="310935E3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F13976" w14:textId="7C059A6D" w:rsidR="00357428" w:rsidRDefault="00357428" w:rsidP="00357428">
            <w:pPr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Napojení na systém centralizované vzdálené správy a</w:t>
            </w:r>
            <w:r>
              <w:rPr>
                <w:rFonts w:cstheme="minorHAnsi"/>
                <w:sz w:val="18"/>
              </w:rPr>
              <w:t> </w:t>
            </w:r>
            <w:r w:rsidRPr="009C394F">
              <w:rPr>
                <w:rFonts w:cstheme="minorHAnsi"/>
                <w:sz w:val="18"/>
              </w:rPr>
              <w:t>dohledu</w:t>
            </w:r>
            <w:r w:rsidRPr="008B75F1">
              <w:rPr>
                <w:rFonts w:cstheme="minorHAnsi"/>
                <w:i/>
                <w:iCs/>
                <w:sz w:val="18"/>
              </w:rPr>
              <w:t xml:space="preserve"> (Zadavatel provozuje centralizovanou </w:t>
            </w:r>
            <w:r w:rsidRPr="008B75F1">
              <w:rPr>
                <w:rFonts w:cstheme="minorHAnsi"/>
                <w:i/>
                <w:iCs/>
                <w:sz w:val="18"/>
              </w:rPr>
              <w:lastRenderedPageBreak/>
              <w:t xml:space="preserve">vzdálenou správy na technologiích 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8B75F1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8B75F1">
              <w:rPr>
                <w:rFonts w:cstheme="minorHAnsi"/>
                <w:i/>
                <w:iCs/>
                <w:sz w:val="18"/>
              </w:rPr>
              <w:t>)</w:t>
            </w:r>
            <w:r>
              <w:rPr>
                <w:rFonts w:cstheme="minorHAnsi"/>
                <w:sz w:val="18"/>
              </w:rPr>
              <w:t>:</w:t>
            </w:r>
          </w:p>
          <w:p w14:paraId="173EFF83" w14:textId="12DA623F" w:rsidR="00357428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Napojení na již provozované řešení centralizované vzdálené správy</w:t>
            </w:r>
            <w:r w:rsidRPr="00D75FF1">
              <w:rPr>
                <w:rFonts w:cstheme="minorHAnsi"/>
                <w:sz w:val="18"/>
              </w:rPr>
              <w:t xml:space="preserve"> bez nutnosti pořizovat, instalovat či provozovat jakýkoliv další software, </w:t>
            </w:r>
            <w:r>
              <w:rPr>
                <w:rFonts w:cstheme="minorHAnsi"/>
                <w:sz w:val="18"/>
              </w:rPr>
              <w:t>hardware</w:t>
            </w:r>
            <w:r w:rsidRPr="00D75FF1">
              <w:rPr>
                <w:rFonts w:cstheme="minorHAnsi"/>
                <w:sz w:val="18"/>
              </w:rPr>
              <w:t xml:space="preserve"> nebo appliance</w:t>
            </w:r>
            <w:r>
              <w:rPr>
                <w:rFonts w:cstheme="minorHAnsi"/>
                <w:sz w:val="18"/>
              </w:rPr>
              <w:t xml:space="preserve"> třetích stran</w:t>
            </w:r>
            <w:r w:rsidRPr="00D75FF1">
              <w:rPr>
                <w:rFonts w:cstheme="minorHAnsi"/>
                <w:sz w:val="18"/>
              </w:rPr>
              <w:t>.</w:t>
            </w:r>
          </w:p>
          <w:p w14:paraId="7AB91001" w14:textId="356C4FD2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modelů a sériových čísel</w:t>
            </w:r>
          </w:p>
          <w:p w14:paraId="28A7F080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platnosti servisních kontraktů</w:t>
            </w:r>
          </w:p>
          <w:p w14:paraId="4DC214F9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Inventarizace konfigurace</w:t>
            </w:r>
          </w:p>
          <w:p w14:paraId="29AB7052" w14:textId="41D9EA1A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jednotlivých komponent</w:t>
            </w:r>
          </w:p>
          <w:p w14:paraId="3100C7CA" w14:textId="155A9290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Kontrola verzí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 xml:space="preserve">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oproti definovaným politikám</w:t>
            </w:r>
          </w:p>
          <w:p w14:paraId="05FD6D99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zatížení CPU a RAM</w:t>
            </w:r>
          </w:p>
          <w:p w14:paraId="6662388F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spotřeby elektrické energie</w:t>
            </w:r>
          </w:p>
          <w:p w14:paraId="6120A5B5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Centrální řízení spotřeby elektrické energie</w:t>
            </w:r>
          </w:p>
          <w:p w14:paraId="3C81EFD7" w14:textId="29C5E418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Centrální provádění updatů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 xml:space="preserve">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</w:p>
          <w:p w14:paraId="5FDAD1D6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Dálkové zapnutí/vypnutí jednotlivého serveru</w:t>
            </w:r>
          </w:p>
          <w:p w14:paraId="68B0EA90" w14:textId="77777777" w:rsidR="00357428" w:rsidRPr="009C394F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9C394F">
              <w:rPr>
                <w:rFonts w:cstheme="minorHAnsi"/>
                <w:sz w:val="18"/>
              </w:rPr>
              <w:t>remote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KVM)</w:t>
            </w:r>
          </w:p>
          <w:p w14:paraId="6F822452" w14:textId="5677A320" w:rsidR="00357428" w:rsidRPr="00FA52B8" w:rsidRDefault="00357428" w:rsidP="00357428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Re-instalace OS pomocí dálkově připojené optické mechaniky</w:t>
            </w:r>
            <w:r>
              <w:rPr>
                <w:rFonts w:cstheme="minorHAnsi"/>
                <w:sz w:val="18"/>
              </w:rPr>
              <w:t xml:space="preserve"> či disku</w:t>
            </w:r>
            <w:r w:rsidRPr="009C394F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s</w:t>
            </w:r>
            <w:r w:rsidRPr="009C394F">
              <w:rPr>
                <w:rFonts w:cstheme="minorHAnsi"/>
                <w:sz w:val="18"/>
              </w:rPr>
              <w:t xml:space="preserve"> ISO soubor</w:t>
            </w:r>
            <w:r>
              <w:rPr>
                <w:rFonts w:cstheme="minorHAnsi"/>
                <w:sz w:val="18"/>
              </w:rPr>
              <w:t>em</w:t>
            </w:r>
            <w:r w:rsidRPr="009C394F">
              <w:rPr>
                <w:rFonts w:cstheme="minorHAnsi"/>
                <w:sz w:val="18"/>
              </w:rPr>
              <w:t>.</w:t>
            </w:r>
          </w:p>
        </w:tc>
        <w:tc>
          <w:tcPr>
            <w:tcW w:w="3288" w:type="dxa"/>
          </w:tcPr>
          <w:p w14:paraId="6EB857B2" w14:textId="736FA044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357428" w:rsidRPr="00CC018F" w14:paraId="2DF25894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8271CB5" w14:textId="3B9E2247" w:rsidR="00357428" w:rsidRPr="009777EF" w:rsidRDefault="00357428" w:rsidP="00357428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9777EF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7F850A8A" w14:textId="2266C89B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CC018F" w14:paraId="6DF0B5A7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A1AB1F8" w14:textId="01FC3329" w:rsidR="00357428" w:rsidRPr="002D127E" w:rsidRDefault="00357428" w:rsidP="00357428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>Síťové optické moduly pro každý optický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LAN</w:t>
            </w:r>
            <w:r w:rsidRPr="002D127E">
              <w:rPr>
                <w:sz w:val="18"/>
                <w:lang w:eastAsia="cs-CZ"/>
              </w:rPr>
              <w:t>), plně kompatibilní s dodávaným serverem v provedení „</w:t>
            </w:r>
            <w:r w:rsidRPr="00E31E6A">
              <w:rPr>
                <w:b/>
                <w:bCs/>
                <w:sz w:val="18"/>
                <w:lang w:eastAsia="cs-CZ"/>
              </w:rPr>
              <w:t>10/25Gbps</w:t>
            </w:r>
            <w:r>
              <w:rPr>
                <w:sz w:val="18"/>
                <w:lang w:eastAsia="cs-CZ"/>
              </w:rPr>
              <w:t xml:space="preserve"> nebo </w:t>
            </w:r>
            <w:r w:rsidRPr="00E31E6A">
              <w:rPr>
                <w:b/>
                <w:bCs/>
                <w:sz w:val="18"/>
                <w:lang w:eastAsia="cs-CZ"/>
              </w:rPr>
              <w:t>25Gbps</w:t>
            </w:r>
            <w:r>
              <w:rPr>
                <w:sz w:val="18"/>
                <w:lang w:eastAsia="cs-CZ"/>
              </w:rPr>
              <w:t xml:space="preserve">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D2A61A4" w14:textId="03332DDF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57428" w:rsidRPr="00CC018F" w14:paraId="67554491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5263B01" w14:textId="0689E21B" w:rsidR="00357428" w:rsidRPr="002D127E" w:rsidRDefault="00357428" w:rsidP="00357428">
            <w:pPr>
              <w:rPr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>
              <w:rPr>
                <w:sz w:val="18"/>
                <w:lang w:eastAsia="cs-CZ"/>
              </w:rPr>
              <w:t>FibreChannel</w:t>
            </w:r>
            <w:proofErr w:type="spellEnd"/>
            <w:r w:rsidRPr="002D127E">
              <w:rPr>
                <w:sz w:val="18"/>
                <w:lang w:eastAsia="cs-CZ"/>
              </w:rPr>
              <w:t xml:space="preserve">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FC</w:t>
            </w:r>
            <w:r w:rsidRPr="002D127E">
              <w:rPr>
                <w:sz w:val="18"/>
                <w:lang w:eastAsia="cs-CZ"/>
              </w:rPr>
              <w:t>), plně kompatibilní s dodávaným serverem</w:t>
            </w:r>
            <w:r>
              <w:rPr>
                <w:sz w:val="18"/>
                <w:lang w:eastAsia="cs-CZ"/>
              </w:rPr>
              <w:t xml:space="preserve"> v provedení „</w:t>
            </w:r>
            <w:r w:rsidRPr="00E31E6A">
              <w:rPr>
                <w:b/>
                <w:bCs/>
                <w:sz w:val="18"/>
                <w:lang w:eastAsia="cs-CZ"/>
              </w:rPr>
              <w:t>32Gbps</w:t>
            </w:r>
            <w:r>
              <w:rPr>
                <w:b/>
                <w:bCs/>
                <w:sz w:val="18"/>
                <w:lang w:eastAsia="cs-CZ"/>
              </w:rPr>
              <w:t xml:space="preserve">, </w:t>
            </w:r>
            <w:r w:rsidR="00236E68">
              <w:rPr>
                <w:b/>
                <w:bCs/>
                <w:sz w:val="18"/>
                <w:lang w:eastAsia="cs-CZ"/>
              </w:rPr>
              <w:t xml:space="preserve">SW, </w:t>
            </w:r>
            <w:proofErr w:type="spellStart"/>
            <w:r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>
              <w:rPr>
                <w:b/>
                <w:bCs/>
                <w:sz w:val="18"/>
                <w:lang w:eastAsia="cs-CZ"/>
              </w:rPr>
              <w:t>, LC</w:t>
            </w:r>
            <w:r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6B27592" w14:textId="4E4BC1FC" w:rsidR="00357428" w:rsidRPr="00927BA6" w:rsidRDefault="00357428" w:rsidP="0035742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037998CF" w14:textId="77777777" w:rsidR="009B32C3" w:rsidRDefault="009B32C3" w:rsidP="00FF6A2C">
      <w:pPr>
        <w:spacing w:after="160" w:line="259" w:lineRule="auto"/>
      </w:pPr>
    </w:p>
    <w:p w14:paraId="782E962D" w14:textId="56B03C20" w:rsidR="00EE277F" w:rsidRDefault="00A36165" w:rsidP="002D127E">
      <w:pPr>
        <w:spacing w:after="160" w:line="259" w:lineRule="auto"/>
      </w:pPr>
      <w:r>
        <w:t>Pro</w:t>
      </w:r>
      <w:r w:rsidR="00EE277F">
        <w:t xml:space="preserve"> </w:t>
      </w:r>
      <w:r w:rsidR="001F59F2">
        <w:t>5</w:t>
      </w:r>
      <w:r w:rsidR="00EE277F">
        <w:t xml:space="preserve"> serverov</w:t>
      </w:r>
      <w:r w:rsidR="001F59F2">
        <w:t>ých</w:t>
      </w:r>
      <w:r w:rsidR="00EE277F">
        <w:t xml:space="preserve"> nod</w:t>
      </w:r>
      <w:r w:rsidR="001F59F2">
        <w:t xml:space="preserve">ů </w:t>
      </w:r>
      <w:r>
        <w:t xml:space="preserve">v rámci </w:t>
      </w:r>
      <w:r w:rsidR="001F59F2">
        <w:rPr>
          <w:b/>
          <w:bCs/>
        </w:rPr>
        <w:t>P</w:t>
      </w:r>
      <w:r w:rsidRPr="002D127E">
        <w:rPr>
          <w:b/>
          <w:bCs/>
        </w:rPr>
        <w:t>oložky 1</w:t>
      </w:r>
      <w:r>
        <w:t xml:space="preserve"> je místem plnění</w:t>
      </w:r>
      <w:r w:rsidR="001945C7">
        <w:t xml:space="preserve"> </w:t>
      </w:r>
      <w:r w:rsidR="001945C7" w:rsidRPr="002D127E">
        <w:rPr>
          <w:b/>
          <w:bCs/>
        </w:rPr>
        <w:t>CDP Praha, V</w:t>
      </w:r>
      <w:r w:rsidR="001255B2">
        <w:rPr>
          <w:b/>
          <w:bCs/>
        </w:rPr>
        <w:t> </w:t>
      </w:r>
      <w:r w:rsidR="001945C7" w:rsidRPr="002D127E">
        <w:rPr>
          <w:b/>
          <w:bCs/>
        </w:rPr>
        <w:t>Trianglu</w:t>
      </w:r>
      <w:r w:rsidR="001255B2">
        <w:rPr>
          <w:b/>
          <w:bCs/>
        </w:rPr>
        <w:t> 2474</w:t>
      </w:r>
      <w:r w:rsidR="001945C7" w:rsidRPr="002D127E">
        <w:rPr>
          <w:b/>
          <w:bCs/>
        </w:rPr>
        <w:t>, Praha 9</w:t>
      </w:r>
      <w:r w:rsidR="001945C7">
        <w:t>.</w:t>
      </w:r>
    </w:p>
    <w:p w14:paraId="4B458885" w14:textId="77777777" w:rsidR="001828B2" w:rsidRDefault="001828B2" w:rsidP="00DB4C33">
      <w:pPr>
        <w:spacing w:after="160" w:line="259" w:lineRule="auto"/>
      </w:pPr>
    </w:p>
    <w:p w14:paraId="625E56E7" w14:textId="0316AF41" w:rsidR="009B32C3" w:rsidRDefault="006B498B" w:rsidP="009B32C3">
      <w:pPr>
        <w:ind w:firstLine="426"/>
      </w:pPr>
      <w:r>
        <w:t>b</w:t>
      </w:r>
      <w:r w:rsidR="000E00D4">
        <w:t>)</w:t>
      </w:r>
      <w:r w:rsidR="000E00D4">
        <w:tab/>
      </w:r>
      <w:r w:rsidR="00D84990" w:rsidRPr="002D127E">
        <w:rPr>
          <w:b/>
          <w:bCs/>
        </w:rPr>
        <w:t xml:space="preserve">Položka </w:t>
      </w:r>
      <w:r>
        <w:rPr>
          <w:b/>
          <w:bCs/>
        </w:rPr>
        <w:t>2</w:t>
      </w:r>
      <w:r w:rsidR="00D84990" w:rsidRPr="00D84990">
        <w:t xml:space="preserve"> – </w:t>
      </w:r>
      <w:r w:rsidR="00C53602">
        <w:t xml:space="preserve">Úložiště SAN </w:t>
      </w:r>
      <w:r w:rsidR="00C53602" w:rsidRPr="00C53602">
        <w:t>pro virtualizační farmu „KB TDS / CDP Praha“ v konfiguraci</w:t>
      </w:r>
      <w:r w:rsidR="00D84990">
        <w:t>:</w:t>
      </w:r>
    </w:p>
    <w:p w14:paraId="3226CA9B" w14:textId="77777777" w:rsidR="0095229A" w:rsidRDefault="0095229A" w:rsidP="0095229A">
      <w:pPr>
        <w:rPr>
          <w:rFonts w:cstheme="minorHAnsi"/>
          <w:b/>
          <w:bCs/>
        </w:rPr>
      </w:pPr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927BA6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6B498B" w:rsidRPr="0050706D" w14:paraId="71C0DCC3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609BF0F7" w14:textId="77777777" w:rsidR="006B498B" w:rsidRPr="00927BA6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97828C4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B498B" w:rsidRPr="0050706D" w14:paraId="0A1E83D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EE224D2" w14:textId="502E92CA" w:rsidR="006B498B" w:rsidRPr="002D127E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Provedení </w:t>
            </w:r>
            <w:r>
              <w:rPr>
                <w:rFonts w:cstheme="minorHAnsi"/>
                <w:sz w:val="18"/>
              </w:rPr>
              <w:t xml:space="preserve">úložiště </w:t>
            </w:r>
            <w:r w:rsidRPr="002D127E">
              <w:rPr>
                <w:rFonts w:cstheme="minorHAnsi"/>
                <w:sz w:val="18"/>
              </w:rPr>
              <w:t>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 w:rsidR="003D264E">
              <w:rPr>
                <w:rFonts w:cstheme="minorHAnsi"/>
                <w:b/>
                <w:bCs/>
                <w:sz w:val="18"/>
              </w:rPr>
              <w:t>10</w:t>
            </w:r>
            <w:r w:rsidRPr="00C03DA8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14AB490F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57338B7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B49C35" w14:textId="70069F8D" w:rsidR="006B498B" w:rsidRPr="002D127E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="000507EF">
              <w:rPr>
                <w:rFonts w:cstheme="minorHAnsi"/>
                <w:b/>
                <w:bCs/>
                <w:sz w:val="18"/>
              </w:rPr>
              <w:t>7</w:t>
            </w:r>
            <w:r w:rsidRPr="00C03DA8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2D127E">
              <w:rPr>
                <w:rFonts w:cstheme="minorHAnsi"/>
                <w:sz w:val="18"/>
              </w:rPr>
              <w:t xml:space="preserve"> (</w:t>
            </w:r>
            <w:r w:rsidR="005D0929">
              <w:rPr>
                <w:rFonts w:cstheme="minorHAnsi"/>
                <w:sz w:val="18"/>
              </w:rPr>
              <w:t>312</w:t>
            </w:r>
            <w:r w:rsidRPr="002D127E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5ED97392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0641A70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7A55DB" w14:textId="6877234B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9F7C95">
              <w:rPr>
                <w:rFonts w:cstheme="minorHAnsi"/>
                <w:sz w:val="18"/>
              </w:rPr>
              <w:t xml:space="preserve"> SAN FC</w:t>
            </w:r>
            <w:r w:rsidR="00AD588D" w:rsidRPr="009F7C95">
              <w:rPr>
                <w:rFonts w:cstheme="minorHAnsi"/>
                <w:sz w:val="18"/>
              </w:rPr>
              <w:t xml:space="preserve"> v režimu </w:t>
            </w:r>
            <w:proofErr w:type="spellStart"/>
            <w:r w:rsidR="00AD588D" w:rsidRPr="009F7C95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433C958A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0778" w:rsidRPr="0050706D" w14:paraId="2CA1BB6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7A66C93" w14:textId="7F2DDD21" w:rsidR="00090778" w:rsidRDefault="00090778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Kapacita </w:t>
            </w:r>
            <w:r w:rsidR="00F43FF9">
              <w:rPr>
                <w:rFonts w:cstheme="minorHAnsi"/>
                <w:sz w:val="18"/>
              </w:rPr>
              <w:t>SAN úložiště</w:t>
            </w:r>
          </w:p>
          <w:p w14:paraId="76A03F1B" w14:textId="3551914E" w:rsidR="00090778" w:rsidRPr="00A132AC" w:rsidRDefault="00090778" w:rsidP="0009077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</w:t>
            </w:r>
            <w:proofErr w:type="spellStart"/>
            <w:r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 w:rsidR="00F43FF9" w:rsidRPr="00F43FF9"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>
              <w:rPr>
                <w:rFonts w:cstheme="minorHAnsi"/>
                <w:b/>
                <w:bCs/>
                <w:sz w:val="18"/>
                <w:szCs w:val="22"/>
              </w:rPr>
              <w:t>0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7CA1EABD" w14:textId="5C74A0CD" w:rsidR="00090778" w:rsidRPr="00A132AC" w:rsidRDefault="00090778" w:rsidP="0009077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Umožňuje rozšíření minimálně na 1</w:t>
            </w:r>
            <w:r w:rsidR="00F43FF9">
              <w:rPr>
                <w:rFonts w:cstheme="minorHAnsi"/>
                <w:sz w:val="18"/>
                <w:szCs w:val="22"/>
              </w:rPr>
              <w:t>0</w:t>
            </w:r>
            <w:r>
              <w:rPr>
                <w:rFonts w:cstheme="minorHAnsi"/>
                <w:sz w:val="18"/>
                <w:szCs w:val="22"/>
              </w:rPr>
              <w:t>0</w:t>
            </w:r>
            <w:r w:rsidRPr="00A132AC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6AB73F48" w14:textId="2EBD2D53" w:rsidR="00090778" w:rsidRPr="00A132AC" w:rsidRDefault="00090778" w:rsidP="0009077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 w:rsidR="00F43FF9"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="00294666" w:rsidRPr="00294666">
              <w:rPr>
                <w:rFonts w:cstheme="minorHAnsi"/>
                <w:sz w:val="18"/>
                <w:szCs w:val="22"/>
              </w:rPr>
              <w:t xml:space="preserve"> (výpadek dvou disků)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13039948" w14:textId="6EC90850" w:rsidR="00090778" w:rsidRPr="00A132AC" w:rsidRDefault="00090778" w:rsidP="0009077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lastRenderedPageBreak/>
              <w:t xml:space="preserve">Použití výhradně </w:t>
            </w:r>
            <w:proofErr w:type="spellStart"/>
            <w:r w:rsidR="00F43FF9" w:rsidRPr="00F43FF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>
              <w:rPr>
                <w:rFonts w:cstheme="minorHAnsi"/>
                <w:sz w:val="18"/>
                <w:szCs w:val="22"/>
              </w:rPr>
              <w:t>1</w:t>
            </w:r>
            <w:r w:rsidR="00F43FF9">
              <w:rPr>
                <w:rFonts w:cstheme="minorHAnsi"/>
                <w:sz w:val="18"/>
                <w:szCs w:val="22"/>
              </w:rPr>
              <w:t>0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0C1C16C2" w14:textId="77777777" w:rsidR="00090778" w:rsidRPr="00927BA6" w:rsidRDefault="00090778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6B498B" w:rsidRPr="0050706D" w14:paraId="2F4D617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0218DB" w14:textId="44FD60E9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Minimálně </w:t>
            </w:r>
            <w:r w:rsidR="00CA1588">
              <w:rPr>
                <w:rFonts w:cstheme="minorHAnsi"/>
                <w:b/>
                <w:bCs/>
                <w:sz w:val="18"/>
              </w:rPr>
              <w:t>1</w:t>
            </w:r>
            <w:r w:rsidR="00973F52">
              <w:rPr>
                <w:rFonts w:cstheme="minorHAnsi"/>
                <w:b/>
                <w:bCs/>
                <w:sz w:val="18"/>
              </w:rPr>
              <w:t>6</w:t>
            </w:r>
            <w:r w:rsidR="00CA1588">
              <w:rPr>
                <w:rFonts w:cstheme="minorHAnsi"/>
                <w:b/>
                <w:bCs/>
                <w:sz w:val="18"/>
              </w:rPr>
              <w:t>x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r w:rsidR="00807CD5">
              <w:rPr>
                <w:rFonts w:cstheme="minorHAnsi"/>
                <w:b/>
                <w:bCs/>
                <w:sz w:val="18"/>
              </w:rPr>
              <w:t>32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 Gbps</w:t>
            </w:r>
            <w:r w:rsidRPr="00803A7B">
              <w:rPr>
                <w:rFonts w:cstheme="minorHAnsi"/>
                <w:sz w:val="18"/>
              </w:rPr>
              <w:t xml:space="preserve"> </w:t>
            </w:r>
            <w:r w:rsidR="00807CD5">
              <w:rPr>
                <w:rFonts w:cstheme="minorHAnsi"/>
                <w:sz w:val="18"/>
              </w:rPr>
              <w:t xml:space="preserve">FC </w:t>
            </w:r>
            <w:r w:rsidRPr="00803A7B">
              <w:rPr>
                <w:rFonts w:cstheme="minorHAnsi"/>
                <w:sz w:val="18"/>
              </w:rPr>
              <w:t xml:space="preserve">SFP port pro </w:t>
            </w:r>
            <w:r w:rsidR="00807CD5">
              <w:rPr>
                <w:rFonts w:cstheme="minorHAnsi"/>
                <w:sz w:val="18"/>
              </w:rPr>
              <w:t>SAN</w:t>
            </w:r>
          </w:p>
        </w:tc>
        <w:tc>
          <w:tcPr>
            <w:tcW w:w="3288" w:type="dxa"/>
          </w:tcPr>
          <w:p w14:paraId="178047C0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1A0D0FD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6A0444E" w14:textId="77777777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Minimálně jeden d</w:t>
            </w:r>
            <w:r w:rsidRPr="00803A7B">
              <w:rPr>
                <w:rFonts w:cstheme="minorHAnsi"/>
                <w:sz w:val="18"/>
              </w:rPr>
              <w:t xml:space="preserve">edikovaný </w:t>
            </w:r>
            <w:r w:rsidRPr="00803A7B">
              <w:rPr>
                <w:rFonts w:cstheme="minorHAnsi"/>
                <w:b/>
                <w:bCs/>
                <w:sz w:val="18"/>
              </w:rPr>
              <w:t>1 Gbps</w:t>
            </w:r>
            <w:r w:rsidRPr="00803A7B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0D6941C6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3D8C8E2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2471F6" w14:textId="40A658F1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hot-swap napájecí zdroj, každý minimálně o výkonu </w:t>
            </w:r>
            <w:r w:rsidR="00272298">
              <w:rPr>
                <w:rFonts w:cstheme="minorHAnsi"/>
                <w:sz w:val="18"/>
              </w:rPr>
              <w:t>1</w:t>
            </w:r>
            <w:r w:rsidR="00C01A25">
              <w:rPr>
                <w:rFonts w:cstheme="minorHAnsi"/>
                <w:sz w:val="18"/>
              </w:rPr>
              <w:t>0</w:t>
            </w:r>
            <w:r w:rsidRPr="00803A7B">
              <w:rPr>
                <w:rFonts w:cstheme="minorHAnsi"/>
                <w:sz w:val="18"/>
              </w:rPr>
              <w:t xml:space="preserve">00 W s minimální certifikací „80+ </w:t>
            </w:r>
            <w:proofErr w:type="spellStart"/>
            <w:r w:rsidR="001B7820">
              <w:rPr>
                <w:rFonts w:cstheme="minorHAnsi"/>
                <w:sz w:val="18"/>
              </w:rPr>
              <w:t>Platinum</w:t>
            </w:r>
            <w:proofErr w:type="spellEnd"/>
            <w:r w:rsidRPr="00803A7B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B34A436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50706D" w14:paraId="0AA392D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36332D" w14:textId="284E583A" w:rsidR="006B498B" w:rsidRPr="00803A7B" w:rsidRDefault="00C03DA8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="006B498B" w:rsidRPr="00803A7B">
              <w:rPr>
                <w:sz w:val="18"/>
                <w:lang w:eastAsia="cs-CZ"/>
              </w:rPr>
              <w:t>ižiny do rackové skříně</w:t>
            </w:r>
          </w:p>
        </w:tc>
        <w:tc>
          <w:tcPr>
            <w:tcW w:w="3288" w:type="dxa"/>
          </w:tcPr>
          <w:p w14:paraId="3E562A5A" w14:textId="77777777" w:rsidR="006B498B" w:rsidRPr="00BC57E5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498B" w:rsidRPr="004A049E" w14:paraId="04CD6ED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451B45" w14:textId="20F8F399" w:rsidR="006B498B" w:rsidRPr="00803A7B" w:rsidRDefault="006B498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napájecí kabel 230V CEE7/7 v délce minimálně </w:t>
            </w:r>
            <w:r w:rsidR="005322F9">
              <w:rPr>
                <w:rFonts w:cstheme="minorHAnsi"/>
                <w:sz w:val="18"/>
              </w:rPr>
              <w:t>2</w:t>
            </w:r>
            <w:r w:rsidR="00272298">
              <w:rPr>
                <w:rFonts w:cstheme="minorHAnsi"/>
                <w:sz w:val="18"/>
              </w:rPr>
              <w:t> </w:t>
            </w:r>
            <w:r w:rsidRPr="00803A7B">
              <w:rPr>
                <w:rFonts w:cstheme="minorHAnsi"/>
                <w:sz w:val="18"/>
              </w:rPr>
              <w:t>metr</w:t>
            </w:r>
            <w:r w:rsidR="00272298">
              <w:rPr>
                <w:rFonts w:cstheme="minorHAnsi"/>
                <w:sz w:val="18"/>
              </w:rPr>
              <w:t>y</w:t>
            </w:r>
            <w:r w:rsidRPr="00803A7B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363405C0" w14:textId="77777777" w:rsidR="006B498B" w:rsidRPr="00927BA6" w:rsidRDefault="006B498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322F9" w:rsidRPr="004A049E" w14:paraId="78ED3D9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3E83EB6" w14:textId="307FABB4" w:rsidR="005322F9" w:rsidRPr="00803A7B" w:rsidRDefault="005322F9" w:rsidP="005322F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napájecí kabel 230V </w:t>
            </w:r>
            <w:r>
              <w:rPr>
                <w:rFonts w:cstheme="minorHAnsi"/>
                <w:sz w:val="18"/>
              </w:rPr>
              <w:t>IEC C13</w:t>
            </w:r>
            <w:r w:rsidRPr="00803A7B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803A7B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803A7B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3FBAB637" w14:textId="58C4F26C" w:rsidR="005322F9" w:rsidRPr="00927BA6" w:rsidRDefault="005322F9" w:rsidP="005322F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4A049E" w14:paraId="50FAA01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2F136DE" w14:textId="3395BCD0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A9399D">
              <w:rPr>
                <w:rFonts w:cstheme="minorHAnsi"/>
                <w:sz w:val="18"/>
              </w:rPr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vSphere</w:t>
            </w:r>
            <w:proofErr w:type="spellEnd"/>
            <w:r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0AD2B872" w14:textId="76AE480B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50706D" w14:paraId="02C031E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8230580" w14:textId="018D6DE3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Webová nebo mobilní bezpečnostní aplikace, sloužící k ověření, že mezi expedicí zařízení a jeho zprovozněním v datovém centru zákazníka, nedošlo k neautorizovanému zásahu do </w:t>
            </w:r>
            <w:r>
              <w:rPr>
                <w:rFonts w:cstheme="minorHAnsi"/>
                <w:sz w:val="18"/>
              </w:rPr>
              <w:t>firmware</w:t>
            </w:r>
            <w:r w:rsidRPr="00803A7B">
              <w:rPr>
                <w:rFonts w:cstheme="minorHAnsi"/>
                <w:sz w:val="18"/>
              </w:rPr>
              <w:t xml:space="preserve"> či hardware (HW) ani k výměně některé klíčové komponenty za jinou.</w:t>
            </w:r>
          </w:p>
        </w:tc>
        <w:tc>
          <w:tcPr>
            <w:tcW w:w="3288" w:type="dxa"/>
          </w:tcPr>
          <w:p w14:paraId="5296EAF2" w14:textId="77777777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50706D" w14:paraId="52F38A7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246A17E" w14:textId="77777777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803A7B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0AAE11F5" w14:textId="77777777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2E3BD1" w14:paraId="23C9C5B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12F1DB" w14:textId="77777777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Podpora výrobce na </w:t>
            </w:r>
            <w:r w:rsidRPr="00803A7B">
              <w:rPr>
                <w:rFonts w:cstheme="minorHAnsi"/>
                <w:b/>
                <w:bCs/>
                <w:sz w:val="18"/>
              </w:rPr>
              <w:t>5 let</w:t>
            </w:r>
            <w:r w:rsidRPr="00803A7B">
              <w:rPr>
                <w:rFonts w:cstheme="minorHAnsi"/>
                <w:sz w:val="18"/>
              </w:rPr>
              <w:t xml:space="preserve"> v rozsahu „</w:t>
            </w:r>
            <w:r w:rsidRPr="00803A7B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803A7B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5D55279" w14:textId="77777777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D730ED" w14:paraId="3F7D286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EB314EA" w14:textId="37E305D8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>U všech disků</w:t>
            </w:r>
            <w:r>
              <w:rPr>
                <w:rFonts w:cstheme="minorHAnsi"/>
                <w:sz w:val="18"/>
              </w:rPr>
              <w:t xml:space="preserve">, SSD, </w:t>
            </w:r>
            <w:proofErr w:type="spellStart"/>
            <w:r>
              <w:rPr>
                <w:rFonts w:cstheme="minorHAnsi"/>
                <w:sz w:val="18"/>
              </w:rPr>
              <w:t>NVMe</w:t>
            </w:r>
            <w:proofErr w:type="spellEnd"/>
            <w:r>
              <w:rPr>
                <w:rFonts w:cstheme="minorHAnsi"/>
                <w:sz w:val="18"/>
              </w:rPr>
              <w:t xml:space="preserve"> a médií</w:t>
            </w:r>
            <w:r w:rsidRPr="00803A7B">
              <w:rPr>
                <w:rFonts w:cstheme="minorHAnsi"/>
                <w:sz w:val="18"/>
              </w:rPr>
              <w:t xml:space="preserve"> je požadováno ponechání disku Kupujícímu při jeho poruše a reklamaci</w:t>
            </w:r>
          </w:p>
        </w:tc>
        <w:tc>
          <w:tcPr>
            <w:tcW w:w="3288" w:type="dxa"/>
          </w:tcPr>
          <w:p w14:paraId="07360C29" w14:textId="77777777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3A40DA" w:rsidRPr="00D730ED" w14:paraId="7B33E42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1E9CCF5" w14:textId="400A6B1A" w:rsidR="003A40DA" w:rsidRPr="00803A7B" w:rsidRDefault="003A40DA" w:rsidP="003A40D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777EF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168C400" w14:textId="052E0791" w:rsidR="003A40DA" w:rsidRPr="00927BA6" w:rsidRDefault="003A40DA" w:rsidP="003A40D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100730" w:rsidRPr="00CC018F" w14:paraId="7324590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8306E0" w14:textId="44EE6282" w:rsidR="00100730" w:rsidRPr="002D127E" w:rsidRDefault="00100730" w:rsidP="00100730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20AB9FF6" w14:textId="77777777" w:rsidR="00100730" w:rsidRPr="00927BA6" w:rsidRDefault="00100730" w:rsidP="001007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4A84BD47" w14:textId="206E23C5" w:rsidR="006B498B" w:rsidRDefault="00FB677B" w:rsidP="006B498B">
      <w:pPr>
        <w:spacing w:after="160" w:line="259" w:lineRule="auto"/>
      </w:pPr>
      <w:r>
        <w:br/>
      </w:r>
      <w:r w:rsidR="006B498B">
        <w:t xml:space="preserve">Pro </w:t>
      </w:r>
      <w:r w:rsidR="006B498B">
        <w:rPr>
          <w:b/>
          <w:bCs/>
        </w:rPr>
        <w:t>P</w:t>
      </w:r>
      <w:r w:rsidR="006B498B" w:rsidRPr="002D127E">
        <w:rPr>
          <w:b/>
          <w:bCs/>
        </w:rPr>
        <w:t>oložk</w:t>
      </w:r>
      <w:r w:rsidR="006B498B">
        <w:rPr>
          <w:b/>
          <w:bCs/>
        </w:rPr>
        <w:t>u</w:t>
      </w:r>
      <w:r w:rsidR="006B498B" w:rsidRPr="002D127E">
        <w:rPr>
          <w:b/>
          <w:bCs/>
        </w:rPr>
        <w:t xml:space="preserve"> </w:t>
      </w:r>
      <w:r w:rsidR="006B498B">
        <w:rPr>
          <w:b/>
          <w:bCs/>
        </w:rPr>
        <w:t>2</w:t>
      </w:r>
      <w:r w:rsidR="006B498B">
        <w:t xml:space="preserve"> je místem plnění </w:t>
      </w:r>
      <w:r w:rsidR="006B498B" w:rsidRPr="002D127E">
        <w:rPr>
          <w:b/>
          <w:bCs/>
        </w:rPr>
        <w:t>CDP Praha, V</w:t>
      </w:r>
      <w:r w:rsidR="006B498B">
        <w:rPr>
          <w:b/>
          <w:bCs/>
        </w:rPr>
        <w:t> </w:t>
      </w:r>
      <w:r w:rsidR="006B498B" w:rsidRPr="002D127E">
        <w:rPr>
          <w:b/>
          <w:bCs/>
        </w:rPr>
        <w:t>Trianglu</w:t>
      </w:r>
      <w:r w:rsidR="006B498B">
        <w:rPr>
          <w:b/>
          <w:bCs/>
        </w:rPr>
        <w:t> 2474</w:t>
      </w:r>
      <w:r w:rsidR="006B498B" w:rsidRPr="002D127E">
        <w:rPr>
          <w:b/>
          <w:bCs/>
        </w:rPr>
        <w:t>, Praha 9</w:t>
      </w:r>
      <w:r w:rsidR="006B498B">
        <w:t>.</w:t>
      </w:r>
    </w:p>
    <w:p w14:paraId="11C8F85E" w14:textId="77777777" w:rsidR="009856D3" w:rsidRDefault="009856D3" w:rsidP="001D004B">
      <w:pPr>
        <w:ind w:firstLine="426"/>
      </w:pPr>
    </w:p>
    <w:p w14:paraId="1D6FDC71" w14:textId="3A8D2B60" w:rsidR="00000A1A" w:rsidRDefault="00000A1A" w:rsidP="00000A1A">
      <w:pPr>
        <w:ind w:firstLine="426"/>
      </w:pPr>
      <w:r>
        <w:t>c)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3</w:t>
      </w:r>
      <w:r>
        <w:t xml:space="preserve"> – Jeden (1)</w:t>
      </w:r>
      <w:r w:rsidRPr="00143089">
        <w:t xml:space="preserve"> server pro </w:t>
      </w:r>
      <w:r w:rsidR="0046140A">
        <w:t xml:space="preserve">zálohování </w:t>
      </w:r>
      <w:r w:rsidRPr="00143089">
        <w:t>virtualizační farm</w:t>
      </w:r>
      <w:r w:rsidR="0046140A">
        <w:t>y</w:t>
      </w:r>
      <w:r>
        <w:t xml:space="preserve"> „KB TDS / CDP Praha“ v konfiguraci:</w:t>
      </w:r>
    </w:p>
    <w:p w14:paraId="67688BD4" w14:textId="77777777" w:rsidR="00000A1A" w:rsidRDefault="00000A1A" w:rsidP="00000A1A">
      <w:pPr>
        <w:rPr>
          <w:rFonts w:cstheme="minorHAnsi"/>
          <w:b/>
          <w:bCs/>
        </w:rPr>
      </w:pPr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2D127E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4B2D76" w:rsidRPr="0050706D" w14:paraId="0929D579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A9CAFD0" w14:textId="77777777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6811AD14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4B2D76" w:rsidRPr="0050706D" w14:paraId="6BE4A5E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74A9E7" w14:textId="5DC83087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D127E">
              <w:rPr>
                <w:rFonts w:cstheme="minorHAnsi"/>
                <w:sz w:val="18"/>
              </w:rPr>
              <w:t>Provedení serveru 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 w:rsidR="003D264E">
              <w:rPr>
                <w:rFonts w:cstheme="minorHAnsi"/>
                <w:b/>
                <w:bCs/>
                <w:sz w:val="18"/>
              </w:rPr>
              <w:t>10</w:t>
            </w:r>
            <w:r w:rsidRPr="0001392D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5DA707D7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4B2D76" w:rsidRPr="0050706D" w14:paraId="4B82B46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BEB211" w14:textId="77777777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Pr="0001392D">
              <w:rPr>
                <w:rFonts w:cstheme="minorHAnsi"/>
                <w:b/>
                <w:bCs/>
                <w:sz w:val="18"/>
              </w:rPr>
              <w:t>2 RU</w:t>
            </w:r>
            <w:r w:rsidRPr="002D127E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57C213E9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4B2D76" w:rsidRPr="0050706D" w14:paraId="1560BD2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4F9654" w14:textId="133FC9AD" w:rsidR="004B2D76" w:rsidRPr="002D127E" w:rsidRDefault="005C11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5C11D7">
              <w:rPr>
                <w:rFonts w:cstheme="minorHAnsi"/>
                <w:b/>
                <w:bCs/>
                <w:sz w:val="18"/>
              </w:rPr>
              <w:t xml:space="preserve">2x CPU, </w:t>
            </w:r>
            <w:r w:rsidRPr="00BE2099">
              <w:rPr>
                <w:rFonts w:cstheme="minorHAnsi"/>
                <w:sz w:val="18"/>
              </w:rPr>
              <w:t>každ</w:t>
            </w:r>
            <w:r w:rsidR="00BE2099" w:rsidRPr="00BE2099">
              <w:rPr>
                <w:rFonts w:cstheme="minorHAnsi"/>
                <w:sz w:val="18"/>
              </w:rPr>
              <w:t>ý</w:t>
            </w:r>
            <w:r w:rsidR="004B2D76" w:rsidRPr="002D127E">
              <w:rPr>
                <w:rFonts w:cstheme="minorHAnsi"/>
                <w:sz w:val="18"/>
              </w:rPr>
              <w:t xml:space="preserve"> </w:t>
            </w:r>
            <w:r w:rsidR="004B2D76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16</w:t>
            </w:r>
            <w:r w:rsidR="004B2D76" w:rsidRPr="0001392D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4B2D76" w:rsidRPr="002D127E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32</w:t>
            </w:r>
            <w:r w:rsidR="004B2D76" w:rsidRPr="002D127E">
              <w:rPr>
                <w:rFonts w:cstheme="minorHAnsi"/>
                <w:sz w:val="18"/>
              </w:rPr>
              <w:t xml:space="preserve"> vláken) se</w:t>
            </w:r>
            <w:r w:rsidR="004B2D76">
              <w:rPr>
                <w:rFonts w:cstheme="minorHAnsi"/>
                <w:sz w:val="18"/>
              </w:rPr>
              <w:t> </w:t>
            </w:r>
            <w:r w:rsidR="004B2D76" w:rsidRPr="002D127E">
              <w:rPr>
                <w:rFonts w:cstheme="minorHAnsi"/>
                <w:sz w:val="18"/>
              </w:rPr>
              <w:t xml:space="preserve">základní frekvencí minimálně 2.0 GHz a se spotřebou maximálně </w:t>
            </w:r>
            <w:r w:rsidR="00BE2099">
              <w:rPr>
                <w:rFonts w:cstheme="minorHAnsi"/>
                <w:sz w:val="18"/>
              </w:rPr>
              <w:t>230</w:t>
            </w:r>
            <w:r w:rsidR="004B2D76" w:rsidRPr="002D127E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3846F639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4B2D76" w:rsidRPr="0050706D" w14:paraId="54FBD9B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454FD8" w14:textId="77777777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146DE">
              <w:rPr>
                <w:rFonts w:cstheme="minorHAnsi"/>
                <w:sz w:val="18"/>
              </w:rPr>
              <w:t xml:space="preserve">Architektura </w:t>
            </w:r>
            <w:r w:rsidRPr="007146DE">
              <w:rPr>
                <w:rFonts w:cstheme="minorHAnsi"/>
                <w:b/>
                <w:bCs/>
                <w:sz w:val="18"/>
              </w:rPr>
              <w:t>Intel x86-64</w:t>
            </w:r>
            <w:r w:rsidRPr="007146DE">
              <w:rPr>
                <w:rFonts w:cstheme="minorHAnsi"/>
                <w:sz w:val="18"/>
              </w:rPr>
              <w:t xml:space="preserve"> z důvodu kompatibility současného </w:t>
            </w:r>
            <w:r>
              <w:rPr>
                <w:rFonts w:cstheme="minorHAnsi"/>
                <w:sz w:val="18"/>
              </w:rPr>
              <w:t xml:space="preserve">ICT </w:t>
            </w:r>
            <w:r w:rsidRPr="007146DE">
              <w:rPr>
                <w:rFonts w:cstheme="minorHAnsi"/>
                <w:sz w:val="18"/>
              </w:rPr>
              <w:t>prostředí</w:t>
            </w:r>
          </w:p>
        </w:tc>
        <w:tc>
          <w:tcPr>
            <w:tcW w:w="3288" w:type="dxa"/>
          </w:tcPr>
          <w:p w14:paraId="6D14E0AA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4B2D76" w:rsidRPr="0050706D" w14:paraId="653DBCC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CDCE46D" w14:textId="1B525B41" w:rsidR="004B2D76" w:rsidRPr="002D127E" w:rsidRDefault="004B2D76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sz w:val="18"/>
                <w:lang w:eastAsia="cs-CZ"/>
              </w:rPr>
              <w:t xml:space="preserve">Operační paměť minimálně </w:t>
            </w:r>
            <w:r w:rsidR="007F3AD6" w:rsidRPr="007F3AD6">
              <w:rPr>
                <w:b/>
                <w:bCs/>
                <w:sz w:val="18"/>
                <w:lang w:eastAsia="cs-CZ"/>
              </w:rPr>
              <w:t>128</w:t>
            </w:r>
            <w:r w:rsidRPr="007F3AD6">
              <w:rPr>
                <w:b/>
                <w:bCs/>
                <w:sz w:val="18"/>
                <w:lang w:eastAsia="cs-CZ"/>
              </w:rPr>
              <w:t xml:space="preserve"> </w:t>
            </w:r>
            <w:r w:rsidRPr="002D127E">
              <w:rPr>
                <w:b/>
                <w:sz w:val="18"/>
                <w:lang w:eastAsia="cs-CZ"/>
              </w:rPr>
              <w:t>GB DDR5</w:t>
            </w:r>
            <w:r w:rsidRPr="002D127E">
              <w:rPr>
                <w:sz w:val="18"/>
                <w:lang w:eastAsia="cs-CZ"/>
              </w:rPr>
              <w:t xml:space="preserve"> s použitím modulů o maximální velikosti </w:t>
            </w:r>
            <w:r w:rsidR="007F3AD6">
              <w:rPr>
                <w:sz w:val="18"/>
                <w:lang w:eastAsia="cs-CZ"/>
              </w:rPr>
              <w:t>64</w:t>
            </w:r>
            <w:r w:rsidRPr="002D127E">
              <w:rPr>
                <w:sz w:val="18"/>
                <w:lang w:eastAsia="cs-CZ"/>
              </w:rPr>
              <w:t xml:space="preserve"> GB, rozšiřitelná </w:t>
            </w:r>
            <w:r w:rsidRPr="002D127E">
              <w:rPr>
                <w:sz w:val="18"/>
                <w:lang w:eastAsia="cs-CZ"/>
              </w:rPr>
              <w:lastRenderedPageBreak/>
              <w:t xml:space="preserve">minimálně do </w:t>
            </w:r>
            <w:r w:rsidR="007F3AD6">
              <w:rPr>
                <w:sz w:val="18"/>
                <w:lang w:eastAsia="cs-CZ"/>
              </w:rPr>
              <w:t>512</w:t>
            </w:r>
            <w:r w:rsidRPr="002D127E">
              <w:rPr>
                <w:sz w:val="18"/>
                <w:lang w:eastAsia="cs-CZ"/>
              </w:rPr>
              <w:t xml:space="preserve"> GB jen přidáním dalších paměťových modulů</w:t>
            </w:r>
          </w:p>
        </w:tc>
        <w:tc>
          <w:tcPr>
            <w:tcW w:w="3288" w:type="dxa"/>
          </w:tcPr>
          <w:p w14:paraId="21340F5A" w14:textId="77777777" w:rsidR="004B2D76" w:rsidRPr="002D127E" w:rsidRDefault="004B2D76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C63473" w:rsidRPr="0050706D" w14:paraId="6748355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BB3FCF2" w14:textId="5DAFA61B" w:rsidR="00C63473" w:rsidRPr="002D127E" w:rsidRDefault="00C63473" w:rsidP="00C63473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SSD</w:t>
            </w:r>
            <w:r w:rsidRPr="002D127E">
              <w:rPr>
                <w:rFonts w:cstheme="minorHAnsi"/>
                <w:sz w:val="18"/>
              </w:rPr>
              <w:t xml:space="preserve">, každý o velikosti minimálně </w:t>
            </w:r>
            <w:r w:rsidRPr="002D127E">
              <w:rPr>
                <w:rFonts w:cstheme="minorHAnsi"/>
                <w:b/>
                <w:bCs/>
                <w:sz w:val="18"/>
              </w:rPr>
              <w:t>480 GB</w:t>
            </w:r>
            <w:r w:rsidRPr="002D127E">
              <w:rPr>
                <w:rFonts w:cstheme="minorHAnsi"/>
                <w:sz w:val="18"/>
              </w:rPr>
              <w:t xml:space="preserve"> v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konfiguraci RAID1 (zrcadlení) pro </w:t>
            </w:r>
            <w:proofErr w:type="spellStart"/>
            <w:r>
              <w:rPr>
                <w:rFonts w:cstheme="minorHAnsi"/>
                <w:sz w:val="18"/>
              </w:rPr>
              <w:t>boot</w:t>
            </w:r>
            <w:proofErr w:type="spellEnd"/>
            <w:r>
              <w:rPr>
                <w:rFonts w:cstheme="minorHAnsi"/>
                <w:sz w:val="18"/>
              </w:rPr>
              <w:t xml:space="preserve"> a </w:t>
            </w:r>
            <w:r w:rsidRPr="002D127E">
              <w:rPr>
                <w:rFonts w:cstheme="minorHAnsi"/>
                <w:sz w:val="18"/>
              </w:rPr>
              <w:t xml:space="preserve">běh </w:t>
            </w:r>
            <w:r>
              <w:rPr>
                <w:rFonts w:cstheme="minorHAnsi"/>
                <w:sz w:val="18"/>
              </w:rPr>
              <w:t>OS</w:t>
            </w:r>
          </w:p>
        </w:tc>
        <w:tc>
          <w:tcPr>
            <w:tcW w:w="3288" w:type="dxa"/>
          </w:tcPr>
          <w:p w14:paraId="62FB8C74" w14:textId="394E52E4" w:rsidR="00C63473" w:rsidRPr="002D127E" w:rsidRDefault="00C63473" w:rsidP="00C6347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06DA2" w:rsidRPr="0050706D" w14:paraId="7EAE1FD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19165E1" w14:textId="71AEE08C" w:rsidR="00061D5F" w:rsidRDefault="00906DA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Lokální úložiště </w:t>
            </w:r>
            <w:r w:rsidR="00231B85">
              <w:rPr>
                <w:rFonts w:cstheme="minorHAnsi"/>
                <w:sz w:val="18"/>
              </w:rPr>
              <w:t>pro databázi záloh</w:t>
            </w:r>
            <w:r w:rsidR="00061D5F">
              <w:rPr>
                <w:rFonts w:cstheme="minorHAnsi"/>
                <w:sz w:val="18"/>
              </w:rPr>
              <w:t xml:space="preserve"> </w:t>
            </w:r>
            <w:r w:rsidRPr="002D127E">
              <w:rPr>
                <w:rFonts w:cstheme="minorHAnsi"/>
                <w:sz w:val="18"/>
              </w:rPr>
              <w:t>v</w:t>
            </w:r>
            <w:r w:rsidR="00061D5F"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serveru</w:t>
            </w:r>
          </w:p>
          <w:p w14:paraId="15A923A7" w14:textId="14F5B766" w:rsidR="00906DA2" w:rsidRPr="00A132AC" w:rsidRDefault="00061D5F" w:rsidP="00AC60C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U</w:t>
            </w:r>
            <w:r w:rsidR="00906DA2" w:rsidRPr="00A132AC">
              <w:rPr>
                <w:rFonts w:cstheme="minorHAnsi"/>
                <w:sz w:val="18"/>
                <w:szCs w:val="22"/>
              </w:rPr>
              <w:t>živatelsky použiteln</w:t>
            </w:r>
            <w:r w:rsidRPr="00A132AC">
              <w:rPr>
                <w:rFonts w:cstheme="minorHAnsi"/>
                <w:sz w:val="18"/>
                <w:szCs w:val="22"/>
              </w:rPr>
              <w:t>á</w:t>
            </w:r>
            <w:r w:rsidR="00906DA2" w:rsidRPr="00A132AC">
              <w:rPr>
                <w:rFonts w:cstheme="minorHAnsi"/>
                <w:sz w:val="18"/>
                <w:szCs w:val="22"/>
              </w:rPr>
              <w:t xml:space="preserve"> čist</w:t>
            </w:r>
            <w:r w:rsidRPr="00A132AC">
              <w:rPr>
                <w:rFonts w:cstheme="minorHAnsi"/>
                <w:sz w:val="18"/>
                <w:szCs w:val="22"/>
              </w:rPr>
              <w:t xml:space="preserve">á </w:t>
            </w:r>
            <w:r w:rsidR="00906DA2" w:rsidRPr="00A132AC">
              <w:rPr>
                <w:rFonts w:cstheme="minorHAnsi"/>
                <w:sz w:val="18"/>
                <w:szCs w:val="22"/>
              </w:rPr>
              <w:t>nekomprimovan</w:t>
            </w:r>
            <w:r w:rsidRPr="00A132AC">
              <w:rPr>
                <w:rFonts w:cstheme="minorHAnsi"/>
                <w:sz w:val="18"/>
                <w:szCs w:val="22"/>
              </w:rPr>
              <w:t>á</w:t>
            </w:r>
            <w:r w:rsidR="00906DA2" w:rsidRPr="00A132AC">
              <w:rPr>
                <w:rFonts w:cstheme="minorHAnsi"/>
                <w:sz w:val="18"/>
                <w:szCs w:val="22"/>
              </w:rPr>
              <w:t xml:space="preserve"> kapacit</w:t>
            </w:r>
            <w:r w:rsidRPr="00A132AC">
              <w:rPr>
                <w:rFonts w:cstheme="minorHAnsi"/>
                <w:sz w:val="18"/>
                <w:szCs w:val="22"/>
              </w:rPr>
              <w:t>a</w:t>
            </w:r>
            <w:r w:rsidR="00906DA2" w:rsidRPr="00A132AC">
              <w:rPr>
                <w:rFonts w:cstheme="minorHAnsi"/>
                <w:sz w:val="18"/>
                <w:szCs w:val="22"/>
              </w:rPr>
              <w:t xml:space="preserve"> minimálně </w:t>
            </w:r>
            <w:r w:rsidR="00906DA2" w:rsidRPr="00A132AC">
              <w:rPr>
                <w:rFonts w:cstheme="minorHAnsi"/>
                <w:b/>
                <w:bCs/>
                <w:sz w:val="18"/>
                <w:szCs w:val="22"/>
              </w:rPr>
              <w:t xml:space="preserve">8 </w:t>
            </w:r>
            <w:proofErr w:type="spellStart"/>
            <w:r w:rsidR="00906DA2" w:rsidRPr="00A132AC">
              <w:rPr>
                <w:rFonts w:cstheme="minorHAnsi"/>
                <w:b/>
                <w:bCs/>
                <w:sz w:val="18"/>
                <w:szCs w:val="22"/>
              </w:rPr>
              <w:t>Ti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>B</w:t>
            </w:r>
            <w:proofErr w:type="spellEnd"/>
            <w:r w:rsidR="00A132AC"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6836D882" w14:textId="022C88F3" w:rsidR="00061D5F" w:rsidRPr="00A132AC" w:rsidRDefault="00A132AC" w:rsidP="00AC60C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16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20043039" w14:textId="4B73EBBF" w:rsidR="00A132AC" w:rsidRPr="00A132AC" w:rsidRDefault="00A132AC" w:rsidP="00AC60C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 w:rsidR="00AC60CB"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31CBC5E5" w14:textId="67E959FE" w:rsidR="00A132AC" w:rsidRPr="00A132AC" w:rsidRDefault="00A132AC" w:rsidP="00AC60C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="009036B9" w:rsidRPr="009036B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67E2D">
              <w:rPr>
                <w:rFonts w:cstheme="minorHAnsi"/>
                <w:sz w:val="18"/>
                <w:szCs w:val="22"/>
              </w:rPr>
              <w:t>2</w:t>
            </w:r>
            <w:r w:rsidR="00AC60CB"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7173B330" w14:textId="77777777" w:rsidR="00906DA2" w:rsidRPr="00927BA6" w:rsidRDefault="00906DA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67034C3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AACF1D2" w14:textId="0A2797F5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 w:rsidRPr="004C5283">
              <w:rPr>
                <w:rFonts w:cstheme="minorHAnsi"/>
                <w:b/>
                <w:bCs/>
                <w:sz w:val="18"/>
              </w:rPr>
              <w:t>4</w:t>
            </w:r>
            <w:r w:rsidRPr="002D127E">
              <w:rPr>
                <w:rFonts w:cstheme="minorHAnsi"/>
                <w:b/>
                <w:bCs/>
                <w:sz w:val="18"/>
              </w:rPr>
              <w:t>x 25 Gbps</w:t>
            </w:r>
            <w:r w:rsidRPr="002D127E">
              <w:rPr>
                <w:rFonts w:cstheme="minorHAnsi"/>
                <w:sz w:val="18"/>
              </w:rPr>
              <w:t xml:space="preserve"> SFP </w:t>
            </w:r>
            <w:r>
              <w:rPr>
                <w:rFonts w:cstheme="minorHAnsi"/>
                <w:sz w:val="18"/>
              </w:rPr>
              <w:t>LAN s podporou rychlosti 10 Gbps (tj. 10/25 Gbps)</w:t>
            </w:r>
          </w:p>
        </w:tc>
        <w:tc>
          <w:tcPr>
            <w:tcW w:w="3288" w:type="dxa"/>
          </w:tcPr>
          <w:p w14:paraId="27C5B6D2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417FB4" w14:paraId="5441231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490919C" w14:textId="77777777" w:rsidR="005B7333" w:rsidRPr="002D127E" w:rsidRDefault="005B7333" w:rsidP="005B7333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Minimálně </w:t>
            </w:r>
            <w:r w:rsidRPr="00026C2A">
              <w:rPr>
                <w:b/>
                <w:bCs/>
                <w:sz w:val="18"/>
                <w:lang w:eastAsia="cs-CZ"/>
              </w:rPr>
              <w:t>4</w:t>
            </w:r>
            <w:r w:rsidRPr="002D127E">
              <w:rPr>
                <w:b/>
                <w:sz w:val="18"/>
                <w:lang w:eastAsia="cs-CZ"/>
              </w:rPr>
              <w:t>x</w:t>
            </w:r>
            <w:r w:rsidRPr="002D127E">
              <w:rPr>
                <w:sz w:val="18"/>
                <w:lang w:eastAsia="cs-CZ"/>
              </w:rPr>
              <w:t xml:space="preserve"> </w:t>
            </w:r>
            <w:r w:rsidRPr="002D127E">
              <w:rPr>
                <w:b/>
                <w:bCs/>
                <w:sz w:val="18"/>
                <w:lang w:eastAsia="cs-CZ"/>
              </w:rPr>
              <w:t>1 Gbps</w:t>
            </w:r>
            <w:r w:rsidRPr="002D127E">
              <w:rPr>
                <w:sz w:val="18"/>
                <w:lang w:eastAsia="cs-CZ"/>
              </w:rPr>
              <w:t xml:space="preserve"> </w:t>
            </w:r>
            <w:r>
              <w:rPr>
                <w:sz w:val="18"/>
                <w:lang w:eastAsia="cs-CZ"/>
              </w:rPr>
              <w:t>RJ45</w:t>
            </w:r>
            <w:r w:rsidRPr="002D127E">
              <w:rPr>
                <w:sz w:val="18"/>
                <w:lang w:eastAsia="cs-CZ"/>
              </w:rPr>
              <w:t xml:space="preserve"> LAN</w:t>
            </w:r>
          </w:p>
        </w:tc>
        <w:tc>
          <w:tcPr>
            <w:tcW w:w="3288" w:type="dxa"/>
          </w:tcPr>
          <w:p w14:paraId="392ED228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4795417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1ED26E3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Dedikovaný </w:t>
            </w:r>
            <w:r w:rsidRPr="002D127E">
              <w:rPr>
                <w:rFonts w:cstheme="minorHAnsi"/>
                <w:b/>
                <w:bCs/>
                <w:sz w:val="18"/>
              </w:rPr>
              <w:t>1 Gbps</w:t>
            </w:r>
            <w:r w:rsidRPr="002D127E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61F9CF5E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C35E6" w:rsidRPr="0050706D" w14:paraId="19C4E24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989AA5" w14:textId="77777777" w:rsidR="007C35E6" w:rsidRPr="002D127E" w:rsidRDefault="007C35E6" w:rsidP="001934E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 w:rsidRPr="00FA1C4C">
              <w:rPr>
                <w:rFonts w:cstheme="minorHAnsi"/>
                <w:b/>
                <w:bCs/>
                <w:sz w:val="18"/>
              </w:rPr>
              <w:t>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>
              <w:rPr>
                <w:rFonts w:cstheme="minorHAnsi"/>
                <w:b/>
                <w:bCs/>
                <w:sz w:val="18"/>
              </w:rPr>
              <w:t>32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SFP </w:t>
            </w:r>
            <w:proofErr w:type="spellStart"/>
            <w:r>
              <w:rPr>
                <w:rFonts w:cstheme="minorHAnsi"/>
                <w:sz w:val="18"/>
              </w:rPr>
              <w:t>FibreChannel</w:t>
            </w:r>
            <w:proofErr w:type="spellEnd"/>
            <w:r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0B716F3B" w14:textId="77777777" w:rsidR="007C35E6" w:rsidRPr="002D127E" w:rsidRDefault="007C35E6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50B1FA1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00116F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2D127E">
              <w:rPr>
                <w:rFonts w:cstheme="minorHAnsi"/>
                <w:sz w:val="18"/>
              </w:rPr>
              <w:t>Trusted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</w:rPr>
              <w:t>Platform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Module </w:t>
            </w:r>
            <w:r>
              <w:rPr>
                <w:rFonts w:cstheme="minorHAnsi"/>
                <w:sz w:val="18"/>
              </w:rPr>
              <w:t xml:space="preserve">minimálně ve verzi </w:t>
            </w:r>
            <w:r w:rsidRPr="002D127E">
              <w:rPr>
                <w:rFonts w:cstheme="minorHAnsi"/>
                <w:sz w:val="18"/>
              </w:rPr>
              <w:t>2.0</w:t>
            </w:r>
          </w:p>
        </w:tc>
        <w:tc>
          <w:tcPr>
            <w:tcW w:w="3288" w:type="dxa"/>
          </w:tcPr>
          <w:p w14:paraId="47A99B27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37A9FDF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6D5074C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>
              <w:rPr>
                <w:rFonts w:cstheme="minorHAnsi"/>
                <w:sz w:val="18"/>
              </w:rPr>
              <w:t>Platinum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585C381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109BB33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818963" w14:textId="68857DB8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Pr="002D127E">
              <w:rPr>
                <w:sz w:val="18"/>
                <w:lang w:eastAsia="cs-CZ"/>
              </w:rPr>
              <w:t xml:space="preserve">ižiny do rackové skříně </w:t>
            </w:r>
            <w:r w:rsidR="00D455AA">
              <w:rPr>
                <w:sz w:val="18"/>
                <w:lang w:eastAsia="cs-CZ"/>
              </w:rPr>
              <w:t>s</w:t>
            </w:r>
            <w:r w:rsidRPr="002D127E">
              <w:rPr>
                <w:sz w:val="18"/>
                <w:lang w:eastAsia="cs-CZ"/>
              </w:rPr>
              <w:t xml:space="preserve"> „</w:t>
            </w:r>
            <w:proofErr w:type="spellStart"/>
            <w:r w:rsidRPr="002D127E">
              <w:rPr>
                <w:sz w:val="18"/>
                <w:lang w:eastAsia="cs-CZ"/>
              </w:rPr>
              <w:t>cable</w:t>
            </w:r>
            <w:proofErr w:type="spellEnd"/>
            <w:r w:rsidRPr="002D127E">
              <w:rPr>
                <w:sz w:val="18"/>
                <w:lang w:eastAsia="cs-CZ"/>
              </w:rPr>
              <w:t xml:space="preserve"> management</w:t>
            </w:r>
            <w:r>
              <w:rPr>
                <w:sz w:val="18"/>
                <w:lang w:eastAsia="cs-CZ"/>
              </w:rPr>
              <w:t xml:space="preserve"> </w:t>
            </w:r>
            <w:proofErr w:type="spellStart"/>
            <w:r>
              <w:rPr>
                <w:sz w:val="18"/>
                <w:lang w:eastAsia="cs-CZ"/>
              </w:rPr>
              <w:t>arm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77805076" w14:textId="77777777" w:rsidR="005B7333" w:rsidRPr="00BC57E5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4A049E" w14:paraId="0F80F0C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37BBB8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230V CEE7/7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35296127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4A049E" w14:paraId="4438FB8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0A2EE4B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230V </w:t>
            </w:r>
            <w:r>
              <w:rPr>
                <w:rFonts w:cstheme="minorHAnsi"/>
                <w:sz w:val="18"/>
              </w:rPr>
              <w:t>IEC C13</w:t>
            </w:r>
            <w:r w:rsidRPr="002D127E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659C9CD1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4A049E" w14:paraId="3F9803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9156E2F" w14:textId="77777777" w:rsidR="005B7333" w:rsidRPr="00A9399D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9399D">
              <w:rPr>
                <w:rFonts w:cstheme="minorHAnsi"/>
                <w:sz w:val="18"/>
              </w:rPr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vSphere</w:t>
            </w:r>
            <w:proofErr w:type="spellEnd"/>
            <w:r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2630F79D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232D641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5BD9CB9" w14:textId="4C21CD8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Webová nebo mobilní bezpečnostní aplikace, sloužící k ověření, že mezi expedicí zařízení a jeho zprovozněním v datovém centru zákazníka, nedošlo k neautorizovanému zásahu do </w:t>
            </w:r>
            <w:r>
              <w:rPr>
                <w:rFonts w:cstheme="minorHAnsi"/>
                <w:sz w:val="18"/>
              </w:rPr>
              <w:t>firmware</w:t>
            </w:r>
            <w:r w:rsidRPr="002D127E">
              <w:rPr>
                <w:rFonts w:cstheme="minorHAnsi"/>
                <w:sz w:val="18"/>
              </w:rPr>
              <w:t xml:space="preserve"> či hardware (HW) ani k výměně některé klíčové komponenty za jinou.</w:t>
            </w:r>
          </w:p>
        </w:tc>
        <w:tc>
          <w:tcPr>
            <w:tcW w:w="3288" w:type="dxa"/>
          </w:tcPr>
          <w:p w14:paraId="16324FD5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4AF40E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6490CE" w14:textId="6DDC2E06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Integrační pluginy pro monitoring zdravotního stavu a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správu HW přímo z MS </w:t>
            </w:r>
            <w:proofErr w:type="spellStart"/>
            <w:r w:rsidRPr="002D127E">
              <w:rPr>
                <w:rFonts w:cstheme="minorHAnsi"/>
                <w:sz w:val="18"/>
              </w:rPr>
              <w:t>System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70140440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50706D" w14:paraId="3B81C60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CFAE3C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2D127E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2D5BF2E3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2E3BD1" w14:paraId="418BAF1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97EDE2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Podpora výrobce na </w:t>
            </w:r>
            <w:r w:rsidRPr="002D127E">
              <w:rPr>
                <w:rFonts w:cstheme="minorHAnsi"/>
                <w:b/>
                <w:bCs/>
                <w:sz w:val="18"/>
              </w:rPr>
              <w:t>5 let</w:t>
            </w:r>
            <w:r w:rsidRPr="002D127E">
              <w:rPr>
                <w:rFonts w:cstheme="minorHAnsi"/>
                <w:sz w:val="18"/>
              </w:rPr>
              <w:t xml:space="preserve"> v rozsahu „</w:t>
            </w:r>
            <w:r w:rsidRPr="002D127E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6B8DFF65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D730ED" w14:paraId="2BE92D5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6C9DB41" w14:textId="77777777" w:rsidR="005B7333" w:rsidRPr="002D127E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U všech disků</w:t>
            </w:r>
            <w:r>
              <w:rPr>
                <w:rFonts w:cstheme="minorHAnsi"/>
                <w:sz w:val="18"/>
              </w:rPr>
              <w:t xml:space="preserve">, SSD, </w:t>
            </w:r>
            <w:proofErr w:type="spellStart"/>
            <w:r>
              <w:rPr>
                <w:rFonts w:cstheme="minorHAnsi"/>
                <w:sz w:val="18"/>
              </w:rPr>
              <w:t>NVMe</w:t>
            </w:r>
            <w:proofErr w:type="spellEnd"/>
            <w:r>
              <w:rPr>
                <w:rFonts w:cstheme="minorHAnsi"/>
                <w:sz w:val="18"/>
              </w:rPr>
              <w:t xml:space="preserve"> a médií</w:t>
            </w:r>
            <w:r w:rsidRPr="002D127E">
              <w:rPr>
                <w:rFonts w:cstheme="minorHAnsi"/>
                <w:sz w:val="18"/>
              </w:rPr>
              <w:t xml:space="preserve"> je požadováno ponechání disku Kupujícímu při jeho poruše a</w:t>
            </w:r>
            <w:r>
              <w:rPr>
                <w:rFonts w:cstheme="minorHAnsi"/>
                <w:sz w:val="18"/>
              </w:rPr>
              <w:t>/nebo</w:t>
            </w:r>
            <w:r w:rsidRPr="002D127E">
              <w:rPr>
                <w:rFonts w:cstheme="minorHAnsi"/>
                <w:sz w:val="18"/>
              </w:rPr>
              <w:t xml:space="preserve"> reklamaci</w:t>
            </w:r>
          </w:p>
        </w:tc>
        <w:tc>
          <w:tcPr>
            <w:tcW w:w="3288" w:type="dxa"/>
          </w:tcPr>
          <w:p w14:paraId="28ED1FC9" w14:textId="77777777" w:rsidR="005B7333" w:rsidRPr="002D127E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D730ED" w14:paraId="26035B5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7C91AF" w14:textId="77777777" w:rsidR="005B7333" w:rsidRPr="00A05703" w:rsidRDefault="005B7333" w:rsidP="005B7333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Vzdálená správa HW serveru </w:t>
            </w:r>
          </w:p>
          <w:p w14:paraId="64EDB9D1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Vzdálená správa s dedikovaným vlastním portem 1G</w:t>
            </w:r>
            <w:r>
              <w:rPr>
                <w:rFonts w:cstheme="minorHAnsi"/>
                <w:sz w:val="18"/>
              </w:rPr>
              <w:t>bE</w:t>
            </w:r>
            <w:r w:rsidRPr="00A05703">
              <w:rPr>
                <w:rFonts w:cstheme="minorHAnsi"/>
                <w:sz w:val="18"/>
              </w:rPr>
              <w:t xml:space="preserve"> a možností převzít plně vzdálené ovládání serveru.</w:t>
            </w:r>
          </w:p>
          <w:p w14:paraId="0EFE7F90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54707BB9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A05703">
              <w:rPr>
                <w:rFonts w:cstheme="minorHAnsi"/>
                <w:sz w:val="18"/>
              </w:rPr>
              <w:t>mountování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ISO image.</w:t>
            </w:r>
          </w:p>
          <w:p w14:paraId="7A473BD3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19CF02C5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lastRenderedPageBreak/>
              <w:t>Podpora standartních Webových prohlížečů</w:t>
            </w:r>
            <w:r>
              <w:rPr>
                <w:rFonts w:cstheme="minorHAnsi"/>
                <w:sz w:val="18"/>
              </w:rPr>
              <w:t xml:space="preserve"> (Google Chrome, MS </w:t>
            </w:r>
            <w:proofErr w:type="spellStart"/>
            <w:r>
              <w:rPr>
                <w:rFonts w:cstheme="minorHAnsi"/>
                <w:sz w:val="18"/>
              </w:rPr>
              <w:t>Edge</w:t>
            </w:r>
            <w:proofErr w:type="spellEnd"/>
            <w:r>
              <w:rPr>
                <w:rFonts w:cstheme="minorHAnsi"/>
                <w:sz w:val="18"/>
              </w:rPr>
              <w:t>, Mozilla Firefox)</w:t>
            </w:r>
            <w:r w:rsidRPr="00A05703">
              <w:rPr>
                <w:rFonts w:cstheme="minorHAnsi"/>
                <w:sz w:val="18"/>
              </w:rPr>
              <w:t xml:space="preserve">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HTML5.</w:t>
            </w:r>
          </w:p>
          <w:p w14:paraId="35A9EF72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Inventarizace a možnost sledování stavu jednotlivých komponent včetně úrovní </w:t>
            </w:r>
            <w:r>
              <w:rPr>
                <w:rFonts w:cstheme="minorHAnsi"/>
                <w:sz w:val="18"/>
              </w:rPr>
              <w:t>firmware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5353C4E0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A05703">
              <w:rPr>
                <w:rFonts w:cstheme="minorHAnsi"/>
                <w:sz w:val="18"/>
              </w:rPr>
              <w:t>time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sledování vytíženosti CPU, paměti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spotřeby</w:t>
            </w:r>
            <w:r>
              <w:rPr>
                <w:rFonts w:cstheme="minorHAnsi"/>
                <w:sz w:val="18"/>
              </w:rPr>
              <w:t xml:space="preserve"> elektrické energie</w:t>
            </w:r>
            <w:r w:rsidRPr="00A05703">
              <w:rPr>
                <w:rFonts w:cstheme="minorHAnsi"/>
                <w:sz w:val="18"/>
              </w:rPr>
              <w:t xml:space="preserve">, možnost </w:t>
            </w:r>
            <w:proofErr w:type="spellStart"/>
            <w:r w:rsidRPr="00A05703">
              <w:rPr>
                <w:rFonts w:cstheme="minorHAnsi"/>
                <w:sz w:val="18"/>
              </w:rPr>
              <w:t>Power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</w:t>
            </w:r>
            <w:proofErr w:type="spellStart"/>
            <w:r w:rsidRPr="00A05703">
              <w:rPr>
                <w:rFonts w:cstheme="minorHAnsi"/>
                <w:sz w:val="18"/>
              </w:rPr>
              <w:t>cappingu</w:t>
            </w:r>
            <w:proofErr w:type="spellEnd"/>
            <w:r w:rsidRPr="00A05703">
              <w:rPr>
                <w:rFonts w:cstheme="minorHAnsi"/>
                <w:sz w:val="18"/>
              </w:rPr>
              <w:t>.</w:t>
            </w:r>
          </w:p>
          <w:p w14:paraId="4FB4A4C2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60218915" w14:textId="77777777" w:rsidR="005B7333" w:rsidRPr="00A0570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REDFISH a RESTAPI skriptů.</w:t>
            </w:r>
          </w:p>
          <w:p w14:paraId="0194C5F8" w14:textId="77777777" w:rsidR="005B733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437B7EAE" w14:textId="77777777" w:rsidR="005B733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972D04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73B7ACE7" w14:textId="77777777" w:rsidR="005B733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Integrace s centrální vzdálenou správou serverového HW </w:t>
            </w:r>
            <w:r w:rsidRPr="00F42FFE">
              <w:rPr>
                <w:rFonts w:cstheme="minorHAnsi"/>
                <w:sz w:val="18"/>
              </w:rPr>
              <w:t>bez použití jakéhokoli dalšího HW či SW třetích stran</w:t>
            </w:r>
          </w:p>
          <w:p w14:paraId="3CB3E11B" w14:textId="77777777" w:rsidR="005B7333" w:rsidRDefault="005B7333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r w:rsidRPr="00C507ED">
              <w:rPr>
                <w:rFonts w:cstheme="minorHAnsi"/>
                <w:sz w:val="18"/>
              </w:rPr>
              <w:t>protokolů SNMP 2c a IPMI</w:t>
            </w:r>
          </w:p>
          <w:p w14:paraId="68712176" w14:textId="6A3F3789" w:rsidR="003107AC" w:rsidRPr="00972D04" w:rsidRDefault="003107AC" w:rsidP="005B7333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3107AC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3107AC">
              <w:rPr>
                <w:rFonts w:cstheme="minorHAnsi"/>
                <w:sz w:val="18"/>
              </w:rPr>
              <w:t>Syslog</w:t>
            </w:r>
            <w:proofErr w:type="spellEnd"/>
            <w:r w:rsidRPr="003107AC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571D9C55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5B7333" w:rsidRPr="00D730ED" w14:paraId="75B95E7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9D513F7" w14:textId="77777777" w:rsidR="005B7333" w:rsidRPr="00C06A42" w:rsidRDefault="005B7333" w:rsidP="005B7333">
            <w:pPr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Hromadná správa </w:t>
            </w:r>
          </w:p>
          <w:p w14:paraId="2E6BDD5F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C06A42">
              <w:rPr>
                <w:rFonts w:cstheme="minorHAnsi"/>
                <w:sz w:val="18"/>
              </w:rPr>
              <w:t>alerting</w:t>
            </w:r>
            <w:proofErr w:type="spellEnd"/>
            <w:r w:rsidRPr="00C06A42">
              <w:rPr>
                <w:rFonts w:cstheme="minorHAnsi"/>
                <w:sz w:val="18"/>
              </w:rPr>
              <w:t>.</w:t>
            </w:r>
          </w:p>
          <w:p w14:paraId="7B185BE7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708A9750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C06A42">
              <w:rPr>
                <w:rFonts w:cstheme="minorHAnsi"/>
                <w:sz w:val="18"/>
              </w:rPr>
              <w:t>Home</w:t>
            </w:r>
            <w:proofErr w:type="spellEnd"/>
            <w:r w:rsidRPr="00C06A42">
              <w:rPr>
                <w:rFonts w:cstheme="minorHAnsi"/>
                <w:sz w:val="18"/>
              </w:rPr>
              <w:t xml:space="preserve"> funkce.</w:t>
            </w:r>
          </w:p>
          <w:p w14:paraId="0FDBD592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Přístup přes mobilní aplikaci.</w:t>
            </w:r>
          </w:p>
          <w:p w14:paraId="7F9CFF1A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Splňující standardy NIST 800-131A a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FIPS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140</w:t>
            </w:r>
            <w:r>
              <w:rPr>
                <w:rFonts w:cstheme="minorHAnsi"/>
                <w:sz w:val="18"/>
              </w:rPr>
              <w:noBreakHyphen/>
            </w:r>
            <w:r w:rsidRPr="00C06A42">
              <w:rPr>
                <w:rFonts w:cstheme="minorHAnsi"/>
                <w:sz w:val="18"/>
              </w:rPr>
              <w:t>2.</w:t>
            </w:r>
          </w:p>
          <w:p w14:paraId="44F38A12" w14:textId="77777777" w:rsidR="005B7333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4E04B7AB" w14:textId="77777777" w:rsidR="005B7333" w:rsidRPr="00C06A42" w:rsidRDefault="005B7333" w:rsidP="005B7333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C06A42">
              <w:rPr>
                <w:rFonts w:cstheme="minorHAnsi"/>
                <w:sz w:val="18"/>
              </w:rPr>
              <w:t>Redfish</w:t>
            </w:r>
            <w:proofErr w:type="spellEnd"/>
            <w:r w:rsidRPr="00C06A42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260700E0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D730ED" w14:paraId="5DC5851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6A44A3" w14:textId="77777777" w:rsidR="005B7333" w:rsidRDefault="005B7333" w:rsidP="005B7333">
            <w:pPr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Napojení na systém centralizované vzdálené správy a</w:t>
            </w:r>
            <w:r>
              <w:rPr>
                <w:rFonts w:cstheme="minorHAnsi"/>
                <w:sz w:val="18"/>
              </w:rPr>
              <w:t> </w:t>
            </w:r>
            <w:r w:rsidRPr="009C394F">
              <w:rPr>
                <w:rFonts w:cstheme="minorHAnsi"/>
                <w:sz w:val="18"/>
              </w:rPr>
              <w:t>dohledu</w:t>
            </w:r>
            <w:r w:rsidRPr="008B75F1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8B75F1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8B75F1">
              <w:rPr>
                <w:rFonts w:cstheme="minorHAnsi"/>
                <w:i/>
                <w:iCs/>
                <w:sz w:val="18"/>
              </w:rPr>
              <w:t>)</w:t>
            </w:r>
            <w:r>
              <w:rPr>
                <w:rFonts w:cstheme="minorHAnsi"/>
                <w:sz w:val="18"/>
              </w:rPr>
              <w:t>:</w:t>
            </w:r>
          </w:p>
          <w:p w14:paraId="7ED804A4" w14:textId="77777777" w:rsidR="005B7333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Napojení na již provozované řešení centralizované vzdálené správy</w:t>
            </w:r>
            <w:r w:rsidRPr="00D75FF1">
              <w:rPr>
                <w:rFonts w:cstheme="minorHAnsi"/>
                <w:sz w:val="18"/>
              </w:rPr>
              <w:t xml:space="preserve"> bez nutnosti pořizovat, instalovat či provozovat jakýkoliv další software, </w:t>
            </w:r>
            <w:r>
              <w:rPr>
                <w:rFonts w:cstheme="minorHAnsi"/>
                <w:sz w:val="18"/>
              </w:rPr>
              <w:t>hardware</w:t>
            </w:r>
            <w:r w:rsidRPr="00D75FF1">
              <w:rPr>
                <w:rFonts w:cstheme="minorHAnsi"/>
                <w:sz w:val="18"/>
              </w:rPr>
              <w:t xml:space="preserve"> nebo appliance</w:t>
            </w:r>
            <w:r>
              <w:rPr>
                <w:rFonts w:cstheme="minorHAnsi"/>
                <w:sz w:val="18"/>
              </w:rPr>
              <w:t xml:space="preserve"> třetích stran</w:t>
            </w:r>
            <w:r w:rsidRPr="00D75FF1">
              <w:rPr>
                <w:rFonts w:cstheme="minorHAnsi"/>
                <w:sz w:val="18"/>
              </w:rPr>
              <w:t>.</w:t>
            </w:r>
          </w:p>
          <w:p w14:paraId="40370934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modelů a sériových čísel</w:t>
            </w:r>
          </w:p>
          <w:p w14:paraId="1A68F306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platnosti servisních kontraktů</w:t>
            </w:r>
          </w:p>
          <w:p w14:paraId="473FEC92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Inventarizace konfigurace</w:t>
            </w:r>
          </w:p>
          <w:p w14:paraId="7A636A23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jednotlivých komponent</w:t>
            </w:r>
          </w:p>
          <w:p w14:paraId="52EBBD65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Kontrola verzí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 xml:space="preserve">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oproti definovaným politikám</w:t>
            </w:r>
          </w:p>
          <w:p w14:paraId="38CDAF1F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zatížení CPU a RAM</w:t>
            </w:r>
          </w:p>
          <w:p w14:paraId="45C41386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spotřeby elektrické energie</w:t>
            </w:r>
          </w:p>
          <w:p w14:paraId="0E2DDEAA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Centrální řízení spotřeby elektrické energie</w:t>
            </w:r>
          </w:p>
          <w:p w14:paraId="10C3D137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Centrální provádění updatů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 xml:space="preserve">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</w:p>
          <w:p w14:paraId="433DD9F6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Dálkové zapnutí/vypnutí jednotlivého serveru</w:t>
            </w:r>
          </w:p>
          <w:p w14:paraId="36DF87F0" w14:textId="77777777" w:rsidR="005B7333" w:rsidRPr="009C394F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9C394F">
              <w:rPr>
                <w:rFonts w:cstheme="minorHAnsi"/>
                <w:sz w:val="18"/>
              </w:rPr>
              <w:t>remote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KVM)</w:t>
            </w:r>
          </w:p>
          <w:p w14:paraId="386EC64C" w14:textId="77777777" w:rsidR="005B7333" w:rsidRPr="00FA52B8" w:rsidRDefault="005B7333" w:rsidP="005B7333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Re-instalace OS pomocí dálkově připojené optické mechaniky</w:t>
            </w:r>
            <w:r>
              <w:rPr>
                <w:rFonts w:cstheme="minorHAnsi"/>
                <w:sz w:val="18"/>
              </w:rPr>
              <w:t xml:space="preserve"> či disku</w:t>
            </w:r>
            <w:r w:rsidRPr="009C394F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s</w:t>
            </w:r>
            <w:r w:rsidRPr="009C394F">
              <w:rPr>
                <w:rFonts w:cstheme="minorHAnsi"/>
                <w:sz w:val="18"/>
              </w:rPr>
              <w:t xml:space="preserve"> ISO soubor</w:t>
            </w:r>
            <w:r>
              <w:rPr>
                <w:rFonts w:cstheme="minorHAnsi"/>
                <w:sz w:val="18"/>
              </w:rPr>
              <w:t>em</w:t>
            </w:r>
            <w:r w:rsidRPr="009C394F">
              <w:rPr>
                <w:rFonts w:cstheme="minorHAnsi"/>
                <w:sz w:val="18"/>
              </w:rPr>
              <w:t>.</w:t>
            </w:r>
          </w:p>
        </w:tc>
        <w:tc>
          <w:tcPr>
            <w:tcW w:w="3288" w:type="dxa"/>
          </w:tcPr>
          <w:p w14:paraId="0CBA2FB9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333" w:rsidRPr="00CC018F" w14:paraId="557D00B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8F24EE" w14:textId="77777777" w:rsidR="005B7333" w:rsidRPr="009777EF" w:rsidRDefault="005B7333" w:rsidP="005B7333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9777EF">
              <w:rPr>
                <w:rFonts w:cstheme="minorHAnsi"/>
                <w:sz w:val="18"/>
              </w:rPr>
              <w:t xml:space="preserve">Záruka a servis musí být pokryty oficiální servisní podporou výrobce tak, aby v případě závady, kterou </w:t>
            </w:r>
            <w:r w:rsidRPr="009777EF">
              <w:rPr>
                <w:rFonts w:cstheme="minorHAnsi"/>
                <w:sz w:val="18"/>
              </w:rPr>
              <w:lastRenderedPageBreak/>
              <w:t>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7788C867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5B7333" w:rsidRPr="00CC018F" w14:paraId="252E758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906815" w14:textId="77777777" w:rsidR="005B7333" w:rsidRPr="002D127E" w:rsidRDefault="005B7333" w:rsidP="005B7333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>Síťové optické moduly pro každý optický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LAN</w:t>
            </w:r>
            <w:r w:rsidRPr="002D127E">
              <w:rPr>
                <w:sz w:val="18"/>
                <w:lang w:eastAsia="cs-CZ"/>
              </w:rPr>
              <w:t>), plně kompatibilní s dodávaným serverem v provedení „</w:t>
            </w:r>
            <w:r w:rsidRPr="00E31E6A">
              <w:rPr>
                <w:b/>
                <w:bCs/>
                <w:sz w:val="18"/>
                <w:lang w:eastAsia="cs-CZ"/>
              </w:rPr>
              <w:t>10/25Gbps</w:t>
            </w:r>
            <w:r>
              <w:rPr>
                <w:sz w:val="18"/>
                <w:lang w:eastAsia="cs-CZ"/>
              </w:rPr>
              <w:t xml:space="preserve"> nebo </w:t>
            </w:r>
            <w:r w:rsidRPr="00E31E6A">
              <w:rPr>
                <w:b/>
                <w:bCs/>
                <w:sz w:val="18"/>
                <w:lang w:eastAsia="cs-CZ"/>
              </w:rPr>
              <w:t>25Gbps</w:t>
            </w:r>
            <w:r>
              <w:rPr>
                <w:sz w:val="18"/>
                <w:lang w:eastAsia="cs-CZ"/>
              </w:rPr>
              <w:t xml:space="preserve">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39F5C90B" w14:textId="77777777" w:rsidR="005B7333" w:rsidRPr="00927BA6" w:rsidRDefault="005B7333" w:rsidP="005B733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1275A1" w:rsidRPr="00CC018F" w14:paraId="2874E8E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4C9014" w14:textId="77777777" w:rsidR="001275A1" w:rsidRPr="002D127E" w:rsidRDefault="001275A1" w:rsidP="001934E9">
            <w:pPr>
              <w:rPr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>
              <w:rPr>
                <w:sz w:val="18"/>
                <w:lang w:eastAsia="cs-CZ"/>
              </w:rPr>
              <w:t>FibreChannel</w:t>
            </w:r>
            <w:proofErr w:type="spellEnd"/>
            <w:r w:rsidRPr="002D127E">
              <w:rPr>
                <w:sz w:val="18"/>
                <w:lang w:eastAsia="cs-CZ"/>
              </w:rPr>
              <w:t xml:space="preserve">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FC</w:t>
            </w:r>
            <w:r w:rsidRPr="002D127E">
              <w:rPr>
                <w:sz w:val="18"/>
                <w:lang w:eastAsia="cs-CZ"/>
              </w:rPr>
              <w:t>), plně kompatibilní s dodávaným serverem</w:t>
            </w:r>
            <w:r>
              <w:rPr>
                <w:sz w:val="18"/>
                <w:lang w:eastAsia="cs-CZ"/>
              </w:rPr>
              <w:t xml:space="preserve"> v provedení „</w:t>
            </w:r>
            <w:r w:rsidRPr="00E31E6A">
              <w:rPr>
                <w:b/>
                <w:bCs/>
                <w:sz w:val="18"/>
                <w:lang w:eastAsia="cs-CZ"/>
              </w:rPr>
              <w:t>32Gbps</w:t>
            </w:r>
            <w:r>
              <w:rPr>
                <w:b/>
                <w:bCs/>
                <w:sz w:val="18"/>
                <w:lang w:eastAsia="cs-CZ"/>
              </w:rPr>
              <w:t xml:space="preserve">, SW, </w:t>
            </w:r>
            <w:proofErr w:type="spellStart"/>
            <w:r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>
              <w:rPr>
                <w:b/>
                <w:bCs/>
                <w:sz w:val="18"/>
                <w:lang w:eastAsia="cs-CZ"/>
              </w:rPr>
              <w:t>, LC</w:t>
            </w:r>
            <w:r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7404A72" w14:textId="77777777" w:rsidR="001275A1" w:rsidRPr="00927BA6" w:rsidRDefault="001275A1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64633E81" w14:textId="1062D344" w:rsidR="004B2D76" w:rsidRDefault="00FB677B" w:rsidP="004B2D76">
      <w:pPr>
        <w:spacing w:after="160" w:line="259" w:lineRule="auto"/>
      </w:pPr>
      <w:r>
        <w:br/>
      </w:r>
      <w:r w:rsidR="004B2D76">
        <w:t xml:space="preserve">Pro </w:t>
      </w:r>
      <w:r w:rsidR="004B2D76">
        <w:rPr>
          <w:b/>
          <w:bCs/>
        </w:rPr>
        <w:t>P</w:t>
      </w:r>
      <w:r w:rsidR="004B2D76" w:rsidRPr="002D127E">
        <w:rPr>
          <w:b/>
          <w:bCs/>
        </w:rPr>
        <w:t>oložk</w:t>
      </w:r>
      <w:r w:rsidR="00F915DF">
        <w:rPr>
          <w:b/>
          <w:bCs/>
        </w:rPr>
        <w:t>u</w:t>
      </w:r>
      <w:r w:rsidR="004B2D76" w:rsidRPr="002D127E">
        <w:rPr>
          <w:b/>
          <w:bCs/>
        </w:rPr>
        <w:t xml:space="preserve"> </w:t>
      </w:r>
      <w:r w:rsidR="00F915DF">
        <w:rPr>
          <w:b/>
          <w:bCs/>
        </w:rPr>
        <w:t>3</w:t>
      </w:r>
      <w:r w:rsidR="004B2D76">
        <w:t xml:space="preserve"> je místem plnění </w:t>
      </w:r>
      <w:r w:rsidR="004B2D76" w:rsidRPr="002D127E">
        <w:rPr>
          <w:b/>
          <w:bCs/>
        </w:rPr>
        <w:t>CDP Praha, V</w:t>
      </w:r>
      <w:r w:rsidR="004B2D76">
        <w:rPr>
          <w:b/>
          <w:bCs/>
        </w:rPr>
        <w:t> </w:t>
      </w:r>
      <w:r w:rsidR="004B2D76" w:rsidRPr="002D127E">
        <w:rPr>
          <w:b/>
          <w:bCs/>
        </w:rPr>
        <w:t>Trianglu</w:t>
      </w:r>
      <w:r w:rsidR="004B2D76">
        <w:rPr>
          <w:b/>
          <w:bCs/>
        </w:rPr>
        <w:t> 2474</w:t>
      </w:r>
      <w:r w:rsidR="004B2D76" w:rsidRPr="002D127E">
        <w:rPr>
          <w:b/>
          <w:bCs/>
        </w:rPr>
        <w:t>, Praha 9</w:t>
      </w:r>
      <w:r w:rsidR="004B2D76">
        <w:t>.</w:t>
      </w:r>
    </w:p>
    <w:p w14:paraId="492AED1E" w14:textId="77777777" w:rsidR="00FB5C22" w:rsidRDefault="00FB5C22" w:rsidP="004B2D76">
      <w:pPr>
        <w:spacing w:after="160" w:line="259" w:lineRule="auto"/>
      </w:pPr>
    </w:p>
    <w:p w14:paraId="0BA188B7" w14:textId="55263A92" w:rsidR="00FB5C22" w:rsidRDefault="00400422" w:rsidP="00FB5C22">
      <w:pPr>
        <w:ind w:firstLine="426"/>
      </w:pPr>
      <w:r>
        <w:t>d</w:t>
      </w:r>
      <w:r w:rsidR="00FB5C22">
        <w:t>)</w:t>
      </w:r>
      <w:r w:rsidR="00FB5C22">
        <w:tab/>
      </w:r>
      <w:r w:rsidR="00FB5C22" w:rsidRPr="002D127E">
        <w:rPr>
          <w:b/>
          <w:bCs/>
        </w:rPr>
        <w:t xml:space="preserve">Položka </w:t>
      </w:r>
      <w:r>
        <w:rPr>
          <w:b/>
          <w:bCs/>
        </w:rPr>
        <w:t>4</w:t>
      </w:r>
      <w:r w:rsidR="00FB5C22" w:rsidRPr="00D84990">
        <w:t xml:space="preserve"> – </w:t>
      </w:r>
      <w:r w:rsidR="00FB5C22">
        <w:t xml:space="preserve">Úložiště SAN </w:t>
      </w:r>
      <w:r w:rsidR="00FB5C22" w:rsidRPr="00C53602">
        <w:t xml:space="preserve">pro </w:t>
      </w:r>
      <w:r w:rsidR="00181D28">
        <w:t xml:space="preserve">zálohování </w:t>
      </w:r>
      <w:r w:rsidR="00FB5C22" w:rsidRPr="00C53602">
        <w:t>virtualizační farm</w:t>
      </w:r>
      <w:r w:rsidR="00181D28">
        <w:t>y</w:t>
      </w:r>
      <w:r w:rsidR="00FB5C22" w:rsidRPr="00C53602">
        <w:t xml:space="preserve"> „KB TDS / CDP Praha“ v konfiguraci</w:t>
      </w:r>
      <w:r w:rsidR="00FB5C22">
        <w:t>:</w:t>
      </w:r>
    </w:p>
    <w:p w14:paraId="4F067BE4" w14:textId="77777777" w:rsidR="00FB5C22" w:rsidRDefault="00FB5C22" w:rsidP="00FB5C22">
      <w:pPr>
        <w:rPr>
          <w:rFonts w:cstheme="minorHAnsi"/>
          <w:b/>
          <w:bCs/>
        </w:rPr>
      </w:pPr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927BA6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FB5C22" w:rsidRPr="0050706D" w14:paraId="7375DABD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46CBC87F" w14:textId="77777777" w:rsidR="00FB5C22" w:rsidRPr="00927BA6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12D794D8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FB5C22" w:rsidRPr="0050706D" w14:paraId="282F460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B556E50" w14:textId="77777777" w:rsidR="00FB5C22" w:rsidRPr="002D127E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Provedení </w:t>
            </w:r>
            <w:r>
              <w:rPr>
                <w:rFonts w:cstheme="minorHAnsi"/>
                <w:sz w:val="18"/>
              </w:rPr>
              <w:t xml:space="preserve">úložiště </w:t>
            </w:r>
            <w:r w:rsidRPr="002D127E">
              <w:rPr>
                <w:rFonts w:cstheme="minorHAnsi"/>
                <w:sz w:val="18"/>
              </w:rPr>
              <w:t>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>
              <w:rPr>
                <w:rFonts w:cstheme="minorHAnsi"/>
                <w:b/>
                <w:bCs/>
                <w:sz w:val="18"/>
              </w:rPr>
              <w:t>10</w:t>
            </w:r>
            <w:r w:rsidRPr="00C03DA8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6775AB08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0155458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89F02AA" w14:textId="783B56B4" w:rsidR="00FB5C22" w:rsidRPr="002D127E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="00DE0448">
              <w:rPr>
                <w:rFonts w:cstheme="minorHAnsi"/>
                <w:b/>
                <w:bCs/>
                <w:sz w:val="18"/>
              </w:rPr>
              <w:t>10</w:t>
            </w:r>
            <w:r w:rsidRPr="00C03DA8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2D127E">
              <w:rPr>
                <w:rFonts w:cstheme="minorHAnsi"/>
                <w:sz w:val="18"/>
              </w:rPr>
              <w:t xml:space="preserve"> (</w:t>
            </w:r>
            <w:r w:rsidR="005D0929">
              <w:rPr>
                <w:rFonts w:cstheme="minorHAnsi"/>
                <w:sz w:val="18"/>
              </w:rPr>
              <w:t>445</w:t>
            </w:r>
            <w:r w:rsidRPr="002D127E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47361876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1BA7FF9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582926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9F7C95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9F7C95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342F74FE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4CB33DC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704994D" w14:textId="77777777" w:rsidR="00FB5C22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SAN úložiště</w:t>
            </w:r>
          </w:p>
          <w:p w14:paraId="477C609C" w14:textId="77777777" w:rsidR="008538EA" w:rsidRPr="00A132AC" w:rsidRDefault="008538EA" w:rsidP="008538EA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</w:t>
            </w:r>
            <w:proofErr w:type="spellStart"/>
            <w:r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>8</w:t>
            </w:r>
            <w:r>
              <w:rPr>
                <w:rFonts w:cstheme="minorHAnsi"/>
                <w:b/>
                <w:bCs/>
                <w:sz w:val="18"/>
                <w:szCs w:val="22"/>
              </w:rPr>
              <w:t>0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09931CB0" w14:textId="77777777" w:rsidR="008538EA" w:rsidRPr="00A132AC" w:rsidRDefault="008538EA" w:rsidP="008538EA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Umožňuje rozšíření minimálně na 1</w:t>
            </w:r>
            <w:r>
              <w:rPr>
                <w:rFonts w:cstheme="minorHAnsi"/>
                <w:sz w:val="18"/>
                <w:szCs w:val="22"/>
              </w:rPr>
              <w:t>20</w:t>
            </w:r>
            <w:r w:rsidRPr="00A132AC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6BC04182" w14:textId="1495A280" w:rsidR="008538EA" w:rsidRPr="00A132AC" w:rsidRDefault="008538EA" w:rsidP="008538EA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 w:rsidR="00DE0448"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79859E00" w14:textId="4CD6EFDB" w:rsidR="008538EA" w:rsidRPr="00A132AC" w:rsidRDefault="008538EA" w:rsidP="008538EA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</w:t>
            </w:r>
            <w:r w:rsidR="00E36314">
              <w:rPr>
                <w:rFonts w:cstheme="minorHAnsi"/>
                <w:sz w:val="18"/>
                <w:szCs w:val="22"/>
              </w:rPr>
              <w:t xml:space="preserve">NL-SAS </w:t>
            </w:r>
            <w:r>
              <w:rPr>
                <w:rFonts w:cstheme="minorHAnsi"/>
                <w:sz w:val="18"/>
                <w:szCs w:val="22"/>
              </w:rPr>
              <w:t xml:space="preserve">disků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 w:rsidR="008205AD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</w:t>
            </w:r>
            <w:r>
              <w:rPr>
                <w:rFonts w:cstheme="minorHAnsi"/>
                <w:sz w:val="18"/>
                <w:szCs w:val="22"/>
              </w:rPr>
              <w:t>, které nepoužívají technologii SMR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160B5B1E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249178B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55D7C2" w14:textId="0E0615D2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Minimálně </w:t>
            </w:r>
            <w:r w:rsidR="00AB033F">
              <w:rPr>
                <w:rFonts w:cstheme="minorHAnsi"/>
                <w:b/>
                <w:bCs/>
                <w:sz w:val="18"/>
              </w:rPr>
              <w:t>8</w:t>
            </w:r>
            <w:r>
              <w:rPr>
                <w:rFonts w:cstheme="minorHAnsi"/>
                <w:b/>
                <w:bCs/>
                <w:sz w:val="18"/>
              </w:rPr>
              <w:t>x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r>
              <w:rPr>
                <w:rFonts w:cstheme="minorHAnsi"/>
                <w:b/>
                <w:bCs/>
                <w:sz w:val="18"/>
              </w:rPr>
              <w:t>32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 Gbps</w:t>
            </w:r>
            <w:r w:rsidRPr="00803A7B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FC </w:t>
            </w:r>
            <w:r w:rsidRPr="00803A7B">
              <w:rPr>
                <w:rFonts w:cstheme="minorHAnsi"/>
                <w:sz w:val="18"/>
              </w:rPr>
              <w:t xml:space="preserve">SFP port pro </w:t>
            </w:r>
            <w:r>
              <w:rPr>
                <w:rFonts w:cstheme="minorHAnsi"/>
                <w:sz w:val="18"/>
              </w:rPr>
              <w:t>SAN</w:t>
            </w:r>
          </w:p>
        </w:tc>
        <w:tc>
          <w:tcPr>
            <w:tcW w:w="3288" w:type="dxa"/>
          </w:tcPr>
          <w:p w14:paraId="5F42E67F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316E635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D1EC5C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Minimálně jeden d</w:t>
            </w:r>
            <w:r w:rsidRPr="00803A7B">
              <w:rPr>
                <w:rFonts w:cstheme="minorHAnsi"/>
                <w:sz w:val="18"/>
              </w:rPr>
              <w:t xml:space="preserve">edikovaný </w:t>
            </w:r>
            <w:r w:rsidRPr="00803A7B">
              <w:rPr>
                <w:rFonts w:cstheme="minorHAnsi"/>
                <w:b/>
                <w:bCs/>
                <w:sz w:val="18"/>
              </w:rPr>
              <w:t>1 Gbps</w:t>
            </w:r>
            <w:r w:rsidRPr="00803A7B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3F656F5F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14F88A3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E67DB6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hot-swap napájecí zdroj, každý minimálně o výkonu </w:t>
            </w:r>
            <w:r>
              <w:rPr>
                <w:rFonts w:cstheme="minorHAnsi"/>
                <w:sz w:val="18"/>
              </w:rPr>
              <w:t>10</w:t>
            </w:r>
            <w:r w:rsidRPr="00803A7B">
              <w:rPr>
                <w:rFonts w:cstheme="minorHAnsi"/>
                <w:sz w:val="18"/>
              </w:rPr>
              <w:t xml:space="preserve">00 W s minimální certifikací „80+ </w:t>
            </w:r>
            <w:proofErr w:type="spellStart"/>
            <w:r>
              <w:rPr>
                <w:rFonts w:cstheme="minorHAnsi"/>
                <w:sz w:val="18"/>
              </w:rPr>
              <w:t>Platinum</w:t>
            </w:r>
            <w:proofErr w:type="spellEnd"/>
            <w:r w:rsidRPr="00803A7B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F719F4A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35C6B5E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DB1987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Pr="00803A7B">
              <w:rPr>
                <w:sz w:val="18"/>
                <w:lang w:eastAsia="cs-CZ"/>
              </w:rPr>
              <w:t>ižiny do rackové skříně</w:t>
            </w:r>
          </w:p>
        </w:tc>
        <w:tc>
          <w:tcPr>
            <w:tcW w:w="3288" w:type="dxa"/>
          </w:tcPr>
          <w:p w14:paraId="796F16B2" w14:textId="77777777" w:rsidR="00FB5C22" w:rsidRPr="00BC57E5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4A049E" w14:paraId="16E4E38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33C6576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napájecí kabel 230V CEE7/7 v délce minimálně </w:t>
            </w:r>
            <w:r>
              <w:rPr>
                <w:rFonts w:cstheme="minorHAnsi"/>
                <w:sz w:val="18"/>
              </w:rPr>
              <w:t>2 </w:t>
            </w:r>
            <w:r w:rsidRPr="00803A7B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803A7B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5F0D28D9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4A049E" w14:paraId="421AF47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5F96B96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napájecí kabel 230V </w:t>
            </w:r>
            <w:r>
              <w:rPr>
                <w:rFonts w:cstheme="minorHAnsi"/>
                <w:sz w:val="18"/>
              </w:rPr>
              <w:t>IEC C13</w:t>
            </w:r>
            <w:r w:rsidRPr="00803A7B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803A7B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803A7B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2CA14684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4A049E" w14:paraId="198DC88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207FA0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A9399D">
              <w:rPr>
                <w:rFonts w:cstheme="minorHAnsi"/>
                <w:sz w:val="18"/>
              </w:rPr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vSphere</w:t>
            </w:r>
            <w:proofErr w:type="spellEnd"/>
            <w:r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3CCCD82B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192D8AC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53CEBE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Webová nebo mobilní bezpečnostní aplikace, sloužící k ověření, že mezi expedicí zařízení a jeho zprovozněním v datovém centru zákazníka, nedošlo k neautorizovanému zásahu do </w:t>
            </w:r>
            <w:r>
              <w:rPr>
                <w:rFonts w:cstheme="minorHAnsi"/>
                <w:sz w:val="18"/>
              </w:rPr>
              <w:t>firmware</w:t>
            </w:r>
            <w:r w:rsidRPr="00803A7B">
              <w:rPr>
                <w:rFonts w:cstheme="minorHAnsi"/>
                <w:sz w:val="18"/>
              </w:rPr>
              <w:t xml:space="preserve"> či hardware (HW) ani k výměně některé klíčové komponenty za jinou.</w:t>
            </w:r>
          </w:p>
        </w:tc>
        <w:tc>
          <w:tcPr>
            <w:tcW w:w="3288" w:type="dxa"/>
          </w:tcPr>
          <w:p w14:paraId="7D2F4315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50706D" w14:paraId="10DEC35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3317113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803A7B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1ACBA0A6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2E3BD1" w14:paraId="2145251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CF9CD6E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Podpora výrobce na </w:t>
            </w:r>
            <w:r w:rsidRPr="00803A7B">
              <w:rPr>
                <w:rFonts w:cstheme="minorHAnsi"/>
                <w:b/>
                <w:bCs/>
                <w:sz w:val="18"/>
              </w:rPr>
              <w:t>5 let</w:t>
            </w:r>
            <w:r w:rsidRPr="00803A7B">
              <w:rPr>
                <w:rFonts w:cstheme="minorHAnsi"/>
                <w:sz w:val="18"/>
              </w:rPr>
              <w:t xml:space="preserve"> v rozsahu „</w:t>
            </w:r>
            <w:r w:rsidRPr="00803A7B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803A7B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64ADE76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D730ED" w14:paraId="5E0B734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ADB7FA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lastRenderedPageBreak/>
              <w:t>U všech disků</w:t>
            </w:r>
            <w:r>
              <w:rPr>
                <w:rFonts w:cstheme="minorHAnsi"/>
                <w:sz w:val="18"/>
              </w:rPr>
              <w:t xml:space="preserve">, SSD, </w:t>
            </w:r>
            <w:proofErr w:type="spellStart"/>
            <w:r>
              <w:rPr>
                <w:rFonts w:cstheme="minorHAnsi"/>
                <w:sz w:val="18"/>
              </w:rPr>
              <w:t>NVMe</w:t>
            </w:r>
            <w:proofErr w:type="spellEnd"/>
            <w:r>
              <w:rPr>
                <w:rFonts w:cstheme="minorHAnsi"/>
                <w:sz w:val="18"/>
              </w:rPr>
              <w:t xml:space="preserve"> a médií</w:t>
            </w:r>
            <w:r w:rsidRPr="00803A7B">
              <w:rPr>
                <w:rFonts w:cstheme="minorHAnsi"/>
                <w:sz w:val="18"/>
              </w:rPr>
              <w:t xml:space="preserve"> je požadováno ponechání disku Kupujícímu při jeho poruše a reklamaci</w:t>
            </w:r>
          </w:p>
        </w:tc>
        <w:tc>
          <w:tcPr>
            <w:tcW w:w="3288" w:type="dxa"/>
          </w:tcPr>
          <w:p w14:paraId="4777E7FB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D730ED" w14:paraId="1A7CE46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51741A" w14:textId="77777777" w:rsidR="00FB5C22" w:rsidRPr="00803A7B" w:rsidRDefault="00FB5C22" w:rsidP="001934E9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9777EF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67E0146F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FB5C22" w:rsidRPr="00CC018F" w14:paraId="67A36E8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541E56" w14:textId="77777777" w:rsidR="00FB5C22" w:rsidRPr="002D127E" w:rsidRDefault="00FB5C22" w:rsidP="001934E9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6A1CA2EE" w14:textId="77777777" w:rsidR="00FB5C22" w:rsidRPr="00927BA6" w:rsidRDefault="00FB5C22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03D54596" w14:textId="4AFB8286" w:rsidR="00FB5C22" w:rsidRDefault="00FB5C22" w:rsidP="00FB5C22">
      <w:pPr>
        <w:spacing w:after="160" w:line="259" w:lineRule="auto"/>
      </w:pPr>
      <w:r>
        <w:br/>
        <w:t xml:space="preserve">Pro </w:t>
      </w:r>
      <w:r>
        <w:rPr>
          <w:b/>
          <w:bCs/>
        </w:rPr>
        <w:t>P</w:t>
      </w:r>
      <w:r w:rsidRPr="002D127E">
        <w:rPr>
          <w:b/>
          <w:bCs/>
        </w:rPr>
        <w:t>oložk</w:t>
      </w:r>
      <w:r>
        <w:rPr>
          <w:b/>
          <w:bCs/>
        </w:rPr>
        <w:t>u</w:t>
      </w:r>
      <w:r w:rsidRPr="002D127E">
        <w:rPr>
          <w:b/>
          <w:bCs/>
        </w:rPr>
        <w:t xml:space="preserve"> </w:t>
      </w:r>
      <w:r w:rsidR="00795987">
        <w:rPr>
          <w:b/>
          <w:bCs/>
        </w:rPr>
        <w:t>4</w:t>
      </w:r>
      <w:r>
        <w:t xml:space="preserve"> je místem plnění </w:t>
      </w:r>
      <w:r w:rsidRPr="002D127E">
        <w:rPr>
          <w:b/>
          <w:bCs/>
        </w:rPr>
        <w:t>CDP Praha, V</w:t>
      </w:r>
      <w:r>
        <w:rPr>
          <w:b/>
          <w:bCs/>
        </w:rPr>
        <w:t> </w:t>
      </w:r>
      <w:r w:rsidRPr="002D127E">
        <w:rPr>
          <w:b/>
          <w:bCs/>
        </w:rPr>
        <w:t>Trianglu</w:t>
      </w:r>
      <w:r>
        <w:rPr>
          <w:b/>
          <w:bCs/>
        </w:rPr>
        <w:t> 2474</w:t>
      </w:r>
      <w:r w:rsidRPr="002D127E">
        <w:rPr>
          <w:b/>
          <w:bCs/>
        </w:rPr>
        <w:t>, Praha 9</w:t>
      </w:r>
      <w:r>
        <w:t>.</w:t>
      </w:r>
    </w:p>
    <w:p w14:paraId="7CA8B502" w14:textId="77777777" w:rsidR="00FB5C22" w:rsidRDefault="00FB5C22" w:rsidP="004B2D76">
      <w:pPr>
        <w:spacing w:after="160" w:line="259" w:lineRule="auto"/>
      </w:pPr>
    </w:p>
    <w:p w14:paraId="72E1AD89" w14:textId="49FC52A3" w:rsidR="00985A37" w:rsidRDefault="00795987" w:rsidP="00985A37">
      <w:pPr>
        <w:ind w:firstLine="426"/>
      </w:pPr>
      <w:r>
        <w:t>e</w:t>
      </w:r>
      <w:r w:rsidR="00985A37">
        <w:t>)</w:t>
      </w:r>
      <w:r w:rsidR="00985A37">
        <w:tab/>
      </w:r>
      <w:r w:rsidR="00985A37" w:rsidRPr="002D127E">
        <w:rPr>
          <w:b/>
          <w:bCs/>
        </w:rPr>
        <w:t xml:space="preserve">Položka </w:t>
      </w:r>
      <w:r>
        <w:rPr>
          <w:b/>
          <w:bCs/>
        </w:rPr>
        <w:t>5</w:t>
      </w:r>
      <w:r w:rsidR="00985A37">
        <w:t xml:space="preserve"> – Jeden (1)</w:t>
      </w:r>
      <w:r w:rsidR="00985A37" w:rsidRPr="00143089">
        <w:t xml:space="preserve"> </w:t>
      </w:r>
      <w:r w:rsidR="00765057">
        <w:t xml:space="preserve">fyzický </w:t>
      </w:r>
      <w:r w:rsidR="00985A37" w:rsidRPr="00143089">
        <w:t xml:space="preserve">server pro </w:t>
      </w:r>
      <w:r w:rsidR="00765057">
        <w:t xml:space="preserve">PAM </w:t>
      </w:r>
      <w:proofErr w:type="spellStart"/>
      <w:r w:rsidR="00765057">
        <w:t>Vault</w:t>
      </w:r>
      <w:proofErr w:type="spellEnd"/>
      <w:r w:rsidR="00765057">
        <w:t xml:space="preserve"> v rámci farmy</w:t>
      </w:r>
      <w:r w:rsidR="00985A37">
        <w:t xml:space="preserve"> „KB TDS / CDP Praha“ v konfiguraci:</w:t>
      </w:r>
    </w:p>
    <w:p w14:paraId="56CB4B17" w14:textId="77777777" w:rsidR="00985A37" w:rsidRDefault="00985A37" w:rsidP="00985A37">
      <w:pPr>
        <w:rPr>
          <w:rFonts w:cstheme="minorHAnsi"/>
          <w:b/>
          <w:bCs/>
        </w:rPr>
      </w:pPr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2D127E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985A37" w:rsidRPr="0050706D" w14:paraId="305E9726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500CA7F7" w14:textId="77777777" w:rsidR="00985A37" w:rsidRPr="002D127E" w:rsidRDefault="00985A3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10949D2E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985A37" w:rsidRPr="0050706D" w14:paraId="1691E65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D95171" w14:textId="01DC7129" w:rsidR="00985A37" w:rsidRPr="002D127E" w:rsidRDefault="00985A37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D127E">
              <w:rPr>
                <w:rFonts w:cstheme="minorHAnsi"/>
                <w:sz w:val="18"/>
              </w:rPr>
              <w:t>Provedení serveru pro instalaci do rackové skříně o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hloubce </w:t>
            </w:r>
            <w:r w:rsidR="003D264E">
              <w:rPr>
                <w:rFonts w:cstheme="minorHAnsi"/>
                <w:b/>
                <w:bCs/>
                <w:sz w:val="18"/>
              </w:rPr>
              <w:t>10</w:t>
            </w:r>
            <w:r w:rsidRPr="0001392D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27161E37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85A37" w:rsidRPr="0050706D" w14:paraId="591B313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3F7B70" w14:textId="77777777" w:rsidR="00985A37" w:rsidRPr="002D127E" w:rsidRDefault="00985A3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Pr="0001392D">
              <w:rPr>
                <w:rFonts w:cstheme="minorHAnsi"/>
                <w:b/>
                <w:bCs/>
                <w:sz w:val="18"/>
              </w:rPr>
              <w:t>2 RU</w:t>
            </w:r>
            <w:r w:rsidRPr="002D127E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7C6F68FA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85A37" w:rsidRPr="0050706D" w14:paraId="2650EB4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33CB2BA" w14:textId="2FF41484" w:rsidR="00985A37" w:rsidRPr="002D127E" w:rsidRDefault="00985A3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CPU</w:t>
            </w:r>
            <w:r w:rsidRPr="002D127E">
              <w:rPr>
                <w:rFonts w:cstheme="minorHAnsi"/>
                <w:sz w:val="18"/>
              </w:rPr>
              <w:t xml:space="preserve">, každý </w:t>
            </w:r>
            <w:r>
              <w:rPr>
                <w:rFonts w:cstheme="minorHAnsi"/>
                <w:sz w:val="18"/>
              </w:rPr>
              <w:t xml:space="preserve">minimálně </w:t>
            </w:r>
            <w:r w:rsidR="00270A0E" w:rsidRPr="00270A0E">
              <w:rPr>
                <w:rFonts w:cstheme="minorHAnsi"/>
                <w:b/>
                <w:bCs/>
                <w:sz w:val="18"/>
              </w:rPr>
              <w:t>24</w:t>
            </w:r>
            <w:r w:rsidRPr="00AD364F">
              <w:rPr>
                <w:rFonts w:cstheme="minorHAnsi"/>
                <w:b/>
                <w:bCs/>
                <w:sz w:val="18"/>
              </w:rPr>
              <w:t xml:space="preserve"> </w:t>
            </w:r>
            <w:r w:rsidRPr="0001392D">
              <w:rPr>
                <w:rFonts w:cstheme="minorHAnsi"/>
                <w:b/>
                <w:bCs/>
                <w:sz w:val="18"/>
              </w:rPr>
              <w:t>jader</w:t>
            </w:r>
            <w:r w:rsidRPr="002D127E">
              <w:rPr>
                <w:rFonts w:cstheme="minorHAnsi"/>
                <w:sz w:val="18"/>
              </w:rPr>
              <w:t xml:space="preserve"> (</w:t>
            </w:r>
            <w:r w:rsidR="00270A0E">
              <w:rPr>
                <w:rFonts w:cstheme="minorHAnsi"/>
                <w:sz w:val="18"/>
              </w:rPr>
              <w:t>48</w:t>
            </w:r>
            <w:r w:rsidRPr="002D127E">
              <w:rPr>
                <w:rFonts w:cstheme="minorHAnsi"/>
                <w:sz w:val="18"/>
              </w:rPr>
              <w:t xml:space="preserve"> vláken) se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základní frekvencí minimálně 2.0 GHz a se spotřebou maximálně 2</w:t>
            </w:r>
            <w:r w:rsidR="0021310B">
              <w:rPr>
                <w:rFonts w:cstheme="minorHAnsi"/>
                <w:sz w:val="18"/>
              </w:rPr>
              <w:t>0</w:t>
            </w:r>
            <w:r>
              <w:rPr>
                <w:rFonts w:cstheme="minorHAnsi"/>
                <w:sz w:val="18"/>
              </w:rPr>
              <w:t>0</w:t>
            </w:r>
            <w:r w:rsidRPr="002D127E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4AA13A93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85A37" w:rsidRPr="0050706D" w14:paraId="18BC32C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5FC7E9" w14:textId="77777777" w:rsidR="00985A37" w:rsidRPr="002D127E" w:rsidRDefault="00985A3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7146DE">
              <w:rPr>
                <w:rFonts w:cstheme="minorHAnsi"/>
                <w:sz w:val="18"/>
              </w:rPr>
              <w:t xml:space="preserve">Architektura </w:t>
            </w:r>
            <w:r w:rsidRPr="007146DE">
              <w:rPr>
                <w:rFonts w:cstheme="minorHAnsi"/>
                <w:b/>
                <w:bCs/>
                <w:sz w:val="18"/>
              </w:rPr>
              <w:t>Intel x86-64</w:t>
            </w:r>
            <w:r w:rsidRPr="007146DE">
              <w:rPr>
                <w:rFonts w:cstheme="minorHAnsi"/>
                <w:sz w:val="18"/>
              </w:rPr>
              <w:t xml:space="preserve"> z důvodu kompatibility současného </w:t>
            </w:r>
            <w:r>
              <w:rPr>
                <w:rFonts w:cstheme="minorHAnsi"/>
                <w:sz w:val="18"/>
              </w:rPr>
              <w:t xml:space="preserve">ICT </w:t>
            </w:r>
            <w:r w:rsidRPr="007146DE">
              <w:rPr>
                <w:rFonts w:cstheme="minorHAnsi"/>
                <w:sz w:val="18"/>
              </w:rPr>
              <w:t>prostředí</w:t>
            </w:r>
          </w:p>
        </w:tc>
        <w:tc>
          <w:tcPr>
            <w:tcW w:w="3288" w:type="dxa"/>
          </w:tcPr>
          <w:p w14:paraId="3A84EE71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85A37" w:rsidRPr="0050706D" w14:paraId="529DD53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F3D774" w14:textId="77777777" w:rsidR="00985A37" w:rsidRPr="002D127E" w:rsidRDefault="00985A3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sz w:val="18"/>
                <w:lang w:eastAsia="cs-CZ"/>
              </w:rPr>
              <w:t xml:space="preserve">Operační paměť minimálně </w:t>
            </w:r>
            <w:r w:rsidRPr="007F3AD6">
              <w:rPr>
                <w:b/>
                <w:bCs/>
                <w:sz w:val="18"/>
                <w:lang w:eastAsia="cs-CZ"/>
              </w:rPr>
              <w:t xml:space="preserve">128 </w:t>
            </w:r>
            <w:r w:rsidRPr="002D127E">
              <w:rPr>
                <w:b/>
                <w:sz w:val="18"/>
                <w:lang w:eastAsia="cs-CZ"/>
              </w:rPr>
              <w:t>GB DDR5</w:t>
            </w:r>
            <w:r w:rsidRPr="002D127E">
              <w:rPr>
                <w:sz w:val="18"/>
                <w:lang w:eastAsia="cs-CZ"/>
              </w:rPr>
              <w:t xml:space="preserve"> s použitím modulů o maximální velikosti </w:t>
            </w:r>
            <w:r>
              <w:rPr>
                <w:sz w:val="18"/>
                <w:lang w:eastAsia="cs-CZ"/>
              </w:rPr>
              <w:t>64</w:t>
            </w:r>
            <w:r w:rsidRPr="002D127E">
              <w:rPr>
                <w:sz w:val="18"/>
                <w:lang w:eastAsia="cs-CZ"/>
              </w:rPr>
              <w:t xml:space="preserve"> GB, rozšiřitelná minimálně do </w:t>
            </w:r>
            <w:r>
              <w:rPr>
                <w:sz w:val="18"/>
                <w:lang w:eastAsia="cs-CZ"/>
              </w:rPr>
              <w:t>512</w:t>
            </w:r>
            <w:r w:rsidRPr="002D127E">
              <w:rPr>
                <w:sz w:val="18"/>
                <w:lang w:eastAsia="cs-CZ"/>
              </w:rPr>
              <w:t xml:space="preserve"> GB jen přidáním dalších paměťových modulů</w:t>
            </w:r>
          </w:p>
        </w:tc>
        <w:tc>
          <w:tcPr>
            <w:tcW w:w="3288" w:type="dxa"/>
          </w:tcPr>
          <w:p w14:paraId="539D3F9A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985A37" w:rsidRPr="0050706D" w14:paraId="02A0D37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091911" w14:textId="77777777" w:rsidR="00985A37" w:rsidRPr="002D127E" w:rsidRDefault="00985A37" w:rsidP="003746AB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SSD</w:t>
            </w:r>
            <w:r w:rsidRPr="002D127E">
              <w:rPr>
                <w:rFonts w:cstheme="minorHAnsi"/>
                <w:sz w:val="18"/>
              </w:rPr>
              <w:t xml:space="preserve">, každý o velikosti minimálně </w:t>
            </w:r>
            <w:r w:rsidRPr="002D127E">
              <w:rPr>
                <w:rFonts w:cstheme="minorHAnsi"/>
                <w:b/>
                <w:bCs/>
                <w:sz w:val="18"/>
              </w:rPr>
              <w:t>480 GB</w:t>
            </w:r>
            <w:r w:rsidRPr="002D127E">
              <w:rPr>
                <w:rFonts w:cstheme="minorHAnsi"/>
                <w:sz w:val="18"/>
              </w:rPr>
              <w:t xml:space="preserve"> v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konfiguraci RAID1 (zrcadlení) pro </w:t>
            </w:r>
            <w:proofErr w:type="spellStart"/>
            <w:r>
              <w:rPr>
                <w:rFonts w:cstheme="minorHAnsi"/>
                <w:sz w:val="18"/>
              </w:rPr>
              <w:t>boot</w:t>
            </w:r>
            <w:proofErr w:type="spellEnd"/>
            <w:r>
              <w:rPr>
                <w:rFonts w:cstheme="minorHAnsi"/>
                <w:sz w:val="18"/>
              </w:rPr>
              <w:t xml:space="preserve"> a </w:t>
            </w:r>
            <w:r w:rsidRPr="002D127E">
              <w:rPr>
                <w:rFonts w:cstheme="minorHAnsi"/>
                <w:sz w:val="18"/>
              </w:rPr>
              <w:t xml:space="preserve">běh </w:t>
            </w:r>
            <w:r>
              <w:rPr>
                <w:rFonts w:cstheme="minorHAnsi"/>
                <w:sz w:val="18"/>
              </w:rPr>
              <w:t>OS</w:t>
            </w:r>
          </w:p>
        </w:tc>
        <w:tc>
          <w:tcPr>
            <w:tcW w:w="3288" w:type="dxa"/>
          </w:tcPr>
          <w:p w14:paraId="5413473D" w14:textId="77777777" w:rsidR="00985A37" w:rsidRPr="002D127E" w:rsidRDefault="00985A3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172598" w:rsidRPr="0050706D" w14:paraId="1494E377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46739A" w14:textId="3BFFD19E" w:rsidR="00172598" w:rsidRDefault="00172598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Lokální úložiště</w:t>
            </w:r>
            <w:r>
              <w:rPr>
                <w:rFonts w:cstheme="minorHAnsi"/>
                <w:sz w:val="18"/>
              </w:rPr>
              <w:t xml:space="preserve"> </w:t>
            </w:r>
            <w:r w:rsidRPr="002D127E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serveru</w:t>
            </w:r>
          </w:p>
          <w:p w14:paraId="20CDB47D" w14:textId="49511391" w:rsidR="00172598" w:rsidRPr="00A132AC" w:rsidRDefault="00172598" w:rsidP="0017259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="00E10AAF" w:rsidRPr="00E10AAF">
              <w:rPr>
                <w:rFonts w:cstheme="minorHAnsi"/>
                <w:b/>
                <w:bCs/>
                <w:sz w:val="18"/>
                <w:szCs w:val="22"/>
              </w:rPr>
              <w:t>5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0BAD3C22" w14:textId="77777777" w:rsidR="00172598" w:rsidRPr="00A132AC" w:rsidRDefault="00172598" w:rsidP="0017259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0FE88AB8" w14:textId="132A4DBC" w:rsidR="00172598" w:rsidRPr="00A132AC" w:rsidRDefault="00172598" w:rsidP="00172598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9036B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9F16E4">
              <w:rPr>
                <w:rFonts w:cstheme="minorHAnsi"/>
                <w:sz w:val="18"/>
                <w:szCs w:val="22"/>
              </w:rPr>
              <w:t>2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671E6851" w14:textId="77777777" w:rsidR="00172598" w:rsidRPr="00927BA6" w:rsidRDefault="00172598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41B9ACD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DFA7A8" w14:textId="4AEC0B3B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026C2A">
              <w:rPr>
                <w:rFonts w:cstheme="minorHAnsi"/>
                <w:sz w:val="18"/>
              </w:rPr>
              <w:t xml:space="preserve">Minimálně </w:t>
            </w:r>
            <w:r w:rsidRPr="002B703F">
              <w:rPr>
                <w:rFonts w:cstheme="minorHAnsi"/>
                <w:b/>
                <w:bCs/>
                <w:sz w:val="18"/>
              </w:rPr>
              <w:t>4</w:t>
            </w:r>
            <w:r w:rsidRPr="002D127E">
              <w:rPr>
                <w:rFonts w:cstheme="minorHAnsi"/>
                <w:b/>
                <w:bCs/>
                <w:sz w:val="18"/>
              </w:rPr>
              <w:t>x 25 Gbps</w:t>
            </w:r>
            <w:r w:rsidRPr="002D127E">
              <w:rPr>
                <w:rFonts w:cstheme="minorHAnsi"/>
                <w:sz w:val="18"/>
              </w:rPr>
              <w:t xml:space="preserve"> SFP </w:t>
            </w:r>
            <w:r>
              <w:rPr>
                <w:rFonts w:cstheme="minorHAnsi"/>
                <w:sz w:val="18"/>
              </w:rPr>
              <w:t>LAN s podporou rychlosti 10 Gbps (tj. 10/25 Gbps)</w:t>
            </w:r>
          </w:p>
        </w:tc>
        <w:tc>
          <w:tcPr>
            <w:tcW w:w="3288" w:type="dxa"/>
          </w:tcPr>
          <w:p w14:paraId="542F9D7D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417FB4" w14:paraId="14506A6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B2955B5" w14:textId="77777777" w:rsidR="00764484" w:rsidRPr="002D127E" w:rsidRDefault="00764484" w:rsidP="00764484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Minimálně </w:t>
            </w:r>
            <w:r w:rsidRPr="00026C2A">
              <w:rPr>
                <w:b/>
                <w:bCs/>
                <w:sz w:val="18"/>
                <w:lang w:eastAsia="cs-CZ"/>
              </w:rPr>
              <w:t>4</w:t>
            </w:r>
            <w:r w:rsidRPr="002D127E">
              <w:rPr>
                <w:b/>
                <w:sz w:val="18"/>
                <w:lang w:eastAsia="cs-CZ"/>
              </w:rPr>
              <w:t>x</w:t>
            </w:r>
            <w:r w:rsidRPr="002D127E">
              <w:rPr>
                <w:sz w:val="18"/>
                <w:lang w:eastAsia="cs-CZ"/>
              </w:rPr>
              <w:t xml:space="preserve"> </w:t>
            </w:r>
            <w:r w:rsidRPr="002D127E">
              <w:rPr>
                <w:b/>
                <w:bCs/>
                <w:sz w:val="18"/>
                <w:lang w:eastAsia="cs-CZ"/>
              </w:rPr>
              <w:t>1 Gbps</w:t>
            </w:r>
            <w:r w:rsidRPr="002D127E">
              <w:rPr>
                <w:sz w:val="18"/>
                <w:lang w:eastAsia="cs-CZ"/>
              </w:rPr>
              <w:t xml:space="preserve"> </w:t>
            </w:r>
            <w:r>
              <w:rPr>
                <w:sz w:val="18"/>
                <w:lang w:eastAsia="cs-CZ"/>
              </w:rPr>
              <w:t>RJ45</w:t>
            </w:r>
            <w:r w:rsidRPr="002D127E">
              <w:rPr>
                <w:sz w:val="18"/>
                <w:lang w:eastAsia="cs-CZ"/>
              </w:rPr>
              <w:t xml:space="preserve"> LAN</w:t>
            </w:r>
          </w:p>
        </w:tc>
        <w:tc>
          <w:tcPr>
            <w:tcW w:w="3288" w:type="dxa"/>
          </w:tcPr>
          <w:p w14:paraId="4BC9B5CE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5F95DAB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C0E4DE6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Dedikovaný </w:t>
            </w:r>
            <w:r w:rsidRPr="002D127E">
              <w:rPr>
                <w:rFonts w:cstheme="minorHAnsi"/>
                <w:b/>
                <w:bCs/>
                <w:sz w:val="18"/>
              </w:rPr>
              <w:t>1 Gbps</w:t>
            </w:r>
            <w:r w:rsidRPr="002D127E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7BCF6D02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7A7614B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F3809C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2D127E">
              <w:rPr>
                <w:rFonts w:cstheme="minorHAnsi"/>
                <w:sz w:val="18"/>
              </w:rPr>
              <w:t>Trusted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</w:rPr>
              <w:t>Platform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Module </w:t>
            </w:r>
            <w:r>
              <w:rPr>
                <w:rFonts w:cstheme="minorHAnsi"/>
                <w:sz w:val="18"/>
              </w:rPr>
              <w:t xml:space="preserve">minimálně ve verzi </w:t>
            </w:r>
            <w:r w:rsidRPr="002D127E">
              <w:rPr>
                <w:rFonts w:cstheme="minorHAnsi"/>
                <w:sz w:val="18"/>
              </w:rPr>
              <w:t>2.0</w:t>
            </w:r>
          </w:p>
        </w:tc>
        <w:tc>
          <w:tcPr>
            <w:tcW w:w="3288" w:type="dxa"/>
          </w:tcPr>
          <w:p w14:paraId="22999F04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133147F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05E6DC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>
              <w:rPr>
                <w:rFonts w:cstheme="minorHAnsi"/>
                <w:sz w:val="18"/>
              </w:rPr>
              <w:t>Platinum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0763DE5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4F63AF1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A2BD66" w14:textId="71FD514A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Výsuvné l</w:t>
            </w:r>
            <w:r w:rsidRPr="002D127E">
              <w:rPr>
                <w:sz w:val="18"/>
                <w:lang w:eastAsia="cs-CZ"/>
              </w:rPr>
              <w:t xml:space="preserve">ižiny do rackové skříně </w:t>
            </w:r>
            <w:r w:rsidR="008E3F43">
              <w:rPr>
                <w:sz w:val="18"/>
                <w:lang w:eastAsia="cs-CZ"/>
              </w:rPr>
              <w:t>s</w:t>
            </w:r>
            <w:r w:rsidRPr="002D127E">
              <w:rPr>
                <w:sz w:val="18"/>
                <w:lang w:eastAsia="cs-CZ"/>
              </w:rPr>
              <w:t xml:space="preserve"> „</w:t>
            </w:r>
            <w:proofErr w:type="spellStart"/>
            <w:r w:rsidRPr="002D127E">
              <w:rPr>
                <w:sz w:val="18"/>
                <w:lang w:eastAsia="cs-CZ"/>
              </w:rPr>
              <w:t>cable</w:t>
            </w:r>
            <w:proofErr w:type="spellEnd"/>
            <w:r w:rsidRPr="002D127E">
              <w:rPr>
                <w:sz w:val="18"/>
                <w:lang w:eastAsia="cs-CZ"/>
              </w:rPr>
              <w:t xml:space="preserve"> management</w:t>
            </w:r>
            <w:r>
              <w:rPr>
                <w:sz w:val="18"/>
                <w:lang w:eastAsia="cs-CZ"/>
              </w:rPr>
              <w:t xml:space="preserve"> </w:t>
            </w:r>
            <w:proofErr w:type="spellStart"/>
            <w:r>
              <w:rPr>
                <w:sz w:val="18"/>
                <w:lang w:eastAsia="cs-CZ"/>
              </w:rPr>
              <w:t>arm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5248D6C2" w14:textId="77777777" w:rsidR="00764484" w:rsidRPr="00BC57E5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4A049E" w14:paraId="4005E42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E41AED2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230V CEE7/7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78DC8C79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4A049E" w14:paraId="3435840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0EC971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230V </w:t>
            </w:r>
            <w:r>
              <w:rPr>
                <w:rFonts w:cstheme="minorHAnsi"/>
                <w:sz w:val="18"/>
              </w:rPr>
              <w:t>IEC C13</w:t>
            </w:r>
            <w:r w:rsidRPr="002D127E">
              <w:rPr>
                <w:rFonts w:cstheme="minorHAnsi"/>
                <w:sz w:val="18"/>
              </w:rPr>
              <w:t xml:space="preserve"> v délce minimálně </w:t>
            </w:r>
            <w:r>
              <w:rPr>
                <w:rFonts w:cstheme="minorHAnsi"/>
                <w:sz w:val="18"/>
              </w:rPr>
              <w:t>2 </w:t>
            </w:r>
            <w:r w:rsidRPr="002D127E">
              <w:rPr>
                <w:rFonts w:cstheme="minorHAnsi"/>
                <w:sz w:val="18"/>
              </w:rPr>
              <w:t>metr</w:t>
            </w:r>
            <w:r>
              <w:rPr>
                <w:rFonts w:cstheme="minorHAnsi"/>
                <w:sz w:val="18"/>
              </w:rPr>
              <w:t>y</w:t>
            </w:r>
            <w:r w:rsidRPr="002D127E">
              <w:rPr>
                <w:rFonts w:cstheme="minorHAnsi"/>
                <w:sz w:val="18"/>
              </w:rPr>
              <w:t>, každý v jiné barvě (černá, červená)</w:t>
            </w:r>
          </w:p>
        </w:tc>
        <w:tc>
          <w:tcPr>
            <w:tcW w:w="3288" w:type="dxa"/>
          </w:tcPr>
          <w:p w14:paraId="7B52D800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4A049E" w14:paraId="1B5D1E8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4176035" w14:textId="77777777" w:rsidR="00764484" w:rsidRPr="00A9399D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9399D">
              <w:rPr>
                <w:rFonts w:cstheme="minorHAnsi"/>
                <w:sz w:val="18"/>
              </w:rPr>
              <w:lastRenderedPageBreak/>
              <w:t>Podpora OS</w:t>
            </w:r>
            <w:r>
              <w:rPr>
                <w:rFonts w:cstheme="minorHAnsi"/>
                <w:sz w:val="18"/>
              </w:rPr>
              <w:t xml:space="preserve"> Windows Server 2019, 2022; RHEL 8, 9;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vSphere</w:t>
            </w:r>
            <w:proofErr w:type="spellEnd"/>
            <w:r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0FD28C4D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58EEE0A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E6999A7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Webová nebo mobilní bezpečnostní aplikace, sloužící k ověření, že mezi expedicí zařízení a jeho zprovozněním v datovém centru zákazníka, nedošlo k neautorizovanému zásahu do </w:t>
            </w:r>
            <w:r>
              <w:rPr>
                <w:rFonts w:cstheme="minorHAnsi"/>
                <w:sz w:val="18"/>
              </w:rPr>
              <w:t>firmware</w:t>
            </w:r>
            <w:r w:rsidRPr="002D127E">
              <w:rPr>
                <w:rFonts w:cstheme="minorHAnsi"/>
                <w:sz w:val="18"/>
              </w:rPr>
              <w:t xml:space="preserve"> či hardware (HW) ani k výměně některé klíčové komponenty za jinou.</w:t>
            </w:r>
          </w:p>
        </w:tc>
        <w:tc>
          <w:tcPr>
            <w:tcW w:w="3288" w:type="dxa"/>
          </w:tcPr>
          <w:p w14:paraId="14388FBC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0AD9FEF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2C8FAD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Integrační pluginy pro monitoring zdravotního stavu a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 xml:space="preserve">správu HW přímo z MS </w:t>
            </w:r>
            <w:proofErr w:type="spellStart"/>
            <w:r w:rsidRPr="002D127E">
              <w:rPr>
                <w:rFonts w:cstheme="minorHAnsi"/>
                <w:sz w:val="18"/>
              </w:rPr>
              <w:t>System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4B90BE1B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50706D" w14:paraId="21435A2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817AF9C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2D127E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6FB8D800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2E3BD1" w14:paraId="6746671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FE68893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Podpora výrobce na </w:t>
            </w:r>
            <w:r w:rsidRPr="002D127E">
              <w:rPr>
                <w:rFonts w:cstheme="minorHAnsi"/>
                <w:b/>
                <w:bCs/>
                <w:sz w:val="18"/>
              </w:rPr>
              <w:t>5 let</w:t>
            </w:r>
            <w:r w:rsidRPr="002D127E">
              <w:rPr>
                <w:rFonts w:cstheme="minorHAnsi"/>
                <w:sz w:val="18"/>
              </w:rPr>
              <w:t xml:space="preserve"> v rozsahu „</w:t>
            </w:r>
            <w:r w:rsidRPr="002D127E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A12334A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D730ED" w14:paraId="65638D3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EDA298" w14:textId="77777777" w:rsidR="00764484" w:rsidRPr="002D127E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U všech disků</w:t>
            </w:r>
            <w:r>
              <w:rPr>
                <w:rFonts w:cstheme="minorHAnsi"/>
                <w:sz w:val="18"/>
              </w:rPr>
              <w:t xml:space="preserve">, SSD, </w:t>
            </w:r>
            <w:proofErr w:type="spellStart"/>
            <w:r>
              <w:rPr>
                <w:rFonts w:cstheme="minorHAnsi"/>
                <w:sz w:val="18"/>
              </w:rPr>
              <w:t>NVMe</w:t>
            </w:r>
            <w:proofErr w:type="spellEnd"/>
            <w:r>
              <w:rPr>
                <w:rFonts w:cstheme="minorHAnsi"/>
                <w:sz w:val="18"/>
              </w:rPr>
              <w:t xml:space="preserve"> a médií</w:t>
            </w:r>
            <w:r w:rsidRPr="002D127E">
              <w:rPr>
                <w:rFonts w:cstheme="minorHAnsi"/>
                <w:sz w:val="18"/>
              </w:rPr>
              <w:t xml:space="preserve"> je požadováno ponechání disku Kupujícímu při jeho poruše a</w:t>
            </w:r>
            <w:r>
              <w:rPr>
                <w:rFonts w:cstheme="minorHAnsi"/>
                <w:sz w:val="18"/>
              </w:rPr>
              <w:t>/nebo</w:t>
            </w:r>
            <w:r w:rsidRPr="002D127E">
              <w:rPr>
                <w:rFonts w:cstheme="minorHAnsi"/>
                <w:sz w:val="18"/>
              </w:rPr>
              <w:t xml:space="preserve"> reklamaci</w:t>
            </w:r>
          </w:p>
        </w:tc>
        <w:tc>
          <w:tcPr>
            <w:tcW w:w="3288" w:type="dxa"/>
          </w:tcPr>
          <w:p w14:paraId="41834E67" w14:textId="77777777" w:rsidR="00764484" w:rsidRPr="002D127E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D730ED" w14:paraId="14F93A6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2CB7D1" w14:textId="77777777" w:rsidR="00764484" w:rsidRPr="00A05703" w:rsidRDefault="00764484" w:rsidP="00764484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Vzdálená správa HW serveru </w:t>
            </w:r>
          </w:p>
          <w:p w14:paraId="4994A20B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Vzdálená správa s dedikovaným vlastním portem 1G</w:t>
            </w:r>
            <w:r>
              <w:rPr>
                <w:rFonts w:cstheme="minorHAnsi"/>
                <w:sz w:val="18"/>
              </w:rPr>
              <w:t>bE</w:t>
            </w:r>
            <w:r w:rsidRPr="00A05703">
              <w:rPr>
                <w:rFonts w:cstheme="minorHAnsi"/>
                <w:sz w:val="18"/>
              </w:rPr>
              <w:t xml:space="preserve"> a možností převzít plně vzdálené ovládání serveru.</w:t>
            </w:r>
          </w:p>
          <w:p w14:paraId="66196705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779221A6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A05703">
              <w:rPr>
                <w:rFonts w:cstheme="minorHAnsi"/>
                <w:sz w:val="18"/>
              </w:rPr>
              <w:t>mountování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ISO image.</w:t>
            </w:r>
          </w:p>
          <w:p w14:paraId="3C21E0A8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7AB4508A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standartních Webových prohlížečů</w:t>
            </w:r>
            <w:r>
              <w:rPr>
                <w:rFonts w:cstheme="minorHAnsi"/>
                <w:sz w:val="18"/>
              </w:rPr>
              <w:t xml:space="preserve"> (Google Chrome, MS </w:t>
            </w:r>
            <w:proofErr w:type="spellStart"/>
            <w:r>
              <w:rPr>
                <w:rFonts w:cstheme="minorHAnsi"/>
                <w:sz w:val="18"/>
              </w:rPr>
              <w:t>Edge</w:t>
            </w:r>
            <w:proofErr w:type="spellEnd"/>
            <w:r>
              <w:rPr>
                <w:rFonts w:cstheme="minorHAnsi"/>
                <w:sz w:val="18"/>
              </w:rPr>
              <w:t>, Mozilla Firefox)</w:t>
            </w:r>
            <w:r w:rsidRPr="00A05703">
              <w:rPr>
                <w:rFonts w:cstheme="minorHAnsi"/>
                <w:sz w:val="18"/>
              </w:rPr>
              <w:t xml:space="preserve">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HTML5.</w:t>
            </w:r>
          </w:p>
          <w:p w14:paraId="7282B138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Inventarizace a možnost sledování stavu jednotlivých komponent včetně úrovní </w:t>
            </w:r>
            <w:r>
              <w:rPr>
                <w:rFonts w:cstheme="minorHAnsi"/>
                <w:sz w:val="18"/>
              </w:rPr>
              <w:t>firmware</w:t>
            </w:r>
            <w:r w:rsidRPr="00A05703">
              <w:rPr>
                <w:rFonts w:cstheme="minorHAnsi"/>
                <w:sz w:val="18"/>
              </w:rPr>
              <w:t>.</w:t>
            </w:r>
          </w:p>
          <w:p w14:paraId="1AD5B18C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A05703">
              <w:rPr>
                <w:rFonts w:cstheme="minorHAnsi"/>
                <w:sz w:val="18"/>
              </w:rPr>
              <w:t>time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sledování vytíženosti CPU, paměti a</w:t>
            </w:r>
            <w:r>
              <w:rPr>
                <w:rFonts w:cstheme="minorHAnsi"/>
                <w:sz w:val="18"/>
              </w:rPr>
              <w:t> </w:t>
            </w:r>
            <w:r w:rsidRPr="00A05703">
              <w:rPr>
                <w:rFonts w:cstheme="minorHAnsi"/>
                <w:sz w:val="18"/>
              </w:rPr>
              <w:t>spotřeby</w:t>
            </w:r>
            <w:r>
              <w:rPr>
                <w:rFonts w:cstheme="minorHAnsi"/>
                <w:sz w:val="18"/>
              </w:rPr>
              <w:t xml:space="preserve"> elektrické energie</w:t>
            </w:r>
            <w:r w:rsidRPr="00A05703">
              <w:rPr>
                <w:rFonts w:cstheme="minorHAnsi"/>
                <w:sz w:val="18"/>
              </w:rPr>
              <w:t xml:space="preserve">, možnost </w:t>
            </w:r>
            <w:proofErr w:type="spellStart"/>
            <w:r w:rsidRPr="00A05703">
              <w:rPr>
                <w:rFonts w:cstheme="minorHAnsi"/>
                <w:sz w:val="18"/>
              </w:rPr>
              <w:t>Power</w:t>
            </w:r>
            <w:proofErr w:type="spellEnd"/>
            <w:r w:rsidRPr="00A05703">
              <w:rPr>
                <w:rFonts w:cstheme="minorHAnsi"/>
                <w:sz w:val="18"/>
              </w:rPr>
              <w:t xml:space="preserve"> </w:t>
            </w:r>
            <w:proofErr w:type="spellStart"/>
            <w:r w:rsidRPr="00A05703">
              <w:rPr>
                <w:rFonts w:cstheme="minorHAnsi"/>
                <w:sz w:val="18"/>
              </w:rPr>
              <w:t>cappingu</w:t>
            </w:r>
            <w:proofErr w:type="spellEnd"/>
            <w:r w:rsidRPr="00A05703">
              <w:rPr>
                <w:rFonts w:cstheme="minorHAnsi"/>
                <w:sz w:val="18"/>
              </w:rPr>
              <w:t>.</w:t>
            </w:r>
          </w:p>
          <w:p w14:paraId="1309199C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5F282FAA" w14:textId="77777777" w:rsidR="00764484" w:rsidRPr="00A05703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Podpora REDFISH a RESTAPI skriptů.</w:t>
            </w:r>
          </w:p>
          <w:p w14:paraId="23B97D3A" w14:textId="77777777" w:rsidR="00764484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A05703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1E05E633" w14:textId="77777777" w:rsidR="00764484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972D04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635CFAFB" w14:textId="77777777" w:rsidR="00764484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Integrace s centrální vzdálenou správou serverového HW </w:t>
            </w:r>
            <w:r w:rsidRPr="00F42FFE">
              <w:rPr>
                <w:rFonts w:cstheme="minorHAnsi"/>
                <w:sz w:val="18"/>
              </w:rPr>
              <w:t>bez použití jakéhokoli dalšího HW či SW třetích stran</w:t>
            </w:r>
          </w:p>
          <w:p w14:paraId="4AFA5B4F" w14:textId="77777777" w:rsidR="00764484" w:rsidRDefault="00764484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 xml:space="preserve">Podpora </w:t>
            </w:r>
            <w:r w:rsidRPr="00C507ED">
              <w:rPr>
                <w:rFonts w:cstheme="minorHAnsi"/>
                <w:sz w:val="18"/>
              </w:rPr>
              <w:t>protokolů SNMP 2c a IPMI</w:t>
            </w:r>
          </w:p>
          <w:p w14:paraId="011561D4" w14:textId="50BAC5EF" w:rsidR="005A180F" w:rsidRPr="00972D04" w:rsidRDefault="005A180F" w:rsidP="0076448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2C56B20C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D730ED" w14:paraId="7CB2B07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8421756" w14:textId="77777777" w:rsidR="00764484" w:rsidRPr="00C06A42" w:rsidRDefault="00764484" w:rsidP="00764484">
            <w:pPr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Hromadná správa </w:t>
            </w:r>
          </w:p>
          <w:p w14:paraId="5A8609E2" w14:textId="77777777" w:rsidR="00764484" w:rsidRPr="00C06A42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C06A42">
              <w:rPr>
                <w:rFonts w:cstheme="minorHAnsi"/>
                <w:sz w:val="18"/>
              </w:rPr>
              <w:t>alerting</w:t>
            </w:r>
            <w:proofErr w:type="spellEnd"/>
            <w:r w:rsidRPr="00C06A42">
              <w:rPr>
                <w:rFonts w:cstheme="minorHAnsi"/>
                <w:sz w:val="18"/>
              </w:rPr>
              <w:t>.</w:t>
            </w:r>
          </w:p>
          <w:p w14:paraId="6335F7C5" w14:textId="77777777" w:rsidR="00764484" w:rsidRPr="00C06A42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286F2426" w14:textId="77777777" w:rsidR="00764484" w:rsidRPr="00C06A42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C06A42">
              <w:rPr>
                <w:rFonts w:cstheme="minorHAnsi"/>
                <w:sz w:val="18"/>
              </w:rPr>
              <w:t>Home</w:t>
            </w:r>
            <w:proofErr w:type="spellEnd"/>
            <w:r w:rsidRPr="00C06A42">
              <w:rPr>
                <w:rFonts w:cstheme="minorHAnsi"/>
                <w:sz w:val="18"/>
              </w:rPr>
              <w:t xml:space="preserve"> funkce.</w:t>
            </w:r>
          </w:p>
          <w:p w14:paraId="4ACA88A4" w14:textId="77777777" w:rsidR="00764484" w:rsidRPr="00C06A42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Přístup přes mobilní aplikaci.</w:t>
            </w:r>
          </w:p>
          <w:p w14:paraId="56E8D651" w14:textId="77777777" w:rsidR="00764484" w:rsidRPr="00C06A42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Splňující standardy NIST 800-131A a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FIPS</w:t>
            </w:r>
            <w:r>
              <w:rPr>
                <w:rFonts w:cstheme="minorHAnsi"/>
                <w:sz w:val="18"/>
              </w:rPr>
              <w:t> </w:t>
            </w:r>
            <w:r w:rsidRPr="00C06A42">
              <w:rPr>
                <w:rFonts w:cstheme="minorHAnsi"/>
                <w:sz w:val="18"/>
              </w:rPr>
              <w:t>140</w:t>
            </w:r>
            <w:r>
              <w:rPr>
                <w:rFonts w:cstheme="minorHAnsi"/>
                <w:sz w:val="18"/>
              </w:rPr>
              <w:noBreakHyphen/>
            </w:r>
            <w:r w:rsidRPr="00C06A42">
              <w:rPr>
                <w:rFonts w:cstheme="minorHAnsi"/>
                <w:sz w:val="18"/>
              </w:rPr>
              <w:t>2.</w:t>
            </w:r>
          </w:p>
          <w:p w14:paraId="3D72B9FE" w14:textId="77777777" w:rsidR="00764484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75561392" w14:textId="77777777" w:rsidR="00764484" w:rsidRPr="00C06A42" w:rsidRDefault="00764484" w:rsidP="0076448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C06A42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C06A42">
              <w:rPr>
                <w:rFonts w:cstheme="minorHAnsi"/>
                <w:sz w:val="18"/>
              </w:rPr>
              <w:t>Redfish</w:t>
            </w:r>
            <w:proofErr w:type="spellEnd"/>
            <w:r w:rsidRPr="00C06A42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0239C121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D730ED" w14:paraId="46D641E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293FF1" w14:textId="77777777" w:rsidR="00764484" w:rsidRDefault="00764484" w:rsidP="00764484">
            <w:pPr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lastRenderedPageBreak/>
              <w:t>Napojení na systém centralizované vzdálené správy a</w:t>
            </w:r>
            <w:r>
              <w:rPr>
                <w:rFonts w:cstheme="minorHAnsi"/>
                <w:sz w:val="18"/>
              </w:rPr>
              <w:t> </w:t>
            </w:r>
            <w:r w:rsidRPr="009C394F">
              <w:rPr>
                <w:rFonts w:cstheme="minorHAnsi"/>
                <w:sz w:val="18"/>
              </w:rPr>
              <w:t>dohledu</w:t>
            </w:r>
            <w:r w:rsidRPr="008B75F1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8B75F1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8B75F1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8B75F1">
              <w:rPr>
                <w:rFonts w:cstheme="minorHAnsi"/>
                <w:i/>
                <w:iCs/>
                <w:sz w:val="18"/>
              </w:rPr>
              <w:t>)</w:t>
            </w:r>
            <w:r>
              <w:rPr>
                <w:rFonts w:cstheme="minorHAnsi"/>
                <w:sz w:val="18"/>
              </w:rPr>
              <w:t>:</w:t>
            </w:r>
          </w:p>
          <w:p w14:paraId="3F86E8A0" w14:textId="77777777" w:rsidR="00764484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Napojení na již provozované řešení centralizované vzdálené správy</w:t>
            </w:r>
            <w:r w:rsidRPr="00D75FF1">
              <w:rPr>
                <w:rFonts w:cstheme="minorHAnsi"/>
                <w:sz w:val="18"/>
              </w:rPr>
              <w:t xml:space="preserve"> bez nutnosti pořizovat, instalovat či provozovat jakýkoliv další software, </w:t>
            </w:r>
            <w:r>
              <w:rPr>
                <w:rFonts w:cstheme="minorHAnsi"/>
                <w:sz w:val="18"/>
              </w:rPr>
              <w:t>hardware</w:t>
            </w:r>
            <w:r w:rsidRPr="00D75FF1">
              <w:rPr>
                <w:rFonts w:cstheme="minorHAnsi"/>
                <w:sz w:val="18"/>
              </w:rPr>
              <w:t xml:space="preserve"> nebo appliance</w:t>
            </w:r>
            <w:r>
              <w:rPr>
                <w:rFonts w:cstheme="minorHAnsi"/>
                <w:sz w:val="18"/>
              </w:rPr>
              <w:t xml:space="preserve"> třetích stran</w:t>
            </w:r>
            <w:r w:rsidRPr="00D75FF1">
              <w:rPr>
                <w:rFonts w:cstheme="minorHAnsi"/>
                <w:sz w:val="18"/>
              </w:rPr>
              <w:t>.</w:t>
            </w:r>
          </w:p>
          <w:p w14:paraId="35972781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modelů a sériových čísel</w:t>
            </w:r>
          </w:p>
          <w:p w14:paraId="02D3507D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Přehled platnosti servisních kontraktů</w:t>
            </w:r>
          </w:p>
          <w:p w14:paraId="7FC38FF7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Inventarizace konfigurace</w:t>
            </w:r>
          </w:p>
          <w:p w14:paraId="0C76FEA8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jednotlivých komponent</w:t>
            </w:r>
          </w:p>
          <w:p w14:paraId="4C142A41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Kontrola verzí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 xml:space="preserve">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oproti definovaným politikám</w:t>
            </w:r>
          </w:p>
          <w:p w14:paraId="3CA5D46F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zatížení CPU a RAM</w:t>
            </w:r>
          </w:p>
          <w:p w14:paraId="40D3717A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Monitoring spotřeby elektrické energie</w:t>
            </w:r>
          </w:p>
          <w:p w14:paraId="0AB53648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Centrální řízení spotřeby elektrické energie</w:t>
            </w:r>
          </w:p>
          <w:p w14:paraId="64F01D47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 xml:space="preserve">Centrální provádění updatů </w:t>
            </w:r>
            <w:r>
              <w:rPr>
                <w:rFonts w:cstheme="minorHAnsi"/>
                <w:sz w:val="18"/>
              </w:rPr>
              <w:t xml:space="preserve">firmware </w:t>
            </w:r>
            <w:r w:rsidRPr="009C394F">
              <w:rPr>
                <w:rFonts w:cstheme="minorHAnsi"/>
                <w:sz w:val="18"/>
              </w:rPr>
              <w:t xml:space="preserve">a </w:t>
            </w:r>
            <w:proofErr w:type="spellStart"/>
            <w:r w:rsidRPr="009C394F">
              <w:rPr>
                <w:rFonts w:cstheme="minorHAnsi"/>
                <w:sz w:val="18"/>
              </w:rPr>
              <w:t>BIOSu</w:t>
            </w:r>
            <w:proofErr w:type="spellEnd"/>
          </w:p>
          <w:p w14:paraId="6AA024AD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Dálkové zapnutí/vypnutí jednotlivého serveru</w:t>
            </w:r>
          </w:p>
          <w:p w14:paraId="1CABF2AB" w14:textId="77777777" w:rsidR="00764484" w:rsidRPr="009C394F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9C394F">
              <w:rPr>
                <w:rFonts w:cstheme="minorHAnsi"/>
                <w:sz w:val="18"/>
              </w:rPr>
              <w:t>remote</w:t>
            </w:r>
            <w:proofErr w:type="spellEnd"/>
            <w:r w:rsidRPr="009C394F">
              <w:rPr>
                <w:rFonts w:cstheme="minorHAnsi"/>
                <w:sz w:val="18"/>
              </w:rPr>
              <w:t xml:space="preserve"> KVM)</w:t>
            </w:r>
          </w:p>
          <w:p w14:paraId="0B893A3B" w14:textId="77777777" w:rsidR="00764484" w:rsidRPr="00FA52B8" w:rsidRDefault="00764484" w:rsidP="0076448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9C394F">
              <w:rPr>
                <w:rFonts w:cstheme="minorHAnsi"/>
                <w:sz w:val="18"/>
              </w:rPr>
              <w:t>Re-instalace OS pomocí dálkově připojené optické mechaniky</w:t>
            </w:r>
            <w:r>
              <w:rPr>
                <w:rFonts w:cstheme="minorHAnsi"/>
                <w:sz w:val="18"/>
              </w:rPr>
              <w:t xml:space="preserve"> či disku</w:t>
            </w:r>
            <w:r w:rsidRPr="009C394F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s</w:t>
            </w:r>
            <w:r w:rsidRPr="009C394F">
              <w:rPr>
                <w:rFonts w:cstheme="minorHAnsi"/>
                <w:sz w:val="18"/>
              </w:rPr>
              <w:t xml:space="preserve"> ISO soubor</w:t>
            </w:r>
            <w:r>
              <w:rPr>
                <w:rFonts w:cstheme="minorHAnsi"/>
                <w:sz w:val="18"/>
              </w:rPr>
              <w:t>em</w:t>
            </w:r>
            <w:r w:rsidRPr="009C394F">
              <w:rPr>
                <w:rFonts w:cstheme="minorHAnsi"/>
                <w:sz w:val="18"/>
              </w:rPr>
              <w:t>.</w:t>
            </w:r>
          </w:p>
        </w:tc>
        <w:tc>
          <w:tcPr>
            <w:tcW w:w="3288" w:type="dxa"/>
          </w:tcPr>
          <w:p w14:paraId="2A8B8E13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CC018F" w14:paraId="51AA94D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ABDE77" w14:textId="77777777" w:rsidR="00764484" w:rsidRPr="009777EF" w:rsidRDefault="00764484" w:rsidP="00764484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9777EF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70824C00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764484" w:rsidRPr="00CC018F" w14:paraId="12769EA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81D9550" w14:textId="77777777" w:rsidR="00764484" w:rsidRPr="002D127E" w:rsidRDefault="00764484" w:rsidP="00764484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>Síťové optické moduly pro každý optický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>
              <w:rPr>
                <w:b/>
                <w:bCs/>
                <w:sz w:val="18"/>
                <w:lang w:eastAsia="cs-CZ"/>
              </w:rPr>
              <w:t xml:space="preserve"> LAN</w:t>
            </w:r>
            <w:r w:rsidRPr="002D127E">
              <w:rPr>
                <w:sz w:val="18"/>
                <w:lang w:eastAsia="cs-CZ"/>
              </w:rPr>
              <w:t>), plně kompatibilní s dodávaným serverem v provedení „</w:t>
            </w:r>
            <w:r w:rsidRPr="00E31E6A">
              <w:rPr>
                <w:b/>
                <w:bCs/>
                <w:sz w:val="18"/>
                <w:lang w:eastAsia="cs-CZ"/>
              </w:rPr>
              <w:t>10/25Gbps</w:t>
            </w:r>
            <w:r>
              <w:rPr>
                <w:sz w:val="18"/>
                <w:lang w:eastAsia="cs-CZ"/>
              </w:rPr>
              <w:t xml:space="preserve"> nebo </w:t>
            </w:r>
            <w:r w:rsidRPr="00E31E6A">
              <w:rPr>
                <w:b/>
                <w:bCs/>
                <w:sz w:val="18"/>
                <w:lang w:eastAsia="cs-CZ"/>
              </w:rPr>
              <w:t>25Gbps</w:t>
            </w:r>
            <w:r>
              <w:rPr>
                <w:sz w:val="18"/>
                <w:lang w:eastAsia="cs-CZ"/>
              </w:rPr>
              <w:t xml:space="preserve">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1F5EC4A" w14:textId="77777777" w:rsidR="00764484" w:rsidRPr="00927BA6" w:rsidRDefault="00764484" w:rsidP="0076448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6BB09F31" w14:textId="77777777" w:rsidR="00985A37" w:rsidRDefault="00985A37" w:rsidP="00985A37">
      <w:pPr>
        <w:spacing w:after="160" w:line="259" w:lineRule="auto"/>
      </w:pPr>
    </w:p>
    <w:p w14:paraId="71D7FBAE" w14:textId="4930F171" w:rsidR="00985A37" w:rsidRDefault="00985A37" w:rsidP="00985A37">
      <w:pPr>
        <w:spacing w:after="160" w:line="259" w:lineRule="auto"/>
      </w:pPr>
      <w:r>
        <w:t xml:space="preserve">Pro </w:t>
      </w:r>
      <w:r>
        <w:rPr>
          <w:b/>
          <w:bCs/>
        </w:rPr>
        <w:t>P</w:t>
      </w:r>
      <w:r w:rsidRPr="002D127E">
        <w:rPr>
          <w:b/>
          <w:bCs/>
        </w:rPr>
        <w:t>oložk</w:t>
      </w:r>
      <w:r>
        <w:rPr>
          <w:b/>
          <w:bCs/>
        </w:rPr>
        <w:t>u</w:t>
      </w:r>
      <w:r w:rsidRPr="002D127E">
        <w:rPr>
          <w:b/>
          <w:bCs/>
        </w:rPr>
        <w:t xml:space="preserve"> </w:t>
      </w:r>
      <w:r w:rsidR="00795987">
        <w:rPr>
          <w:b/>
          <w:bCs/>
        </w:rPr>
        <w:t>5</w:t>
      </w:r>
      <w:r>
        <w:t xml:space="preserve"> je místem plnění </w:t>
      </w:r>
      <w:r w:rsidRPr="002D127E">
        <w:rPr>
          <w:b/>
          <w:bCs/>
        </w:rPr>
        <w:t>CDP Praha, V</w:t>
      </w:r>
      <w:r>
        <w:rPr>
          <w:b/>
          <w:bCs/>
        </w:rPr>
        <w:t> </w:t>
      </w:r>
      <w:r w:rsidRPr="002D127E">
        <w:rPr>
          <w:b/>
          <w:bCs/>
        </w:rPr>
        <w:t>Trianglu</w:t>
      </w:r>
      <w:r>
        <w:rPr>
          <w:b/>
          <w:bCs/>
        </w:rPr>
        <w:t> 2474</w:t>
      </w:r>
      <w:r w:rsidRPr="002D127E">
        <w:rPr>
          <w:b/>
          <w:bCs/>
        </w:rPr>
        <w:t>, Praha 9</w:t>
      </w:r>
      <w:r>
        <w:t>.</w:t>
      </w:r>
    </w:p>
    <w:p w14:paraId="05DF3D2C" w14:textId="77777777" w:rsidR="00985A37" w:rsidRDefault="00985A37" w:rsidP="00985A37">
      <w:pPr>
        <w:spacing w:after="160" w:line="259" w:lineRule="auto"/>
      </w:pPr>
    </w:p>
    <w:p w14:paraId="58ECB224" w14:textId="3657B2AF" w:rsidR="00E75C72" w:rsidRPr="00E75C72" w:rsidRDefault="00E75C72" w:rsidP="00E75C72">
      <w:pPr>
        <w:ind w:firstLine="426"/>
      </w:pPr>
      <w:r>
        <w:t>f</w:t>
      </w:r>
      <w:r w:rsidRPr="00E75C72">
        <w:t>)</w:t>
      </w:r>
      <w:r w:rsidRPr="00E75C72">
        <w:tab/>
      </w:r>
      <w:r w:rsidRPr="00E75C72">
        <w:rPr>
          <w:b/>
          <w:bCs/>
        </w:rPr>
        <w:t xml:space="preserve">Položka </w:t>
      </w:r>
      <w:r w:rsidR="00DE5823">
        <w:rPr>
          <w:b/>
          <w:bCs/>
        </w:rPr>
        <w:t>6</w:t>
      </w:r>
      <w:r w:rsidRPr="00E75C72">
        <w:t xml:space="preserve"> – Pět (5) serverových nodů pro virtualizační farmu „KB TDS / CDP P</w:t>
      </w:r>
      <w:r w:rsidR="004D497B">
        <w:t>řerov</w:t>
      </w:r>
      <w:r w:rsidRPr="00E75C72">
        <w:t>“ v konfiguraci:</w:t>
      </w:r>
    </w:p>
    <w:p w14:paraId="0B7AEE9D" w14:textId="77777777" w:rsidR="00E75C72" w:rsidRPr="00E75C72" w:rsidRDefault="00E75C72" w:rsidP="00E75C72">
      <w:r w:rsidRPr="00E75C72">
        <w:rPr>
          <w:highlight w:val="green"/>
          <w:lang w:val="en-US"/>
        </w:rPr>
        <w:t>[IDENTIFIKACE MODELU</w:t>
      </w:r>
      <w:r w:rsidRPr="00E75C72">
        <w:rPr>
          <w:rFonts w:cstheme="minorHAnsi"/>
          <w:b/>
          <w:bCs/>
          <w:highlight w:val="green"/>
        </w:rPr>
        <w:t xml:space="preserve"> - </w:t>
      </w:r>
      <w:r w:rsidRPr="00E75C72">
        <w:rPr>
          <w:rFonts w:cstheme="minorHAnsi"/>
          <w:highlight w:val="green"/>
        </w:rPr>
        <w:t>DOPLNÍ PRODÁVAJÍCÍ]</w:t>
      </w:r>
      <w:r w:rsidRPr="00E75C72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75C72" w:rsidRPr="00E75C72" w14:paraId="0DE42F9B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0620C738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32875C14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75C72" w:rsidRPr="00E75C72" w14:paraId="7852C2E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02F39A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5 serverových nodů se zcela totožnou konfigurací</w:t>
            </w:r>
          </w:p>
        </w:tc>
        <w:tc>
          <w:tcPr>
            <w:tcW w:w="3288" w:type="dxa"/>
          </w:tcPr>
          <w:p w14:paraId="3A480774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E074B8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A0D23D7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Pr="00E75C72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0524C0DB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B9DBE4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8EA50B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Velikost skříně serveru o maximální výšce </w:t>
            </w:r>
            <w:r w:rsidRPr="00E75C72">
              <w:rPr>
                <w:rFonts w:cstheme="minorHAnsi"/>
                <w:b/>
                <w:bCs/>
                <w:sz w:val="18"/>
              </w:rPr>
              <w:t>2 RU</w:t>
            </w:r>
            <w:r w:rsidRPr="00E75C72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4026628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6FB3AE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D99E50B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 CPU</w:t>
            </w:r>
            <w:r w:rsidRPr="00E75C72">
              <w:rPr>
                <w:rFonts w:cstheme="minorHAnsi"/>
                <w:sz w:val="18"/>
              </w:rPr>
              <w:t xml:space="preserve">, každý minimálně </w:t>
            </w:r>
            <w:r w:rsidRPr="00E75C72">
              <w:rPr>
                <w:rFonts w:cstheme="minorHAnsi"/>
                <w:b/>
                <w:bCs/>
                <w:sz w:val="18"/>
              </w:rPr>
              <w:t>32 jader</w:t>
            </w:r>
            <w:r w:rsidRPr="00E75C72">
              <w:rPr>
                <w:rFonts w:cstheme="minorHAnsi"/>
                <w:sz w:val="18"/>
              </w:rPr>
              <w:t xml:space="preserve"> (64 vláken) se základní frekvencí minimálně 2.0 GHz a se spotřebou maximálně 230 W</w:t>
            </w:r>
          </w:p>
        </w:tc>
        <w:tc>
          <w:tcPr>
            <w:tcW w:w="3288" w:type="dxa"/>
          </w:tcPr>
          <w:p w14:paraId="63F4876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28D8C5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10A55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sz w:val="18"/>
              </w:rPr>
              <w:t xml:space="preserve">Architektura </w:t>
            </w:r>
            <w:r w:rsidRPr="00E75C72">
              <w:rPr>
                <w:rFonts w:cstheme="minorHAnsi"/>
                <w:b/>
                <w:bCs/>
                <w:sz w:val="18"/>
              </w:rPr>
              <w:t>Intel x86-64</w:t>
            </w:r>
            <w:r w:rsidRPr="00E75C72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1CA49FA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BBB0E5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4E4BD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sz w:val="18"/>
                <w:lang w:eastAsia="cs-CZ"/>
              </w:rPr>
              <w:t xml:space="preserve">Operační paměť minimálně </w:t>
            </w:r>
            <w:r w:rsidRPr="00E75C72">
              <w:rPr>
                <w:b/>
                <w:sz w:val="18"/>
                <w:lang w:eastAsia="cs-CZ"/>
              </w:rPr>
              <w:t>384 GB DDR5</w:t>
            </w:r>
            <w:r w:rsidRPr="00E75C72">
              <w:rPr>
                <w:sz w:val="18"/>
                <w:lang w:eastAsia="cs-CZ"/>
              </w:rPr>
              <w:t xml:space="preserve"> s použitím modulů o maximální velikosti 128 GB, rozšiřitelná minimálně do 1024 GB jen přidáním dalších paměťových modulů</w:t>
            </w:r>
          </w:p>
        </w:tc>
        <w:tc>
          <w:tcPr>
            <w:tcW w:w="3288" w:type="dxa"/>
          </w:tcPr>
          <w:p w14:paraId="45C117C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1A087B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228EB3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lastRenderedPageBreak/>
              <w:t>2x SSD</w:t>
            </w:r>
            <w:r w:rsidRPr="00E75C72">
              <w:rPr>
                <w:rFonts w:cstheme="minorHAnsi"/>
                <w:sz w:val="18"/>
              </w:rPr>
              <w:t xml:space="preserve">, každý o velikosti minimálně </w:t>
            </w:r>
            <w:r w:rsidRPr="00E75C72">
              <w:rPr>
                <w:rFonts w:cstheme="minorHAnsi"/>
                <w:b/>
                <w:bCs/>
                <w:sz w:val="18"/>
              </w:rPr>
              <w:t>480 GB</w:t>
            </w:r>
            <w:r w:rsidRPr="00E75C72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E75C72">
              <w:rPr>
                <w:rFonts w:cstheme="minorHAnsi"/>
                <w:sz w:val="18"/>
              </w:rPr>
              <w:t>boot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běh OS nebo virtualizační platformy (hypervisor)</w:t>
            </w:r>
          </w:p>
        </w:tc>
        <w:tc>
          <w:tcPr>
            <w:tcW w:w="3288" w:type="dxa"/>
          </w:tcPr>
          <w:p w14:paraId="32C95A7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9D2995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683FE7B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>8x 25 Gbps</w:t>
            </w:r>
            <w:r w:rsidRPr="00E75C72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00C67DB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E81EDB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F50BA93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 xml:space="preserve">Minimálně </w:t>
            </w:r>
            <w:r w:rsidRPr="00E75C72">
              <w:rPr>
                <w:b/>
                <w:bCs/>
                <w:sz w:val="18"/>
                <w:lang w:eastAsia="cs-CZ"/>
              </w:rPr>
              <w:t>4</w:t>
            </w:r>
            <w:r w:rsidRPr="00E75C72">
              <w:rPr>
                <w:b/>
                <w:sz w:val="18"/>
                <w:lang w:eastAsia="cs-CZ"/>
              </w:rPr>
              <w:t>x</w:t>
            </w:r>
            <w:r w:rsidRPr="00E75C72">
              <w:rPr>
                <w:sz w:val="18"/>
                <w:lang w:eastAsia="cs-CZ"/>
              </w:rPr>
              <w:t xml:space="preserve"> </w:t>
            </w:r>
            <w:r w:rsidRPr="00E75C72">
              <w:rPr>
                <w:b/>
                <w:bCs/>
                <w:sz w:val="18"/>
                <w:lang w:eastAsia="cs-CZ"/>
              </w:rPr>
              <w:t>1 Gbps</w:t>
            </w:r>
            <w:r w:rsidRPr="00E75C72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5712924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4EAF14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989ED28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Dedikovaný </w:t>
            </w:r>
            <w:r w:rsidRPr="00E75C72">
              <w:rPr>
                <w:rFonts w:cstheme="minorHAnsi"/>
                <w:b/>
                <w:bCs/>
                <w:sz w:val="18"/>
              </w:rPr>
              <w:t>1 Gbps</w:t>
            </w:r>
            <w:r w:rsidRPr="00E75C72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1B5C09A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B7229D0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437380A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 xml:space="preserve">2x 32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SFP </w:t>
            </w:r>
            <w:proofErr w:type="spellStart"/>
            <w:r w:rsidRPr="00E75C72">
              <w:rPr>
                <w:rFonts w:cstheme="minorHAnsi"/>
                <w:sz w:val="18"/>
              </w:rPr>
              <w:t>FibreChannel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456DAC2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E4E264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5BADBA5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E75C72">
              <w:rPr>
                <w:rFonts w:cstheme="minorHAnsi"/>
                <w:sz w:val="18"/>
              </w:rPr>
              <w:t>Trusted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Platform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6C88FC9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1DB1DF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1F8FAA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E75C72">
              <w:rPr>
                <w:rFonts w:cstheme="minorHAnsi"/>
                <w:sz w:val="18"/>
              </w:rPr>
              <w:t>Platinum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10D76219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C49E16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E187D9E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sz w:val="18"/>
                <w:lang w:eastAsia="cs-CZ"/>
              </w:rPr>
              <w:t>Výsuvné ližiny do rackové skříně s „</w:t>
            </w:r>
            <w:proofErr w:type="spellStart"/>
            <w:r w:rsidRPr="00E75C72">
              <w:rPr>
                <w:sz w:val="18"/>
                <w:lang w:eastAsia="cs-CZ"/>
              </w:rPr>
              <w:t>cable</w:t>
            </w:r>
            <w:proofErr w:type="spellEnd"/>
            <w:r w:rsidRPr="00E75C72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E75C72">
              <w:rPr>
                <w:sz w:val="18"/>
                <w:lang w:eastAsia="cs-CZ"/>
              </w:rPr>
              <w:t>arm</w:t>
            </w:r>
            <w:proofErr w:type="spellEnd"/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C97F2C9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98775E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5A460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E75C72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573E3BC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7BF842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CC37630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E75C72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6199E3A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F1839F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3E1AD2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E75C72">
              <w:rPr>
                <w:rFonts w:cstheme="minorHAnsi"/>
                <w:sz w:val="18"/>
              </w:rPr>
              <w:t>VMware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vSphere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1E97C2C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F758FF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7575C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7833349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295B46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C220F5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Integrační pluginy pro monitoring zdravotního stavu a správu HW přímo z </w:t>
            </w:r>
            <w:proofErr w:type="spellStart"/>
            <w:r w:rsidRPr="00E75C72">
              <w:rPr>
                <w:rFonts w:cstheme="minorHAnsi"/>
                <w:sz w:val="18"/>
              </w:rPr>
              <w:t>VMware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vCenter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MS </w:t>
            </w:r>
            <w:proofErr w:type="spellStart"/>
            <w:r w:rsidRPr="00E75C72">
              <w:rPr>
                <w:rFonts w:cstheme="minorHAnsi"/>
                <w:sz w:val="18"/>
              </w:rPr>
              <w:t>System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01B25C90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CE2887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4361D0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E75C72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1B043E9B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9FFFE7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99A13F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výrobce na </w:t>
            </w:r>
            <w:r w:rsidRPr="00E75C72">
              <w:rPr>
                <w:rFonts w:cstheme="minorHAnsi"/>
                <w:b/>
                <w:bCs/>
                <w:sz w:val="18"/>
              </w:rPr>
              <w:t>5 let</w:t>
            </w:r>
            <w:r w:rsidRPr="00E75C72">
              <w:rPr>
                <w:rFonts w:cstheme="minorHAnsi"/>
                <w:sz w:val="18"/>
              </w:rPr>
              <w:t xml:space="preserve"> v rozsahu „</w:t>
            </w:r>
            <w:r w:rsidRPr="00E75C72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56FE048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1CFD180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D2E6A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E75C72">
              <w:rPr>
                <w:rFonts w:cstheme="minorHAnsi"/>
                <w:sz w:val="18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61E6E44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C9918C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CA522A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Vzdálená správa HW serveru </w:t>
            </w:r>
          </w:p>
          <w:p w14:paraId="762FEE08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27CBA909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4B20891F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E75C72">
              <w:rPr>
                <w:rFonts w:cstheme="minorHAnsi"/>
                <w:sz w:val="18"/>
              </w:rPr>
              <w:t>mountování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ISO image.</w:t>
            </w:r>
          </w:p>
          <w:p w14:paraId="3A3955B6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4499ECBA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E75C72">
              <w:rPr>
                <w:rFonts w:cstheme="minorHAnsi"/>
                <w:sz w:val="18"/>
              </w:rPr>
              <w:t>Edge</w:t>
            </w:r>
            <w:proofErr w:type="spellEnd"/>
            <w:r w:rsidRPr="00E75C72">
              <w:rPr>
                <w:rFonts w:cstheme="minorHAnsi"/>
                <w:sz w:val="18"/>
              </w:rPr>
              <w:t>, Mozilla Firefox) a HTML5.</w:t>
            </w:r>
          </w:p>
          <w:p w14:paraId="601B6B98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16FB7FC3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E75C72">
              <w:rPr>
                <w:rFonts w:cstheme="minorHAnsi"/>
                <w:sz w:val="18"/>
              </w:rPr>
              <w:t>time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E75C72">
              <w:rPr>
                <w:rFonts w:cstheme="minorHAnsi"/>
                <w:sz w:val="18"/>
              </w:rPr>
              <w:t>Power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cappingu</w:t>
            </w:r>
            <w:proofErr w:type="spellEnd"/>
            <w:r w:rsidRPr="00E75C72">
              <w:rPr>
                <w:rFonts w:cstheme="minorHAnsi"/>
                <w:sz w:val="18"/>
              </w:rPr>
              <w:t>.</w:t>
            </w:r>
          </w:p>
          <w:p w14:paraId="496111A3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2BEE8417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REDFISH a RESTAPI skriptů.</w:t>
            </w:r>
          </w:p>
          <w:p w14:paraId="784E3314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lastRenderedPageBreak/>
              <w:t>Nejvyšší licence pro správu serveru bez jakéhokoli omezení.</w:t>
            </w:r>
          </w:p>
          <w:p w14:paraId="6B0A8677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0DD57B58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7553E3DE" w14:textId="77777777" w:rsid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protokolů SNMP 2c a IPMI</w:t>
            </w:r>
          </w:p>
          <w:p w14:paraId="51E9990A" w14:textId="0A5491B4" w:rsidR="005A180F" w:rsidRPr="00E75C72" w:rsidRDefault="005A180F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09A0E5B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E75C72" w:rsidRPr="00E75C72" w14:paraId="4323861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857B9AC" w14:textId="77777777" w:rsidR="00E75C72" w:rsidRPr="00E75C72" w:rsidRDefault="00E75C72" w:rsidP="00E75C72">
            <w:pPr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Hromadná správa </w:t>
            </w:r>
          </w:p>
          <w:p w14:paraId="787AC43D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E75C72">
              <w:rPr>
                <w:rFonts w:cstheme="minorHAnsi"/>
                <w:sz w:val="18"/>
              </w:rPr>
              <w:t>alerting</w:t>
            </w:r>
            <w:proofErr w:type="spellEnd"/>
            <w:r w:rsidRPr="00E75C72">
              <w:rPr>
                <w:rFonts w:cstheme="minorHAnsi"/>
                <w:sz w:val="18"/>
              </w:rPr>
              <w:t>.</w:t>
            </w:r>
          </w:p>
          <w:p w14:paraId="18C74050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2EFB031F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E75C72">
              <w:rPr>
                <w:rFonts w:cstheme="minorHAnsi"/>
                <w:sz w:val="18"/>
              </w:rPr>
              <w:t>Home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funkce.</w:t>
            </w:r>
          </w:p>
          <w:p w14:paraId="6EB38FBB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Přístup přes mobilní aplikaci.</w:t>
            </w:r>
          </w:p>
          <w:p w14:paraId="799DE01B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Splňující standardy NIST 800-131A a FIPS 140</w:t>
            </w:r>
            <w:r w:rsidRPr="00E75C72">
              <w:rPr>
                <w:rFonts w:cstheme="minorHAnsi"/>
                <w:sz w:val="18"/>
              </w:rPr>
              <w:noBreakHyphen/>
              <w:t>2.</w:t>
            </w:r>
          </w:p>
          <w:p w14:paraId="38AB70A8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240DB8D2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E75C72">
              <w:rPr>
                <w:rFonts w:cstheme="minorHAnsi"/>
                <w:sz w:val="18"/>
              </w:rPr>
              <w:t>Redfish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3D78175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90E441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DD2B3A" w14:textId="77777777" w:rsidR="00E75C72" w:rsidRPr="00E75C72" w:rsidRDefault="00E75C72" w:rsidP="00E75C72">
            <w:pPr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Napojení na systém centralizované vzdálené správy a dohledu</w:t>
            </w:r>
            <w:r w:rsidRPr="00E75C72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E75C72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E75C72">
              <w:rPr>
                <w:rFonts w:cstheme="minorHAnsi"/>
                <w:i/>
                <w:iCs/>
                <w:sz w:val="18"/>
              </w:rPr>
              <w:t>)</w:t>
            </w:r>
            <w:r w:rsidRPr="00E75C72">
              <w:rPr>
                <w:rFonts w:cstheme="minorHAnsi"/>
                <w:sz w:val="18"/>
              </w:rPr>
              <w:t>:</w:t>
            </w:r>
          </w:p>
          <w:p w14:paraId="73D03359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154ED106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modelů a sériových čísel</w:t>
            </w:r>
          </w:p>
          <w:p w14:paraId="0BB5980B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platnosti servisních kontraktů</w:t>
            </w:r>
          </w:p>
          <w:p w14:paraId="50968EB3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Inventarizace konfigurace</w:t>
            </w:r>
          </w:p>
          <w:p w14:paraId="3AED456A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jednotlivých komponent</w:t>
            </w:r>
          </w:p>
          <w:p w14:paraId="3B8CCBEC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oproti definovaným politikám</w:t>
            </w:r>
          </w:p>
          <w:p w14:paraId="23780377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Monitoring zatížení CPU a RAM</w:t>
            </w:r>
          </w:p>
          <w:p w14:paraId="4E29A0D4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Monitoring spotřeby elektrické energie</w:t>
            </w:r>
          </w:p>
          <w:p w14:paraId="2E0BD27D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Centrální řízení spotřeby elektrické energie</w:t>
            </w:r>
          </w:p>
          <w:p w14:paraId="1696C75A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</w:p>
          <w:p w14:paraId="316A752E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Dálkové zapnutí/vypnutí jednotlivého serveru</w:t>
            </w:r>
          </w:p>
          <w:p w14:paraId="5C1E2300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E75C72">
              <w:rPr>
                <w:rFonts w:cstheme="minorHAnsi"/>
                <w:sz w:val="18"/>
              </w:rPr>
              <w:t>remote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KVM)</w:t>
            </w:r>
          </w:p>
          <w:p w14:paraId="0B31A72C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0AE6F33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0C8D22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57643A" w14:textId="77777777" w:rsidR="00E75C72" w:rsidRPr="00E75C72" w:rsidRDefault="00E75C72" w:rsidP="00E75C72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AACC330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A51A34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338B45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>Síťové optické moduly pro každý optický port (</w:t>
            </w:r>
            <w:r w:rsidRPr="00E75C72">
              <w:rPr>
                <w:b/>
                <w:bCs/>
                <w:sz w:val="18"/>
                <w:lang w:eastAsia="cs-CZ"/>
              </w:rPr>
              <w:t>SFP LAN</w:t>
            </w:r>
            <w:r w:rsidRPr="00E75C72">
              <w:rPr>
                <w:sz w:val="18"/>
                <w:lang w:eastAsia="cs-CZ"/>
              </w:rPr>
              <w:t>), plně kompatibilní s dodávaným serverem v provedení „</w:t>
            </w:r>
            <w:r w:rsidRPr="00E75C72">
              <w:rPr>
                <w:b/>
                <w:bCs/>
                <w:sz w:val="18"/>
                <w:lang w:eastAsia="cs-CZ"/>
              </w:rPr>
              <w:t>10/25Gbps</w:t>
            </w:r>
            <w:r w:rsidRPr="00E75C72">
              <w:rPr>
                <w:sz w:val="18"/>
                <w:lang w:eastAsia="cs-CZ"/>
              </w:rPr>
              <w:t xml:space="preserve"> nebo </w:t>
            </w:r>
            <w:r w:rsidRPr="00E75C72">
              <w:rPr>
                <w:b/>
                <w:bCs/>
                <w:sz w:val="18"/>
                <w:lang w:eastAsia="cs-CZ"/>
              </w:rPr>
              <w:t>25Gbps</w:t>
            </w:r>
            <w:r w:rsidRPr="00E75C72">
              <w:rPr>
                <w:sz w:val="18"/>
                <w:lang w:eastAsia="cs-CZ"/>
              </w:rPr>
              <w:t xml:space="preserve">,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E75C72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E75C72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B72B334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261475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F12537" w14:textId="77777777" w:rsidR="00E75C72" w:rsidRPr="00E75C72" w:rsidRDefault="00E75C72" w:rsidP="00E75C72">
            <w:pPr>
              <w:rPr>
                <w:lang w:eastAsia="cs-CZ"/>
              </w:rPr>
            </w:pPr>
            <w:r w:rsidRPr="00E75C72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 w:rsidRPr="00E75C72">
              <w:rPr>
                <w:sz w:val="18"/>
                <w:lang w:eastAsia="cs-CZ"/>
              </w:rPr>
              <w:t>FibreChannel</w:t>
            </w:r>
            <w:proofErr w:type="spellEnd"/>
            <w:r w:rsidRPr="00E75C72">
              <w:rPr>
                <w:sz w:val="18"/>
                <w:lang w:eastAsia="cs-CZ"/>
              </w:rPr>
              <w:t xml:space="preserve"> port (</w:t>
            </w:r>
            <w:r w:rsidRPr="00E75C72">
              <w:rPr>
                <w:b/>
                <w:bCs/>
                <w:sz w:val="18"/>
                <w:lang w:eastAsia="cs-CZ"/>
              </w:rPr>
              <w:t>SFP FC</w:t>
            </w:r>
            <w:r w:rsidRPr="00E75C72">
              <w:rPr>
                <w:sz w:val="18"/>
                <w:lang w:eastAsia="cs-CZ"/>
              </w:rPr>
              <w:t>), plně kompatibilní s dodávaným serverem v provedení „</w:t>
            </w:r>
            <w:r w:rsidRPr="00E75C72">
              <w:rPr>
                <w:b/>
                <w:bCs/>
                <w:sz w:val="18"/>
                <w:lang w:eastAsia="cs-CZ"/>
              </w:rPr>
              <w:t xml:space="preserve">32Gbps, SW,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E75C72">
              <w:rPr>
                <w:b/>
                <w:bCs/>
                <w:sz w:val="18"/>
                <w:lang w:eastAsia="cs-CZ"/>
              </w:rPr>
              <w:t>, LC</w:t>
            </w:r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562DB40D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</w:tbl>
    <w:p w14:paraId="58FAAEAB" w14:textId="77777777" w:rsidR="00E75C72" w:rsidRPr="00E75C72" w:rsidRDefault="00E75C72" w:rsidP="00E75C72">
      <w:pPr>
        <w:spacing w:after="160" w:line="259" w:lineRule="auto"/>
      </w:pPr>
    </w:p>
    <w:p w14:paraId="240BBCB3" w14:textId="589B7E1E" w:rsidR="00E75C72" w:rsidRPr="00E75C72" w:rsidRDefault="00E75C72" w:rsidP="00E75C72">
      <w:pPr>
        <w:spacing w:after="160" w:line="259" w:lineRule="auto"/>
      </w:pPr>
      <w:r w:rsidRPr="00E75C72">
        <w:lastRenderedPageBreak/>
        <w:t xml:space="preserve">Pro 5 serverových nodů v rámci </w:t>
      </w:r>
      <w:r w:rsidRPr="00E75C72">
        <w:rPr>
          <w:b/>
          <w:bCs/>
        </w:rPr>
        <w:t xml:space="preserve">Položky </w:t>
      </w:r>
      <w:r w:rsidR="00DE5823">
        <w:rPr>
          <w:b/>
          <w:bCs/>
        </w:rPr>
        <w:t>6</w:t>
      </w:r>
      <w:r w:rsidRPr="00E75C72">
        <w:t xml:space="preserve"> je místem plnění </w:t>
      </w:r>
      <w:r w:rsidR="004D497B" w:rsidRPr="004D497B">
        <w:rPr>
          <w:b/>
          <w:bCs/>
        </w:rPr>
        <w:t>CDP Přerov, Tovární 3286, Přerov</w:t>
      </w:r>
      <w:r w:rsidRPr="00E75C72">
        <w:t>.</w:t>
      </w:r>
    </w:p>
    <w:p w14:paraId="7152EC0D" w14:textId="77777777" w:rsidR="00E75C72" w:rsidRPr="00E75C72" w:rsidRDefault="00E75C72" w:rsidP="00E75C72">
      <w:pPr>
        <w:spacing w:after="160" w:line="259" w:lineRule="auto"/>
      </w:pPr>
    </w:p>
    <w:p w14:paraId="1536A470" w14:textId="5A15CDEC" w:rsidR="00E75C72" w:rsidRPr="00E75C72" w:rsidRDefault="00DE5823" w:rsidP="00E75C72">
      <w:pPr>
        <w:ind w:firstLine="426"/>
      </w:pPr>
      <w:r>
        <w:t>g</w:t>
      </w:r>
      <w:r w:rsidR="00E75C72" w:rsidRPr="00E75C72">
        <w:t>)</w:t>
      </w:r>
      <w:r w:rsidR="00E75C72" w:rsidRPr="00E75C72">
        <w:tab/>
      </w:r>
      <w:r w:rsidR="00E75C72" w:rsidRPr="00E75C72">
        <w:rPr>
          <w:b/>
          <w:bCs/>
        </w:rPr>
        <w:t xml:space="preserve">Položka </w:t>
      </w:r>
      <w:r>
        <w:rPr>
          <w:b/>
          <w:bCs/>
        </w:rPr>
        <w:t>7</w:t>
      </w:r>
      <w:r w:rsidR="00E75C72" w:rsidRPr="00E75C72">
        <w:t xml:space="preserve"> – Úložiště SAN pro virtualizační farmu „KB TDS / CDP P</w:t>
      </w:r>
      <w:r w:rsidR="004D497B">
        <w:t>řerov</w:t>
      </w:r>
      <w:r w:rsidR="00E75C72" w:rsidRPr="00E75C72">
        <w:t>“ v konfiguraci:</w:t>
      </w:r>
    </w:p>
    <w:p w14:paraId="6C4F1DF3" w14:textId="77777777" w:rsidR="00E75C72" w:rsidRPr="00E75C72" w:rsidRDefault="00E75C72" w:rsidP="00E75C72">
      <w:pPr>
        <w:rPr>
          <w:rFonts w:cstheme="minorHAnsi"/>
          <w:b/>
          <w:bCs/>
        </w:rPr>
      </w:pPr>
      <w:r w:rsidRPr="00E75C72">
        <w:rPr>
          <w:highlight w:val="green"/>
          <w:lang w:val="en-US"/>
        </w:rPr>
        <w:t>[IDENTIFIKACE MODELU</w:t>
      </w:r>
      <w:r w:rsidRPr="00E75C72">
        <w:rPr>
          <w:rFonts w:cstheme="minorHAnsi"/>
          <w:b/>
          <w:bCs/>
          <w:highlight w:val="green"/>
        </w:rPr>
        <w:t xml:space="preserve"> - </w:t>
      </w:r>
      <w:r w:rsidRPr="00E75C72">
        <w:rPr>
          <w:rFonts w:cstheme="minorHAnsi"/>
          <w:highlight w:val="green"/>
        </w:rPr>
        <w:t>DOPLNÍ PRODÁVAJÍCÍ]</w:t>
      </w:r>
      <w:r w:rsidRPr="00E75C72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75C72" w:rsidRPr="00E75C72" w14:paraId="61D6C178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323CD523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62C95BE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75C72" w:rsidRPr="00E75C72" w14:paraId="5EAB878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C906AB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Pr="00E75C72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69117B1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9BA7A9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57A4683" w14:textId="551CA2F0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Velikost skříně serveru o maximální výšce </w:t>
            </w:r>
            <w:r w:rsidR="005D0929" w:rsidRPr="005D0929">
              <w:rPr>
                <w:rFonts w:cstheme="minorHAnsi"/>
                <w:b/>
                <w:bCs/>
                <w:sz w:val="18"/>
              </w:rPr>
              <w:t>7</w:t>
            </w:r>
            <w:r w:rsidRPr="00E75C72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E75C72">
              <w:rPr>
                <w:rFonts w:cstheme="minorHAnsi"/>
                <w:sz w:val="18"/>
              </w:rPr>
              <w:t xml:space="preserve"> (</w:t>
            </w:r>
            <w:r w:rsidR="005D0929">
              <w:rPr>
                <w:rFonts w:cstheme="minorHAnsi"/>
                <w:sz w:val="18"/>
              </w:rPr>
              <w:t>312</w:t>
            </w:r>
            <w:r w:rsidRPr="00E75C72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6EF009F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C1CFBB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1FD6EB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E75C72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E75C72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028DFC84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7B4779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EF26CD0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Kapacita SAN úložiště</w:t>
            </w:r>
          </w:p>
          <w:p w14:paraId="5545284D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(bez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)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60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5927E96A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100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6B32605F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 xml:space="preserve"> (výpadek dvou disků).</w:t>
            </w:r>
          </w:p>
          <w:p w14:paraId="06A806B0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o velikosti maximálně 10 TB.</w:t>
            </w:r>
          </w:p>
        </w:tc>
        <w:tc>
          <w:tcPr>
            <w:tcW w:w="3288" w:type="dxa"/>
          </w:tcPr>
          <w:p w14:paraId="7715503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8A6EF4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15C117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>16x 32 Gbps</w:t>
            </w:r>
            <w:r w:rsidRPr="00E75C72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34165AD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AFDFFE0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7371B9E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jeden dedikovaný </w:t>
            </w:r>
            <w:r w:rsidRPr="00E75C72">
              <w:rPr>
                <w:rFonts w:cstheme="minorHAnsi"/>
                <w:b/>
                <w:bCs/>
                <w:sz w:val="18"/>
              </w:rPr>
              <w:t>1 Gbps</w:t>
            </w:r>
            <w:r w:rsidRPr="00E75C72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382B2A2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01C746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D4E140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hot-swap napájecí zdroj, každý minimálně o výkonu 1000 W s minimální certifikací „80+ </w:t>
            </w:r>
            <w:proofErr w:type="spellStart"/>
            <w:r w:rsidRPr="00E75C72">
              <w:rPr>
                <w:rFonts w:cstheme="minorHAnsi"/>
                <w:sz w:val="18"/>
              </w:rPr>
              <w:t>Platinum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7645BA4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73ABC2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AA546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1773F99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0356E9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350AA5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48A294DB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97BA2C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CDFE627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748D3D7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C49C3C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213829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E75C72">
              <w:rPr>
                <w:rFonts w:cstheme="minorHAnsi"/>
                <w:sz w:val="18"/>
              </w:rPr>
              <w:t>VMware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vSphere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607464B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B32142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E8CC09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51E86330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8B29F7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3D308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E75C72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657C9D7D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0D715E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9BCCD9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výrobce na </w:t>
            </w:r>
            <w:r w:rsidRPr="00E75C72">
              <w:rPr>
                <w:rFonts w:cstheme="minorHAnsi"/>
                <w:b/>
                <w:bCs/>
                <w:sz w:val="18"/>
              </w:rPr>
              <w:t>5 let</w:t>
            </w:r>
            <w:r w:rsidRPr="00E75C72">
              <w:rPr>
                <w:rFonts w:cstheme="minorHAnsi"/>
                <w:sz w:val="18"/>
              </w:rPr>
              <w:t xml:space="preserve"> v rozsahu „</w:t>
            </w:r>
            <w:r w:rsidRPr="00E75C72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F0EAB8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EF27DE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6706A8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E75C72">
              <w:rPr>
                <w:rFonts w:cstheme="minorHAnsi"/>
                <w:sz w:val="18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médií je požadováno ponechání disku Kupujícímu při jeho poruše a reklamaci</w:t>
            </w:r>
          </w:p>
        </w:tc>
        <w:tc>
          <w:tcPr>
            <w:tcW w:w="3288" w:type="dxa"/>
          </w:tcPr>
          <w:p w14:paraId="11B2AF0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6FC7B8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7D5149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4846AA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CC75BD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1BFBB5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 xml:space="preserve">Pokud úložiště vyžaduje použití SFP, optické moduly pro každý </w:t>
            </w:r>
            <w:proofErr w:type="spellStart"/>
            <w:r w:rsidRPr="00E75C72">
              <w:rPr>
                <w:sz w:val="18"/>
                <w:lang w:eastAsia="cs-CZ"/>
              </w:rPr>
              <w:t>FibreChannel</w:t>
            </w:r>
            <w:proofErr w:type="spellEnd"/>
            <w:r w:rsidRPr="00E75C72">
              <w:rPr>
                <w:sz w:val="18"/>
                <w:lang w:eastAsia="cs-CZ"/>
              </w:rPr>
              <w:t xml:space="preserve"> port plně kompatibilní s dodávaným úložištěm</w:t>
            </w:r>
          </w:p>
        </w:tc>
        <w:tc>
          <w:tcPr>
            <w:tcW w:w="3288" w:type="dxa"/>
          </w:tcPr>
          <w:p w14:paraId="3F94066D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</w:tbl>
    <w:p w14:paraId="771C0612" w14:textId="2DC48818" w:rsidR="00E75C72" w:rsidRPr="00E75C72" w:rsidRDefault="00E75C72" w:rsidP="00E75C72">
      <w:pPr>
        <w:spacing w:after="160" w:line="259" w:lineRule="auto"/>
      </w:pPr>
      <w:r w:rsidRPr="00E75C72">
        <w:lastRenderedPageBreak/>
        <w:br/>
        <w:t xml:space="preserve">Pro </w:t>
      </w:r>
      <w:r w:rsidRPr="00E75C72">
        <w:rPr>
          <w:b/>
          <w:bCs/>
        </w:rPr>
        <w:t xml:space="preserve">Položku </w:t>
      </w:r>
      <w:r w:rsidR="00DE5823">
        <w:rPr>
          <w:b/>
          <w:bCs/>
        </w:rPr>
        <w:t>7</w:t>
      </w:r>
      <w:r w:rsidRPr="00E75C72">
        <w:t xml:space="preserve"> je místem plnění </w:t>
      </w:r>
      <w:r w:rsidR="00DE5823" w:rsidRPr="00DE5823">
        <w:rPr>
          <w:b/>
          <w:bCs/>
        </w:rPr>
        <w:t>CDP Přerov, Tovární 3286, Přerov</w:t>
      </w:r>
      <w:r w:rsidRPr="00E75C72">
        <w:t>.</w:t>
      </w:r>
    </w:p>
    <w:p w14:paraId="0921EA1C" w14:textId="77777777" w:rsidR="00E75C72" w:rsidRPr="00E75C72" w:rsidRDefault="00E75C72" w:rsidP="00E75C72">
      <w:pPr>
        <w:ind w:firstLine="426"/>
      </w:pPr>
    </w:p>
    <w:p w14:paraId="751EFA87" w14:textId="2B3300F3" w:rsidR="00E75C72" w:rsidRPr="00E75C72" w:rsidRDefault="00DE5823" w:rsidP="00E75C72">
      <w:pPr>
        <w:ind w:firstLine="426"/>
      </w:pPr>
      <w:r>
        <w:t>h</w:t>
      </w:r>
      <w:r w:rsidR="00E75C72" w:rsidRPr="00E75C72">
        <w:t>)</w:t>
      </w:r>
      <w:r w:rsidR="00E75C72" w:rsidRPr="00E75C72">
        <w:tab/>
      </w:r>
      <w:r w:rsidR="00E75C72" w:rsidRPr="00E75C72">
        <w:rPr>
          <w:b/>
          <w:bCs/>
        </w:rPr>
        <w:t xml:space="preserve">Položka </w:t>
      </w:r>
      <w:r>
        <w:rPr>
          <w:b/>
          <w:bCs/>
        </w:rPr>
        <w:t>8</w:t>
      </w:r>
      <w:r w:rsidR="00E75C72" w:rsidRPr="00E75C72">
        <w:t xml:space="preserve"> – Jeden (1) server pro zálohování virtualizační farmy „KB TDS / CDP P</w:t>
      </w:r>
      <w:r w:rsidR="004D497B">
        <w:t>řerov</w:t>
      </w:r>
      <w:r w:rsidR="00E75C72" w:rsidRPr="00E75C72">
        <w:t>“ v konfiguraci:</w:t>
      </w:r>
    </w:p>
    <w:p w14:paraId="407DFC63" w14:textId="77777777" w:rsidR="00E75C72" w:rsidRPr="00E75C72" w:rsidRDefault="00E75C72" w:rsidP="00E75C72">
      <w:pPr>
        <w:rPr>
          <w:rFonts w:cstheme="minorHAnsi"/>
          <w:b/>
          <w:bCs/>
        </w:rPr>
      </w:pPr>
      <w:r w:rsidRPr="00E75C72">
        <w:rPr>
          <w:highlight w:val="green"/>
          <w:lang w:val="en-US"/>
        </w:rPr>
        <w:t>[IDENTIFIKACE MODELU</w:t>
      </w:r>
      <w:r w:rsidRPr="00E75C72">
        <w:rPr>
          <w:rFonts w:cstheme="minorHAnsi"/>
          <w:b/>
          <w:bCs/>
          <w:highlight w:val="green"/>
        </w:rPr>
        <w:t xml:space="preserve"> - </w:t>
      </w:r>
      <w:r w:rsidRPr="00E75C72">
        <w:rPr>
          <w:rFonts w:cstheme="minorHAnsi"/>
          <w:highlight w:val="green"/>
        </w:rPr>
        <w:t>DOPLNÍ PRODÁVAJÍCÍ]</w:t>
      </w:r>
      <w:r w:rsidRPr="00E75C72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75C72" w:rsidRPr="00E75C72" w14:paraId="68640BFD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3C4838C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39B824A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75C72" w:rsidRPr="00E75C72" w14:paraId="5C30267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12CCE83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Pr="00E75C72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0EFB5D1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808491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E40392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Velikost skříně serveru o maximální výšce </w:t>
            </w:r>
            <w:r w:rsidRPr="00E75C72">
              <w:rPr>
                <w:rFonts w:cstheme="minorHAnsi"/>
                <w:b/>
                <w:bCs/>
                <w:sz w:val="18"/>
              </w:rPr>
              <w:t>2 RU</w:t>
            </w:r>
            <w:r w:rsidRPr="00E75C72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40DEA26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53C2D6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E7E53F" w14:textId="685D978E" w:rsidR="00E75C72" w:rsidRPr="00E75C72" w:rsidRDefault="005D0929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E75C72" w:rsidRPr="00E75C72">
              <w:rPr>
                <w:rFonts w:cstheme="minorHAnsi"/>
                <w:b/>
                <w:bCs/>
                <w:sz w:val="18"/>
              </w:rPr>
              <w:t>x CPU</w:t>
            </w:r>
            <w:r w:rsidR="00E75C72" w:rsidRPr="00E75C72">
              <w:rPr>
                <w:rFonts w:cstheme="minorHAnsi"/>
                <w:sz w:val="18"/>
              </w:rPr>
              <w:t xml:space="preserve">, </w:t>
            </w:r>
            <w:r>
              <w:rPr>
                <w:rFonts w:cstheme="minorHAnsi"/>
                <w:sz w:val="18"/>
              </w:rPr>
              <w:t xml:space="preserve">každý </w:t>
            </w:r>
            <w:r w:rsidR="00E75C72" w:rsidRPr="00E75C72">
              <w:rPr>
                <w:rFonts w:cstheme="minorHAnsi"/>
                <w:sz w:val="18"/>
              </w:rPr>
              <w:t xml:space="preserve">minimálně </w:t>
            </w:r>
            <w:r w:rsidR="00302B16">
              <w:rPr>
                <w:rFonts w:cstheme="minorHAnsi"/>
                <w:b/>
                <w:bCs/>
                <w:sz w:val="18"/>
              </w:rPr>
              <w:t>16</w:t>
            </w:r>
            <w:r w:rsidR="00E75C72" w:rsidRPr="00E75C72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E75C72" w:rsidRPr="00E75C72">
              <w:rPr>
                <w:rFonts w:cstheme="minorHAnsi"/>
                <w:sz w:val="18"/>
              </w:rPr>
              <w:t xml:space="preserve"> (</w:t>
            </w:r>
            <w:r w:rsidR="00302B16">
              <w:rPr>
                <w:rFonts w:cstheme="minorHAnsi"/>
                <w:sz w:val="18"/>
              </w:rPr>
              <w:t>32</w:t>
            </w:r>
            <w:r w:rsidR="00E75C72" w:rsidRPr="00E75C72">
              <w:rPr>
                <w:rFonts w:cstheme="minorHAnsi"/>
                <w:sz w:val="18"/>
              </w:rPr>
              <w:t xml:space="preserve"> vláken) se základní frekvencí minimálně 2.0 GHz a se spotřebou maximálně </w:t>
            </w:r>
            <w:r w:rsidR="00302B16">
              <w:rPr>
                <w:rFonts w:cstheme="minorHAnsi"/>
                <w:sz w:val="18"/>
              </w:rPr>
              <w:t>230</w:t>
            </w:r>
            <w:r w:rsidR="00E75C72" w:rsidRPr="00E75C72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4B52741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E9D57E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0A7D310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sz w:val="18"/>
              </w:rPr>
              <w:t xml:space="preserve">Architektura </w:t>
            </w:r>
            <w:r w:rsidRPr="00E75C72">
              <w:rPr>
                <w:rFonts w:cstheme="minorHAnsi"/>
                <w:b/>
                <w:bCs/>
                <w:sz w:val="18"/>
              </w:rPr>
              <w:t>Intel x86-64</w:t>
            </w:r>
            <w:r w:rsidRPr="00E75C72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2159018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AA3D38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5426FB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sz w:val="18"/>
                <w:lang w:eastAsia="cs-CZ"/>
              </w:rPr>
              <w:t xml:space="preserve">Operační paměť minimálně </w:t>
            </w:r>
            <w:r w:rsidRPr="00E75C72">
              <w:rPr>
                <w:b/>
                <w:bCs/>
                <w:sz w:val="18"/>
                <w:lang w:eastAsia="cs-CZ"/>
              </w:rPr>
              <w:t xml:space="preserve">128 </w:t>
            </w:r>
            <w:r w:rsidRPr="00E75C72">
              <w:rPr>
                <w:b/>
                <w:sz w:val="18"/>
                <w:lang w:eastAsia="cs-CZ"/>
              </w:rPr>
              <w:t>GB DDR5</w:t>
            </w:r>
            <w:r w:rsidRPr="00E75C72">
              <w:rPr>
                <w:sz w:val="18"/>
                <w:lang w:eastAsia="cs-CZ"/>
              </w:rPr>
              <w:t xml:space="preserve"> s použitím modulů o maximální velikosti 64 GB, rozšiřitelná minimálně do 512 GB jen přidáním dalších paměťových modulů</w:t>
            </w:r>
          </w:p>
        </w:tc>
        <w:tc>
          <w:tcPr>
            <w:tcW w:w="3288" w:type="dxa"/>
          </w:tcPr>
          <w:p w14:paraId="00C5ADA9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C9BEDB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F5F50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 SSD</w:t>
            </w:r>
            <w:r w:rsidRPr="00E75C72">
              <w:rPr>
                <w:rFonts w:cstheme="minorHAnsi"/>
                <w:sz w:val="18"/>
              </w:rPr>
              <w:t xml:space="preserve">, každý o velikosti minimálně </w:t>
            </w:r>
            <w:r w:rsidRPr="00E75C72">
              <w:rPr>
                <w:rFonts w:cstheme="minorHAnsi"/>
                <w:b/>
                <w:bCs/>
                <w:sz w:val="18"/>
              </w:rPr>
              <w:t>480 GB</w:t>
            </w:r>
            <w:r w:rsidRPr="00E75C72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E75C72">
              <w:rPr>
                <w:rFonts w:cstheme="minorHAnsi"/>
                <w:sz w:val="18"/>
              </w:rPr>
              <w:t>boot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běh OS</w:t>
            </w:r>
          </w:p>
        </w:tc>
        <w:tc>
          <w:tcPr>
            <w:tcW w:w="3288" w:type="dxa"/>
          </w:tcPr>
          <w:p w14:paraId="2BC5C17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82FC35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FB462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Lokální úložiště pro databázi záloh v serveru</w:t>
            </w:r>
          </w:p>
          <w:p w14:paraId="16BEC9EB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8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3054F2FF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16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45FAE412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450C72A9" w14:textId="32511E66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C004DD">
              <w:rPr>
                <w:rFonts w:cstheme="minorHAnsi"/>
                <w:sz w:val="18"/>
                <w:szCs w:val="22"/>
              </w:rPr>
              <w:t>2</w:t>
            </w:r>
            <w:r w:rsidRPr="00E75C72">
              <w:rPr>
                <w:rFonts w:cstheme="minorHAnsi"/>
                <w:sz w:val="18"/>
                <w:szCs w:val="22"/>
              </w:rPr>
              <w:t> TB.</w:t>
            </w:r>
          </w:p>
        </w:tc>
        <w:tc>
          <w:tcPr>
            <w:tcW w:w="3288" w:type="dxa"/>
          </w:tcPr>
          <w:p w14:paraId="09979B5C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4FE300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6656F7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>4x 25 Gbps</w:t>
            </w:r>
            <w:r w:rsidRPr="00E75C72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20234AED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8B5904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6864747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 xml:space="preserve">Minimálně </w:t>
            </w:r>
            <w:r w:rsidRPr="00E75C72">
              <w:rPr>
                <w:b/>
                <w:bCs/>
                <w:sz w:val="18"/>
                <w:lang w:eastAsia="cs-CZ"/>
              </w:rPr>
              <w:t>4</w:t>
            </w:r>
            <w:r w:rsidRPr="00E75C72">
              <w:rPr>
                <w:b/>
                <w:sz w:val="18"/>
                <w:lang w:eastAsia="cs-CZ"/>
              </w:rPr>
              <w:t>x</w:t>
            </w:r>
            <w:r w:rsidRPr="00E75C72">
              <w:rPr>
                <w:sz w:val="18"/>
                <w:lang w:eastAsia="cs-CZ"/>
              </w:rPr>
              <w:t xml:space="preserve"> </w:t>
            </w:r>
            <w:r w:rsidRPr="00E75C72">
              <w:rPr>
                <w:b/>
                <w:bCs/>
                <w:sz w:val="18"/>
                <w:lang w:eastAsia="cs-CZ"/>
              </w:rPr>
              <w:t>1 Gbps</w:t>
            </w:r>
            <w:r w:rsidRPr="00E75C72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08693F7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71B261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6DB768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Dedikovaný </w:t>
            </w:r>
            <w:r w:rsidRPr="00E75C72">
              <w:rPr>
                <w:rFonts w:cstheme="minorHAnsi"/>
                <w:b/>
                <w:bCs/>
                <w:sz w:val="18"/>
              </w:rPr>
              <w:t>1 Gbps</w:t>
            </w:r>
            <w:r w:rsidRPr="00E75C72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2421FE0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C1D588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910822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 xml:space="preserve">2x 32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SFP </w:t>
            </w:r>
            <w:proofErr w:type="spellStart"/>
            <w:r w:rsidRPr="00E75C72">
              <w:rPr>
                <w:rFonts w:cstheme="minorHAnsi"/>
                <w:sz w:val="18"/>
              </w:rPr>
              <w:t>FibreChannel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11F2010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8F1410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CDB2D9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E75C72">
              <w:rPr>
                <w:rFonts w:cstheme="minorHAnsi"/>
                <w:sz w:val="18"/>
              </w:rPr>
              <w:t>Trusted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Platform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5F70797B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36BB89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A59294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E75C72">
              <w:rPr>
                <w:rFonts w:cstheme="minorHAnsi"/>
                <w:sz w:val="18"/>
              </w:rPr>
              <w:t>Platinum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9913A0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B6D08F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6966755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sz w:val="18"/>
                <w:lang w:eastAsia="cs-CZ"/>
              </w:rPr>
              <w:t>Výsuvné ližiny do rackové skříně s „</w:t>
            </w:r>
            <w:proofErr w:type="spellStart"/>
            <w:r w:rsidRPr="00E75C72">
              <w:rPr>
                <w:sz w:val="18"/>
                <w:lang w:eastAsia="cs-CZ"/>
              </w:rPr>
              <w:t>cable</w:t>
            </w:r>
            <w:proofErr w:type="spellEnd"/>
            <w:r w:rsidRPr="00E75C72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E75C72">
              <w:rPr>
                <w:sz w:val="18"/>
                <w:lang w:eastAsia="cs-CZ"/>
              </w:rPr>
              <w:t>arm</w:t>
            </w:r>
            <w:proofErr w:type="spellEnd"/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306EAD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81D265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FD95B2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E75C72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1B64765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89AE1F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1560163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E75C72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2B80005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D79FDA0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8DC06C5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E75C72">
              <w:rPr>
                <w:rFonts w:cstheme="minorHAnsi"/>
                <w:sz w:val="18"/>
              </w:rPr>
              <w:t>VMware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vSphere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4BFC69F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83AAB1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C03B53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Webová nebo mobilní bezpečnostní aplikace, sloužící k ověření, že mezi expedicí zařízení a jeho zprovozněním v datovém centru zákazníka, nedošlo </w:t>
            </w:r>
            <w:r w:rsidRPr="00E75C72">
              <w:rPr>
                <w:rFonts w:cstheme="minorHAnsi"/>
                <w:sz w:val="18"/>
              </w:rPr>
              <w:lastRenderedPageBreak/>
              <w:t>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754D0EB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E75C72" w:rsidRPr="00E75C72" w14:paraId="0DE1323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DC19FB0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Integrační pluginy pro monitoring zdravotního stavu a správu HW přímo z MS </w:t>
            </w:r>
            <w:proofErr w:type="spellStart"/>
            <w:r w:rsidRPr="00E75C72">
              <w:rPr>
                <w:rFonts w:cstheme="minorHAnsi"/>
                <w:sz w:val="18"/>
              </w:rPr>
              <w:t>System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38180E1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8B8B4CF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513C9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E75C72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2E8ED61C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EB7DC4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FD2B5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výrobce na </w:t>
            </w:r>
            <w:r w:rsidRPr="00E75C72">
              <w:rPr>
                <w:rFonts w:cstheme="minorHAnsi"/>
                <w:b/>
                <w:bCs/>
                <w:sz w:val="18"/>
              </w:rPr>
              <w:t>5 let</w:t>
            </w:r>
            <w:r w:rsidRPr="00E75C72">
              <w:rPr>
                <w:rFonts w:cstheme="minorHAnsi"/>
                <w:sz w:val="18"/>
              </w:rPr>
              <w:t xml:space="preserve"> v rozsahu „</w:t>
            </w:r>
            <w:r w:rsidRPr="00E75C72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B75512C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19FC6E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8A5AB8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E75C72">
              <w:rPr>
                <w:rFonts w:cstheme="minorHAnsi"/>
                <w:sz w:val="18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1CC7374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626168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9E634A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Vzdálená správa HW serveru </w:t>
            </w:r>
          </w:p>
          <w:p w14:paraId="1C53B96B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52FD05CD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4FD471B3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E75C72">
              <w:rPr>
                <w:rFonts w:cstheme="minorHAnsi"/>
                <w:sz w:val="18"/>
              </w:rPr>
              <w:t>mountování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ISO image.</w:t>
            </w:r>
          </w:p>
          <w:p w14:paraId="241AACE8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2E6801B2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E75C72">
              <w:rPr>
                <w:rFonts w:cstheme="minorHAnsi"/>
                <w:sz w:val="18"/>
              </w:rPr>
              <w:t>Edge</w:t>
            </w:r>
            <w:proofErr w:type="spellEnd"/>
            <w:r w:rsidRPr="00E75C72">
              <w:rPr>
                <w:rFonts w:cstheme="minorHAnsi"/>
                <w:sz w:val="18"/>
              </w:rPr>
              <w:t>, Mozilla Firefox) a HTML5.</w:t>
            </w:r>
          </w:p>
          <w:p w14:paraId="6715D317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4B5019DB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E75C72">
              <w:rPr>
                <w:rFonts w:cstheme="minorHAnsi"/>
                <w:sz w:val="18"/>
              </w:rPr>
              <w:t>time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E75C72">
              <w:rPr>
                <w:rFonts w:cstheme="minorHAnsi"/>
                <w:sz w:val="18"/>
              </w:rPr>
              <w:t>Power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cappingu</w:t>
            </w:r>
            <w:proofErr w:type="spellEnd"/>
            <w:r w:rsidRPr="00E75C72">
              <w:rPr>
                <w:rFonts w:cstheme="minorHAnsi"/>
                <w:sz w:val="18"/>
              </w:rPr>
              <w:t>.</w:t>
            </w:r>
          </w:p>
          <w:p w14:paraId="5AFCD41A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3061D8B7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REDFISH a RESTAPI skriptů.</w:t>
            </w:r>
          </w:p>
          <w:p w14:paraId="34C3B435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52E512EB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3913AE05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146A8427" w14:textId="77777777" w:rsid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protokolů SNMP 2c a IPMI</w:t>
            </w:r>
          </w:p>
          <w:p w14:paraId="4307B7D4" w14:textId="3FF58969" w:rsidR="005A180F" w:rsidRPr="00E75C72" w:rsidRDefault="005A180F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1A241AD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8F989E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3BE967" w14:textId="77777777" w:rsidR="00E75C72" w:rsidRPr="00E75C72" w:rsidRDefault="00E75C72" w:rsidP="00E75C72">
            <w:pPr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Hromadná správa </w:t>
            </w:r>
          </w:p>
          <w:p w14:paraId="4B75E7AA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E75C72">
              <w:rPr>
                <w:rFonts w:cstheme="minorHAnsi"/>
                <w:sz w:val="18"/>
              </w:rPr>
              <w:t>alerting</w:t>
            </w:r>
            <w:proofErr w:type="spellEnd"/>
            <w:r w:rsidRPr="00E75C72">
              <w:rPr>
                <w:rFonts w:cstheme="minorHAnsi"/>
                <w:sz w:val="18"/>
              </w:rPr>
              <w:t>.</w:t>
            </w:r>
          </w:p>
          <w:p w14:paraId="05453708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4B5CF251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E75C72">
              <w:rPr>
                <w:rFonts w:cstheme="minorHAnsi"/>
                <w:sz w:val="18"/>
              </w:rPr>
              <w:t>Home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funkce.</w:t>
            </w:r>
          </w:p>
          <w:p w14:paraId="47C8E10C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Přístup přes mobilní aplikaci.</w:t>
            </w:r>
          </w:p>
          <w:p w14:paraId="006E581D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Splňující standardy NIST 800-131A a FIPS 140</w:t>
            </w:r>
            <w:r w:rsidRPr="00E75C72">
              <w:rPr>
                <w:rFonts w:cstheme="minorHAnsi"/>
                <w:sz w:val="18"/>
              </w:rPr>
              <w:noBreakHyphen/>
              <w:t>2.</w:t>
            </w:r>
          </w:p>
          <w:p w14:paraId="24370057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6D14DF19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E75C72">
              <w:rPr>
                <w:rFonts w:cstheme="minorHAnsi"/>
                <w:sz w:val="18"/>
              </w:rPr>
              <w:t>Redfish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54BFB11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4160EB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2C7F37" w14:textId="77777777" w:rsidR="00E75C72" w:rsidRPr="00E75C72" w:rsidRDefault="00E75C72" w:rsidP="00E75C72">
            <w:pPr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Napojení na systém centralizované vzdálené správy a dohledu</w:t>
            </w:r>
            <w:r w:rsidRPr="00E75C72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E75C72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E75C72">
              <w:rPr>
                <w:rFonts w:cstheme="minorHAnsi"/>
                <w:i/>
                <w:iCs/>
                <w:sz w:val="18"/>
              </w:rPr>
              <w:t>)</w:t>
            </w:r>
            <w:r w:rsidRPr="00E75C72">
              <w:rPr>
                <w:rFonts w:cstheme="minorHAnsi"/>
                <w:sz w:val="18"/>
              </w:rPr>
              <w:t>:</w:t>
            </w:r>
          </w:p>
          <w:p w14:paraId="5E195D6F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Napojení na již provozované řešení centralizované vzdálené správy bez nutnosti </w:t>
            </w:r>
            <w:r w:rsidRPr="00E75C72">
              <w:rPr>
                <w:rFonts w:cstheme="minorHAnsi"/>
                <w:sz w:val="18"/>
              </w:rPr>
              <w:lastRenderedPageBreak/>
              <w:t>pořizovat, instalovat či provozovat jakýkoliv další software, hardware nebo appliance třetích stran.</w:t>
            </w:r>
          </w:p>
          <w:p w14:paraId="0E22604A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modelů a sériových čísel</w:t>
            </w:r>
          </w:p>
          <w:p w14:paraId="57D4BF1D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platnosti servisních kontraktů</w:t>
            </w:r>
          </w:p>
          <w:p w14:paraId="17B49946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Inventarizace konfigurace</w:t>
            </w:r>
          </w:p>
          <w:p w14:paraId="0668CED3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jednotlivých komponent</w:t>
            </w:r>
          </w:p>
          <w:p w14:paraId="7DD3378F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oproti definovaným politikám</w:t>
            </w:r>
          </w:p>
          <w:p w14:paraId="2B077105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Monitoring zatížení CPU a RAM</w:t>
            </w:r>
          </w:p>
          <w:p w14:paraId="5787A142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Monitoring spotřeby elektrické energie</w:t>
            </w:r>
          </w:p>
          <w:p w14:paraId="09425605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Centrální řízení spotřeby elektrické energie</w:t>
            </w:r>
          </w:p>
          <w:p w14:paraId="50EAA6A7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</w:p>
          <w:p w14:paraId="55082E48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Dálkové zapnutí/vypnutí jednotlivého serveru</w:t>
            </w:r>
          </w:p>
          <w:p w14:paraId="35E4634A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E75C72">
              <w:rPr>
                <w:rFonts w:cstheme="minorHAnsi"/>
                <w:sz w:val="18"/>
              </w:rPr>
              <w:t>remote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KVM)</w:t>
            </w:r>
          </w:p>
          <w:p w14:paraId="15C1CD46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46ECC38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E75C72" w:rsidRPr="00E75C72" w14:paraId="0BC7154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D3FB2A3" w14:textId="77777777" w:rsidR="00E75C72" w:rsidRPr="00E75C72" w:rsidRDefault="00E75C72" w:rsidP="00E75C72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6FB4F27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500230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8902DC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>Síťové optické moduly pro každý optický port (</w:t>
            </w:r>
            <w:r w:rsidRPr="00E75C72">
              <w:rPr>
                <w:b/>
                <w:bCs/>
                <w:sz w:val="18"/>
                <w:lang w:eastAsia="cs-CZ"/>
              </w:rPr>
              <w:t>SFP LAN</w:t>
            </w:r>
            <w:r w:rsidRPr="00E75C72">
              <w:rPr>
                <w:sz w:val="18"/>
                <w:lang w:eastAsia="cs-CZ"/>
              </w:rPr>
              <w:t>), plně kompatibilní s dodávaným serverem v provedení „</w:t>
            </w:r>
            <w:r w:rsidRPr="00E75C72">
              <w:rPr>
                <w:b/>
                <w:bCs/>
                <w:sz w:val="18"/>
                <w:lang w:eastAsia="cs-CZ"/>
              </w:rPr>
              <w:t>10/25Gbps</w:t>
            </w:r>
            <w:r w:rsidRPr="00E75C72">
              <w:rPr>
                <w:sz w:val="18"/>
                <w:lang w:eastAsia="cs-CZ"/>
              </w:rPr>
              <w:t xml:space="preserve"> nebo </w:t>
            </w:r>
            <w:r w:rsidRPr="00E75C72">
              <w:rPr>
                <w:b/>
                <w:bCs/>
                <w:sz w:val="18"/>
                <w:lang w:eastAsia="cs-CZ"/>
              </w:rPr>
              <w:t>25Gbps</w:t>
            </w:r>
            <w:r w:rsidRPr="00E75C72">
              <w:rPr>
                <w:sz w:val="18"/>
                <w:lang w:eastAsia="cs-CZ"/>
              </w:rPr>
              <w:t xml:space="preserve">,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E75C72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E75C72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763FB49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801C80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14CAE77" w14:textId="77777777" w:rsidR="00E75C72" w:rsidRPr="00E75C72" w:rsidRDefault="00E75C72" w:rsidP="00E75C72">
            <w:pPr>
              <w:rPr>
                <w:lang w:eastAsia="cs-CZ"/>
              </w:rPr>
            </w:pPr>
            <w:r w:rsidRPr="00E75C72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 w:rsidRPr="00E75C72">
              <w:rPr>
                <w:sz w:val="18"/>
                <w:lang w:eastAsia="cs-CZ"/>
              </w:rPr>
              <w:t>FibreChannel</w:t>
            </w:r>
            <w:proofErr w:type="spellEnd"/>
            <w:r w:rsidRPr="00E75C72">
              <w:rPr>
                <w:sz w:val="18"/>
                <w:lang w:eastAsia="cs-CZ"/>
              </w:rPr>
              <w:t xml:space="preserve"> port (</w:t>
            </w:r>
            <w:r w:rsidRPr="00E75C72">
              <w:rPr>
                <w:b/>
                <w:bCs/>
                <w:sz w:val="18"/>
                <w:lang w:eastAsia="cs-CZ"/>
              </w:rPr>
              <w:t>SFP FC</w:t>
            </w:r>
            <w:r w:rsidRPr="00E75C72">
              <w:rPr>
                <w:sz w:val="18"/>
                <w:lang w:eastAsia="cs-CZ"/>
              </w:rPr>
              <w:t>), plně kompatibilní s dodávaným serverem v provedení „</w:t>
            </w:r>
            <w:r w:rsidRPr="00E75C72">
              <w:rPr>
                <w:b/>
                <w:bCs/>
                <w:sz w:val="18"/>
                <w:lang w:eastAsia="cs-CZ"/>
              </w:rPr>
              <w:t xml:space="preserve">32Gbps, SW,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E75C72">
              <w:rPr>
                <w:b/>
                <w:bCs/>
                <w:sz w:val="18"/>
                <w:lang w:eastAsia="cs-CZ"/>
              </w:rPr>
              <w:t>, LC</w:t>
            </w:r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5CDECC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</w:tbl>
    <w:p w14:paraId="27640C7D" w14:textId="61A2EA0D" w:rsidR="00E75C72" w:rsidRPr="00E75C72" w:rsidRDefault="00E75C72" w:rsidP="00E75C72">
      <w:pPr>
        <w:spacing w:after="160" w:line="259" w:lineRule="auto"/>
      </w:pPr>
      <w:r w:rsidRPr="00E75C72">
        <w:br/>
        <w:t xml:space="preserve">Pro </w:t>
      </w:r>
      <w:r w:rsidRPr="00E75C72">
        <w:rPr>
          <w:b/>
          <w:bCs/>
        </w:rPr>
        <w:t xml:space="preserve">Položku </w:t>
      </w:r>
      <w:r w:rsidR="00DE5823">
        <w:rPr>
          <w:b/>
          <w:bCs/>
        </w:rPr>
        <w:t>8</w:t>
      </w:r>
      <w:r w:rsidRPr="00E75C72">
        <w:t xml:space="preserve"> je místem plnění </w:t>
      </w:r>
      <w:r w:rsidR="00DE5823" w:rsidRPr="00DE5823">
        <w:rPr>
          <w:b/>
          <w:bCs/>
        </w:rPr>
        <w:t>CDP Přerov, Tovární 3286, Přerov</w:t>
      </w:r>
      <w:r w:rsidRPr="00E75C72">
        <w:t>.</w:t>
      </w:r>
    </w:p>
    <w:p w14:paraId="443FDD9E" w14:textId="77777777" w:rsidR="00E75C72" w:rsidRPr="00E75C72" w:rsidRDefault="00E75C72" w:rsidP="00E75C72">
      <w:pPr>
        <w:spacing w:after="160" w:line="259" w:lineRule="auto"/>
      </w:pPr>
    </w:p>
    <w:p w14:paraId="6125D7CE" w14:textId="14531697" w:rsidR="00E75C72" w:rsidRPr="00E75C72" w:rsidRDefault="00DE5823" w:rsidP="00E75C72">
      <w:pPr>
        <w:ind w:firstLine="426"/>
      </w:pPr>
      <w:r>
        <w:t>i</w:t>
      </w:r>
      <w:r w:rsidR="00E75C72" w:rsidRPr="00E75C72">
        <w:t>)</w:t>
      </w:r>
      <w:r w:rsidR="00E75C72" w:rsidRPr="00E75C72">
        <w:tab/>
      </w:r>
      <w:r w:rsidR="00E75C72" w:rsidRPr="00E75C72">
        <w:rPr>
          <w:b/>
          <w:bCs/>
        </w:rPr>
        <w:t xml:space="preserve">Položka </w:t>
      </w:r>
      <w:r>
        <w:rPr>
          <w:b/>
          <w:bCs/>
        </w:rPr>
        <w:t>9</w:t>
      </w:r>
      <w:r w:rsidR="00E75C72" w:rsidRPr="00E75C72">
        <w:t xml:space="preserve"> – Úložiště SAN pro zálohování virtualizační farmy „KB TDS / CDP P</w:t>
      </w:r>
      <w:r w:rsidR="004D497B">
        <w:t>řerov</w:t>
      </w:r>
      <w:r w:rsidR="00E75C72" w:rsidRPr="00E75C72">
        <w:t>“ v konfiguraci:</w:t>
      </w:r>
    </w:p>
    <w:p w14:paraId="03D4D8C6" w14:textId="77777777" w:rsidR="00E75C72" w:rsidRPr="00E75C72" w:rsidRDefault="00E75C72" w:rsidP="00E75C72">
      <w:pPr>
        <w:rPr>
          <w:rFonts w:cstheme="minorHAnsi"/>
          <w:b/>
          <w:bCs/>
        </w:rPr>
      </w:pPr>
      <w:r w:rsidRPr="00E75C72">
        <w:rPr>
          <w:highlight w:val="green"/>
          <w:lang w:val="en-US"/>
        </w:rPr>
        <w:t>[IDENTIFIKACE MODELU</w:t>
      </w:r>
      <w:r w:rsidRPr="00E75C72">
        <w:rPr>
          <w:rFonts w:cstheme="minorHAnsi"/>
          <w:b/>
          <w:bCs/>
          <w:highlight w:val="green"/>
        </w:rPr>
        <w:t xml:space="preserve"> - </w:t>
      </w:r>
      <w:r w:rsidRPr="00E75C72">
        <w:rPr>
          <w:rFonts w:cstheme="minorHAnsi"/>
          <w:highlight w:val="green"/>
        </w:rPr>
        <w:t>DOPLNÍ PRODÁVAJÍCÍ]</w:t>
      </w:r>
      <w:r w:rsidRPr="00E75C72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75C72" w:rsidRPr="00E75C72" w14:paraId="2290D3C5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178CDCBA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11FC994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75C72" w:rsidRPr="00E75C72" w14:paraId="7DFC4EA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918EF08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Pr="00E75C72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3C96BDC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049B87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361DC5E" w14:textId="00002B1D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Velikost skříně serveru o maximální výšce </w:t>
            </w:r>
            <w:r w:rsidR="00302B16">
              <w:rPr>
                <w:rFonts w:cstheme="minorHAnsi"/>
                <w:b/>
                <w:bCs/>
                <w:sz w:val="18"/>
              </w:rPr>
              <w:t>10</w:t>
            </w:r>
            <w:r w:rsidRPr="00E75C72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E75C72">
              <w:rPr>
                <w:rFonts w:cstheme="minorHAnsi"/>
                <w:sz w:val="18"/>
              </w:rPr>
              <w:t xml:space="preserve"> (</w:t>
            </w:r>
            <w:r w:rsidR="00302B16">
              <w:rPr>
                <w:rFonts w:cstheme="minorHAnsi"/>
                <w:sz w:val="18"/>
              </w:rPr>
              <w:t>445</w:t>
            </w:r>
            <w:r w:rsidRPr="00E75C72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6C4FE67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1AC4EB0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36F85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E75C72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E75C72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52E2CBAB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ED91FB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A53A189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Kapacita SAN úložiště</w:t>
            </w:r>
          </w:p>
          <w:p w14:paraId="6568D850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(bez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)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80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023F6336" w14:textId="77777777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120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54CDC28B" w14:textId="61A3B30C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 w:rsidR="00F62310"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74AD239D" w14:textId="3F471D86" w:rsidR="00E75C72" w:rsidRPr="00E75C72" w:rsidRDefault="00E75C72" w:rsidP="00E75C7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</w:t>
            </w:r>
            <w:r w:rsidR="00E36314">
              <w:rPr>
                <w:rFonts w:cstheme="minorHAnsi"/>
                <w:sz w:val="18"/>
                <w:szCs w:val="22"/>
              </w:rPr>
              <w:t>NL-SAS</w:t>
            </w:r>
            <w:r w:rsidRPr="00E75C72">
              <w:rPr>
                <w:rFonts w:cstheme="minorHAnsi"/>
                <w:sz w:val="18"/>
                <w:szCs w:val="22"/>
              </w:rPr>
              <w:t xml:space="preserve"> disků o velikosti maximálně </w:t>
            </w:r>
            <w:r w:rsidR="00C004DD">
              <w:rPr>
                <w:rFonts w:cstheme="minorHAnsi"/>
                <w:sz w:val="18"/>
                <w:szCs w:val="22"/>
              </w:rPr>
              <w:t>8</w:t>
            </w:r>
            <w:r w:rsidRPr="00E75C72">
              <w:rPr>
                <w:rFonts w:cstheme="minorHAnsi"/>
                <w:sz w:val="18"/>
                <w:szCs w:val="22"/>
              </w:rPr>
              <w:t> TB, které nepoužívají technologii SMR.</w:t>
            </w:r>
          </w:p>
        </w:tc>
        <w:tc>
          <w:tcPr>
            <w:tcW w:w="3288" w:type="dxa"/>
          </w:tcPr>
          <w:p w14:paraId="313C3C1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413A3F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AA334A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>8x 32 Gbps</w:t>
            </w:r>
            <w:r w:rsidRPr="00E75C72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0228D8D9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4AD2BF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854DB7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jeden dedikovaný </w:t>
            </w:r>
            <w:r w:rsidRPr="00E75C72">
              <w:rPr>
                <w:rFonts w:cstheme="minorHAnsi"/>
                <w:b/>
                <w:bCs/>
                <w:sz w:val="18"/>
              </w:rPr>
              <w:t>1 Gbps</w:t>
            </w:r>
            <w:r w:rsidRPr="00E75C72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050324F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C8CDCC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7D34BE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lastRenderedPageBreak/>
              <w:t>2x</w:t>
            </w:r>
            <w:r w:rsidRPr="00E75C72">
              <w:rPr>
                <w:rFonts w:cstheme="minorHAnsi"/>
                <w:sz w:val="18"/>
              </w:rPr>
              <w:t xml:space="preserve"> hot-swap napájecí zdroj, každý minimálně o výkonu 1000 W s minimální certifikací „80+ </w:t>
            </w:r>
            <w:proofErr w:type="spellStart"/>
            <w:r w:rsidRPr="00E75C72">
              <w:rPr>
                <w:rFonts w:cstheme="minorHAnsi"/>
                <w:sz w:val="18"/>
              </w:rPr>
              <w:t>Platinum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785D40D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777521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FDCCE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4DAB80C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88EFA3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951E5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3EBA9FBD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A34B61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21E0AE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6EB53EBC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0BE2BB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3AA40B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E75C72">
              <w:rPr>
                <w:rFonts w:cstheme="minorHAnsi"/>
                <w:sz w:val="18"/>
              </w:rPr>
              <w:t>VMware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vSphere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4BB3EDF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4CAC11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AA03B1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6008986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0E8B9C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15D7E5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E75C72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6AC5CA24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35F656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2C7E2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výrobce na </w:t>
            </w:r>
            <w:r w:rsidRPr="00E75C72">
              <w:rPr>
                <w:rFonts w:cstheme="minorHAnsi"/>
                <w:b/>
                <w:bCs/>
                <w:sz w:val="18"/>
              </w:rPr>
              <w:t>5 let</w:t>
            </w:r>
            <w:r w:rsidRPr="00E75C72">
              <w:rPr>
                <w:rFonts w:cstheme="minorHAnsi"/>
                <w:sz w:val="18"/>
              </w:rPr>
              <w:t xml:space="preserve"> v rozsahu „</w:t>
            </w:r>
            <w:r w:rsidRPr="00E75C72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4F197F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4AB0257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DC1DA43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E75C72">
              <w:rPr>
                <w:rFonts w:cstheme="minorHAnsi"/>
                <w:sz w:val="18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médií je požadováno ponechání disku Kupujícímu při jeho poruše a reklamaci</w:t>
            </w:r>
          </w:p>
        </w:tc>
        <w:tc>
          <w:tcPr>
            <w:tcW w:w="3288" w:type="dxa"/>
          </w:tcPr>
          <w:p w14:paraId="40DF1ED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94FD343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99C82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40A15BE9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7444C6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6686E1B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 xml:space="preserve">Pokud úložiště vyžaduje použití SFP, optické moduly pro každý </w:t>
            </w:r>
            <w:proofErr w:type="spellStart"/>
            <w:r w:rsidRPr="00E75C72">
              <w:rPr>
                <w:sz w:val="18"/>
                <w:lang w:eastAsia="cs-CZ"/>
              </w:rPr>
              <w:t>FibreChannel</w:t>
            </w:r>
            <w:proofErr w:type="spellEnd"/>
            <w:r w:rsidRPr="00E75C72">
              <w:rPr>
                <w:sz w:val="18"/>
                <w:lang w:eastAsia="cs-CZ"/>
              </w:rPr>
              <w:t xml:space="preserve"> port plně kompatibilní s dodávaným úložištěm</w:t>
            </w:r>
          </w:p>
        </w:tc>
        <w:tc>
          <w:tcPr>
            <w:tcW w:w="3288" w:type="dxa"/>
          </w:tcPr>
          <w:p w14:paraId="7F54E78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</w:tbl>
    <w:p w14:paraId="123454E7" w14:textId="34426480" w:rsidR="00E75C72" w:rsidRPr="00E75C72" w:rsidRDefault="00E75C72" w:rsidP="00E75C72">
      <w:pPr>
        <w:spacing w:after="160" w:line="259" w:lineRule="auto"/>
      </w:pPr>
      <w:r w:rsidRPr="00E75C72">
        <w:br/>
        <w:t xml:space="preserve">Pro </w:t>
      </w:r>
      <w:r w:rsidRPr="00E75C72">
        <w:rPr>
          <w:b/>
          <w:bCs/>
        </w:rPr>
        <w:t xml:space="preserve">Položku </w:t>
      </w:r>
      <w:r w:rsidR="00DE5823">
        <w:rPr>
          <w:b/>
          <w:bCs/>
        </w:rPr>
        <w:t>9</w:t>
      </w:r>
      <w:r w:rsidRPr="00E75C72">
        <w:t xml:space="preserve"> je místem plnění </w:t>
      </w:r>
      <w:r w:rsidR="00DE5823" w:rsidRPr="00DE5823">
        <w:rPr>
          <w:b/>
          <w:bCs/>
        </w:rPr>
        <w:t>CDP Přerov, Tovární 3286, Přerov</w:t>
      </w:r>
      <w:r w:rsidRPr="00E75C72">
        <w:t>.</w:t>
      </w:r>
    </w:p>
    <w:p w14:paraId="7CA9E606" w14:textId="77777777" w:rsidR="00E75C72" w:rsidRPr="00E75C72" w:rsidRDefault="00E75C72" w:rsidP="00E75C72">
      <w:pPr>
        <w:spacing w:after="160" w:line="259" w:lineRule="auto"/>
      </w:pPr>
    </w:p>
    <w:p w14:paraId="1CEA78A8" w14:textId="12A91B00" w:rsidR="00E75C72" w:rsidRPr="00E75C72" w:rsidRDefault="00DE5823" w:rsidP="00E75C72">
      <w:pPr>
        <w:ind w:firstLine="426"/>
      </w:pPr>
      <w:r>
        <w:t>j</w:t>
      </w:r>
      <w:r w:rsidR="00E75C72" w:rsidRPr="00E75C72">
        <w:t>)</w:t>
      </w:r>
      <w:r w:rsidR="00E75C72" w:rsidRPr="00E75C72">
        <w:tab/>
      </w:r>
      <w:r w:rsidR="00E75C72" w:rsidRPr="00E75C72">
        <w:rPr>
          <w:b/>
          <w:bCs/>
        </w:rPr>
        <w:t xml:space="preserve">Položka </w:t>
      </w:r>
      <w:r>
        <w:rPr>
          <w:b/>
          <w:bCs/>
        </w:rPr>
        <w:t>10</w:t>
      </w:r>
      <w:r w:rsidR="00E75C72" w:rsidRPr="00E75C72">
        <w:t xml:space="preserve"> – Jeden (1) fyzický server pro PAM </w:t>
      </w:r>
      <w:proofErr w:type="spellStart"/>
      <w:r w:rsidR="00E75C72" w:rsidRPr="00E75C72">
        <w:t>Vault</w:t>
      </w:r>
      <w:proofErr w:type="spellEnd"/>
      <w:r w:rsidR="00E75C72" w:rsidRPr="00E75C72">
        <w:t xml:space="preserve"> v rámci farmy „KB TDS / CDP P</w:t>
      </w:r>
      <w:r w:rsidR="004D497B">
        <w:t>řerov</w:t>
      </w:r>
      <w:r w:rsidR="00E75C72" w:rsidRPr="00E75C72">
        <w:t>“ v konfiguraci:</w:t>
      </w:r>
    </w:p>
    <w:p w14:paraId="6A237DE6" w14:textId="77777777" w:rsidR="00E75C72" w:rsidRPr="00E75C72" w:rsidRDefault="00E75C72" w:rsidP="00E75C72">
      <w:pPr>
        <w:rPr>
          <w:rFonts w:cstheme="minorHAnsi"/>
          <w:b/>
          <w:bCs/>
        </w:rPr>
      </w:pPr>
      <w:r w:rsidRPr="00E75C72">
        <w:rPr>
          <w:highlight w:val="green"/>
          <w:lang w:val="en-US"/>
        </w:rPr>
        <w:t>[IDENTIFIKACE MODELU</w:t>
      </w:r>
      <w:r w:rsidRPr="00E75C72">
        <w:rPr>
          <w:rFonts w:cstheme="minorHAnsi"/>
          <w:b/>
          <w:bCs/>
          <w:highlight w:val="green"/>
        </w:rPr>
        <w:t xml:space="preserve"> - </w:t>
      </w:r>
      <w:r w:rsidRPr="00E75C72">
        <w:rPr>
          <w:rFonts w:cstheme="minorHAnsi"/>
          <w:highlight w:val="green"/>
        </w:rPr>
        <w:t>DOPLNÍ PRODÁVAJÍCÍ]</w:t>
      </w:r>
      <w:r w:rsidRPr="00E75C72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75C72" w:rsidRPr="00E75C72" w14:paraId="77A0B4CF" w14:textId="77777777" w:rsidTr="001934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6EA1DB9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271ED1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75C72" w:rsidRPr="00E75C72" w14:paraId="2FDFC85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B45714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Pr="00E75C72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6217388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645EEB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1587C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Velikost skříně serveru o maximální výšce </w:t>
            </w:r>
            <w:r w:rsidRPr="00E75C72">
              <w:rPr>
                <w:rFonts w:cstheme="minorHAnsi"/>
                <w:b/>
                <w:bCs/>
                <w:sz w:val="18"/>
              </w:rPr>
              <w:t>2 RU</w:t>
            </w:r>
            <w:r w:rsidRPr="00E75C72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50068C6C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C9EF72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E4AAE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 CPU</w:t>
            </w:r>
            <w:r w:rsidRPr="00E75C72">
              <w:rPr>
                <w:rFonts w:cstheme="minorHAnsi"/>
                <w:sz w:val="18"/>
              </w:rPr>
              <w:t xml:space="preserve">, každý minimálně </w:t>
            </w:r>
            <w:r w:rsidRPr="00E75C72">
              <w:rPr>
                <w:rFonts w:cstheme="minorHAnsi"/>
                <w:b/>
                <w:bCs/>
                <w:sz w:val="18"/>
              </w:rPr>
              <w:t>24 jader</w:t>
            </w:r>
            <w:r w:rsidRPr="00E75C72">
              <w:rPr>
                <w:rFonts w:cstheme="minorHAnsi"/>
                <w:sz w:val="18"/>
              </w:rPr>
              <w:t xml:space="preserve"> (48 vláken) se základní frekvencí minimálně 2.0 GHz a se spotřebou maximálně 200 W</w:t>
            </w:r>
          </w:p>
        </w:tc>
        <w:tc>
          <w:tcPr>
            <w:tcW w:w="3288" w:type="dxa"/>
          </w:tcPr>
          <w:p w14:paraId="567CCBB0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F19AB06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7B7EC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sz w:val="18"/>
              </w:rPr>
              <w:t xml:space="preserve">Architektura </w:t>
            </w:r>
            <w:r w:rsidRPr="00E75C72">
              <w:rPr>
                <w:rFonts w:cstheme="minorHAnsi"/>
                <w:b/>
                <w:bCs/>
                <w:sz w:val="18"/>
              </w:rPr>
              <w:t>Intel x86-64</w:t>
            </w:r>
            <w:r w:rsidRPr="00E75C72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21BCB28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51158048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C2F80B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sz w:val="18"/>
                <w:lang w:eastAsia="cs-CZ"/>
              </w:rPr>
              <w:t xml:space="preserve">Operační paměť minimálně </w:t>
            </w:r>
            <w:r w:rsidRPr="00E75C72">
              <w:rPr>
                <w:b/>
                <w:bCs/>
                <w:sz w:val="18"/>
                <w:lang w:eastAsia="cs-CZ"/>
              </w:rPr>
              <w:t xml:space="preserve">128 </w:t>
            </w:r>
            <w:r w:rsidRPr="00E75C72">
              <w:rPr>
                <w:b/>
                <w:sz w:val="18"/>
                <w:lang w:eastAsia="cs-CZ"/>
              </w:rPr>
              <w:t>GB DDR5</w:t>
            </w:r>
            <w:r w:rsidRPr="00E75C72">
              <w:rPr>
                <w:sz w:val="18"/>
                <w:lang w:eastAsia="cs-CZ"/>
              </w:rPr>
              <w:t xml:space="preserve"> s použitím modulů o maximální velikosti 64 GB, rozšiřitelná minimálně do 512 GB jen přidáním dalších paměťových modulů</w:t>
            </w:r>
          </w:p>
        </w:tc>
        <w:tc>
          <w:tcPr>
            <w:tcW w:w="3288" w:type="dxa"/>
          </w:tcPr>
          <w:p w14:paraId="30B2A94B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3B5D6363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E7226C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 SSD</w:t>
            </w:r>
            <w:r w:rsidRPr="00E75C72">
              <w:rPr>
                <w:rFonts w:cstheme="minorHAnsi"/>
                <w:sz w:val="18"/>
              </w:rPr>
              <w:t xml:space="preserve">, každý o velikosti minimálně </w:t>
            </w:r>
            <w:r w:rsidRPr="00E75C72">
              <w:rPr>
                <w:rFonts w:cstheme="minorHAnsi"/>
                <w:b/>
                <w:bCs/>
                <w:sz w:val="18"/>
              </w:rPr>
              <w:t>480 GB</w:t>
            </w:r>
            <w:r w:rsidRPr="00E75C72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E75C72">
              <w:rPr>
                <w:rFonts w:cstheme="minorHAnsi"/>
                <w:sz w:val="18"/>
              </w:rPr>
              <w:t>boot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běh OS</w:t>
            </w:r>
          </w:p>
        </w:tc>
        <w:tc>
          <w:tcPr>
            <w:tcW w:w="3288" w:type="dxa"/>
          </w:tcPr>
          <w:p w14:paraId="7E20620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6D625B" w:rsidRPr="0050706D" w14:paraId="5F9D3CE8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EB097F" w14:textId="77777777" w:rsidR="006D625B" w:rsidRDefault="006D625B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Lokální úložiště</w:t>
            </w:r>
            <w:r>
              <w:rPr>
                <w:rFonts w:cstheme="minorHAnsi"/>
                <w:sz w:val="18"/>
              </w:rPr>
              <w:t xml:space="preserve"> </w:t>
            </w:r>
            <w:r w:rsidRPr="002D127E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serveru</w:t>
            </w:r>
          </w:p>
          <w:p w14:paraId="07D82734" w14:textId="77777777" w:rsidR="006D625B" w:rsidRPr="00A132AC" w:rsidRDefault="006D625B" w:rsidP="006D625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lastRenderedPageBreak/>
              <w:t xml:space="preserve">Uživatelsky použitelná čistá nekomprimovaná kapacita minimálně </w:t>
            </w:r>
            <w:r w:rsidRPr="00E10AAF">
              <w:rPr>
                <w:rFonts w:cstheme="minorHAnsi"/>
                <w:b/>
                <w:bCs/>
                <w:sz w:val="18"/>
                <w:szCs w:val="22"/>
              </w:rPr>
              <w:t>5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0A64B61C" w14:textId="77777777" w:rsidR="006D625B" w:rsidRPr="00A132AC" w:rsidRDefault="006D625B" w:rsidP="006D625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54AAF6D5" w14:textId="2F853A82" w:rsidR="006D625B" w:rsidRPr="00A132AC" w:rsidRDefault="006D625B" w:rsidP="006D625B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9036B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F62310">
              <w:rPr>
                <w:rFonts w:cstheme="minorHAnsi"/>
                <w:sz w:val="18"/>
                <w:szCs w:val="22"/>
              </w:rPr>
              <w:t>2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3DCC3F17" w14:textId="77777777" w:rsidR="006D625B" w:rsidRPr="00927BA6" w:rsidRDefault="006D625B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E75C72" w:rsidRPr="00E75C72" w14:paraId="687732F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1A444B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Minimálně </w:t>
            </w:r>
            <w:r w:rsidRPr="00E75C72">
              <w:rPr>
                <w:rFonts w:cstheme="minorHAnsi"/>
                <w:b/>
                <w:bCs/>
                <w:sz w:val="18"/>
              </w:rPr>
              <w:t>4x 25 Gbps</w:t>
            </w:r>
            <w:r w:rsidRPr="00E75C72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5DBAF5D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AA2F5C3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EB2E75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 xml:space="preserve">Minimálně </w:t>
            </w:r>
            <w:r w:rsidRPr="00E75C72">
              <w:rPr>
                <w:b/>
                <w:bCs/>
                <w:sz w:val="18"/>
                <w:lang w:eastAsia="cs-CZ"/>
              </w:rPr>
              <w:t>4</w:t>
            </w:r>
            <w:r w:rsidRPr="00E75C72">
              <w:rPr>
                <w:b/>
                <w:sz w:val="18"/>
                <w:lang w:eastAsia="cs-CZ"/>
              </w:rPr>
              <w:t>x</w:t>
            </w:r>
            <w:r w:rsidRPr="00E75C72">
              <w:rPr>
                <w:sz w:val="18"/>
                <w:lang w:eastAsia="cs-CZ"/>
              </w:rPr>
              <w:t xml:space="preserve"> </w:t>
            </w:r>
            <w:r w:rsidRPr="00E75C72">
              <w:rPr>
                <w:b/>
                <w:bCs/>
                <w:sz w:val="18"/>
                <w:lang w:eastAsia="cs-CZ"/>
              </w:rPr>
              <w:t>1 Gbps</w:t>
            </w:r>
            <w:r w:rsidRPr="00E75C72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3C621A9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20ED3C3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BB0AA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Dedikovaný </w:t>
            </w:r>
            <w:r w:rsidRPr="00E75C72">
              <w:rPr>
                <w:rFonts w:cstheme="minorHAnsi"/>
                <w:b/>
                <w:bCs/>
                <w:sz w:val="18"/>
              </w:rPr>
              <w:t>1 Gbps</w:t>
            </w:r>
            <w:r w:rsidRPr="00E75C72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3A95DB6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9EE38B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DDEB569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E75C72">
              <w:rPr>
                <w:rFonts w:cstheme="minorHAnsi"/>
                <w:sz w:val="18"/>
              </w:rPr>
              <w:t>Trusted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Platform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53E24141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868BD6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02F071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>2x</w:t>
            </w:r>
            <w:r w:rsidRPr="00E75C72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E75C72">
              <w:rPr>
                <w:rFonts w:cstheme="minorHAnsi"/>
                <w:sz w:val="18"/>
              </w:rPr>
              <w:t>Platinum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12CEF3B9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6973060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537C16F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E75C72">
              <w:rPr>
                <w:sz w:val="18"/>
                <w:lang w:eastAsia="cs-CZ"/>
              </w:rPr>
              <w:t>Výsuvné ližiny do rackové skříně s „</w:t>
            </w:r>
            <w:proofErr w:type="spellStart"/>
            <w:r w:rsidRPr="00E75C72">
              <w:rPr>
                <w:sz w:val="18"/>
                <w:lang w:eastAsia="cs-CZ"/>
              </w:rPr>
              <w:t>cable</w:t>
            </w:r>
            <w:proofErr w:type="spellEnd"/>
            <w:r w:rsidRPr="00E75C72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E75C72">
              <w:rPr>
                <w:sz w:val="18"/>
                <w:lang w:eastAsia="cs-CZ"/>
              </w:rPr>
              <w:t>arm</w:t>
            </w:r>
            <w:proofErr w:type="spellEnd"/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57049A10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E7F586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127C78A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E75C72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7E1ECBD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A9A18C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6FBBD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E75C72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E75C72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3785FF26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A9491B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B4E760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E75C72">
              <w:rPr>
                <w:rFonts w:cstheme="minorHAnsi"/>
                <w:sz w:val="18"/>
              </w:rPr>
              <w:t>VMware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vSphere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5B1D355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221C975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A5FE88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7B2268F7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BAE2B9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53A914E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Integrační pluginy pro monitoring zdravotního stavu a správu HW přímo z MS </w:t>
            </w:r>
            <w:proofErr w:type="spellStart"/>
            <w:r w:rsidRPr="00E75C72">
              <w:rPr>
                <w:rFonts w:cstheme="minorHAnsi"/>
                <w:sz w:val="18"/>
              </w:rPr>
              <w:t>System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02E5244C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7E7ECB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3CBDBC3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E75C72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E75C72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4EBA9B62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DB8A4C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7235AD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výrobce na </w:t>
            </w:r>
            <w:r w:rsidRPr="00E75C72">
              <w:rPr>
                <w:rFonts w:cstheme="minorHAnsi"/>
                <w:b/>
                <w:bCs/>
                <w:sz w:val="18"/>
              </w:rPr>
              <w:t>5 let</w:t>
            </w:r>
            <w:r w:rsidRPr="00E75C72">
              <w:rPr>
                <w:rFonts w:cstheme="minorHAnsi"/>
                <w:sz w:val="18"/>
              </w:rPr>
              <w:t xml:space="preserve"> v rozsahu „</w:t>
            </w:r>
            <w:r w:rsidRPr="00E75C72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E75C72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38202F8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7AFF6523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9576F4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E75C72">
              <w:rPr>
                <w:rFonts w:cstheme="minorHAnsi"/>
                <w:sz w:val="18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44012543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0CFCC51B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D7DBD6" w14:textId="77777777" w:rsidR="00E75C72" w:rsidRPr="00E75C72" w:rsidRDefault="00E75C72" w:rsidP="00E75C7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Vzdálená správa HW serveru </w:t>
            </w:r>
          </w:p>
          <w:p w14:paraId="1E197EC8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5321708F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44E7F6BD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E75C72">
              <w:rPr>
                <w:rFonts w:cstheme="minorHAnsi"/>
                <w:sz w:val="18"/>
              </w:rPr>
              <w:t>mountování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ISO image.</w:t>
            </w:r>
          </w:p>
          <w:p w14:paraId="11F193DE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7BC27201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E75C72">
              <w:rPr>
                <w:rFonts w:cstheme="minorHAnsi"/>
                <w:sz w:val="18"/>
              </w:rPr>
              <w:t>Edge</w:t>
            </w:r>
            <w:proofErr w:type="spellEnd"/>
            <w:r w:rsidRPr="00E75C72">
              <w:rPr>
                <w:rFonts w:cstheme="minorHAnsi"/>
                <w:sz w:val="18"/>
              </w:rPr>
              <w:t>, Mozilla Firefox) a HTML5.</w:t>
            </w:r>
          </w:p>
          <w:p w14:paraId="6D9C7FB4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27DC1999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E75C72">
              <w:rPr>
                <w:rFonts w:cstheme="minorHAnsi"/>
                <w:sz w:val="18"/>
              </w:rPr>
              <w:t>time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E75C72">
              <w:rPr>
                <w:rFonts w:cstheme="minorHAnsi"/>
                <w:sz w:val="18"/>
              </w:rPr>
              <w:t>Power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</w:rPr>
              <w:t>cappingu</w:t>
            </w:r>
            <w:proofErr w:type="spellEnd"/>
            <w:r w:rsidRPr="00E75C72">
              <w:rPr>
                <w:rFonts w:cstheme="minorHAnsi"/>
                <w:sz w:val="18"/>
              </w:rPr>
              <w:t>.</w:t>
            </w:r>
          </w:p>
          <w:p w14:paraId="41CECA24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352D8C76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REDFISH a RESTAPI skriptů.</w:t>
            </w:r>
          </w:p>
          <w:p w14:paraId="2F726C5A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lastRenderedPageBreak/>
              <w:t>Nejvyšší licence pro správu serveru bez jakéhokoli omezení.</w:t>
            </w:r>
          </w:p>
          <w:p w14:paraId="53B3783C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271870D6" w14:textId="77777777" w:rsidR="00E75C72" w:rsidRP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68EDB837" w14:textId="77777777" w:rsidR="00E75C72" w:rsidRDefault="00E75C72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Podpora protokolů SNMP 2c a IPMI</w:t>
            </w:r>
          </w:p>
          <w:p w14:paraId="6FAD8FD1" w14:textId="15A2E18B" w:rsidR="005A180F" w:rsidRPr="00E75C72" w:rsidRDefault="005A180F" w:rsidP="00E75C72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7073291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E75C72" w:rsidRPr="00E75C72" w14:paraId="70420CF1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8225D9F" w14:textId="77777777" w:rsidR="00E75C72" w:rsidRPr="00E75C72" w:rsidRDefault="00E75C72" w:rsidP="00E75C72">
            <w:pPr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Hromadná správa </w:t>
            </w:r>
          </w:p>
          <w:p w14:paraId="396E7B2C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E75C72">
              <w:rPr>
                <w:rFonts w:cstheme="minorHAnsi"/>
                <w:sz w:val="18"/>
              </w:rPr>
              <w:t>alerting</w:t>
            </w:r>
            <w:proofErr w:type="spellEnd"/>
            <w:r w:rsidRPr="00E75C72">
              <w:rPr>
                <w:rFonts w:cstheme="minorHAnsi"/>
                <w:sz w:val="18"/>
              </w:rPr>
              <w:t>.</w:t>
            </w:r>
          </w:p>
          <w:p w14:paraId="5E781BBA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40CC991E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E75C72">
              <w:rPr>
                <w:rFonts w:cstheme="minorHAnsi"/>
                <w:sz w:val="18"/>
              </w:rPr>
              <w:t>Home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funkce.</w:t>
            </w:r>
          </w:p>
          <w:p w14:paraId="041AF8FB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Přístup přes mobilní aplikaci.</w:t>
            </w:r>
          </w:p>
          <w:p w14:paraId="19CE69F0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Splňující standardy NIST 800-131A a FIPS 140</w:t>
            </w:r>
            <w:r w:rsidRPr="00E75C72">
              <w:rPr>
                <w:rFonts w:cstheme="minorHAnsi"/>
                <w:sz w:val="18"/>
              </w:rPr>
              <w:noBreakHyphen/>
              <w:t>2.</w:t>
            </w:r>
          </w:p>
          <w:p w14:paraId="1EC2CADF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31ED86B5" w14:textId="77777777" w:rsidR="00E75C72" w:rsidRPr="00E75C72" w:rsidRDefault="00E75C72" w:rsidP="00E75C72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E75C72">
              <w:rPr>
                <w:rFonts w:cstheme="minorHAnsi"/>
                <w:sz w:val="18"/>
              </w:rPr>
              <w:t>Redfish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0055A25A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21461C2E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F766E0" w14:textId="77777777" w:rsidR="00E75C72" w:rsidRPr="00E75C72" w:rsidRDefault="00E75C72" w:rsidP="00E75C72">
            <w:pPr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Napojení na systém centralizované vzdálené správy a dohledu</w:t>
            </w:r>
            <w:r w:rsidRPr="00E75C72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E75C72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E75C72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E75C72">
              <w:rPr>
                <w:rFonts w:cstheme="minorHAnsi"/>
                <w:i/>
                <w:iCs/>
                <w:sz w:val="18"/>
              </w:rPr>
              <w:t>)</w:t>
            </w:r>
            <w:r w:rsidRPr="00E75C72">
              <w:rPr>
                <w:rFonts w:cstheme="minorHAnsi"/>
                <w:sz w:val="18"/>
              </w:rPr>
              <w:t>:</w:t>
            </w:r>
          </w:p>
          <w:p w14:paraId="1E3261D7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0DE02D01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modelů a sériových čísel</w:t>
            </w:r>
          </w:p>
          <w:p w14:paraId="6C2B462B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Přehled platnosti servisních kontraktů</w:t>
            </w:r>
          </w:p>
          <w:p w14:paraId="532FD269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Inventarizace konfigurace</w:t>
            </w:r>
          </w:p>
          <w:p w14:paraId="6CA7EA79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jednotlivých komponent</w:t>
            </w:r>
          </w:p>
          <w:p w14:paraId="00DB061E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oproti definovaným politikám</w:t>
            </w:r>
          </w:p>
          <w:p w14:paraId="6D865E93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Monitoring zatížení CPU a RAM</w:t>
            </w:r>
          </w:p>
          <w:p w14:paraId="56E717A7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Monitoring spotřeby elektrické energie</w:t>
            </w:r>
          </w:p>
          <w:p w14:paraId="7A833669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Centrální řízení spotřeby elektrické energie</w:t>
            </w:r>
          </w:p>
          <w:p w14:paraId="16CB44B2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E75C72">
              <w:rPr>
                <w:rFonts w:cstheme="minorHAnsi"/>
                <w:sz w:val="18"/>
              </w:rPr>
              <w:t>BIOSu</w:t>
            </w:r>
            <w:proofErr w:type="spellEnd"/>
          </w:p>
          <w:p w14:paraId="0F171F88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Dálkové zapnutí/vypnutí jednotlivého serveru</w:t>
            </w:r>
          </w:p>
          <w:p w14:paraId="05216719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E75C72">
              <w:rPr>
                <w:rFonts w:cstheme="minorHAnsi"/>
                <w:sz w:val="18"/>
              </w:rPr>
              <w:t>remote</w:t>
            </w:r>
            <w:proofErr w:type="spellEnd"/>
            <w:r w:rsidRPr="00E75C72">
              <w:rPr>
                <w:rFonts w:cstheme="minorHAnsi"/>
                <w:sz w:val="18"/>
              </w:rPr>
              <w:t xml:space="preserve"> KVM)</w:t>
            </w:r>
          </w:p>
          <w:p w14:paraId="6D7CD085" w14:textId="77777777" w:rsidR="00E75C72" w:rsidRPr="00E75C72" w:rsidRDefault="00E75C72" w:rsidP="00E75C72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68585F1F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1D5A9CAC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9B3C41D" w14:textId="77777777" w:rsidR="00E75C72" w:rsidRPr="00E75C72" w:rsidRDefault="00E75C72" w:rsidP="00E75C72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2077573E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75C72" w:rsidRPr="00E75C72" w14:paraId="6D159289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8394056" w14:textId="77777777" w:rsidR="00E75C72" w:rsidRPr="00E75C72" w:rsidRDefault="00E75C72" w:rsidP="00E75C72">
            <w:pPr>
              <w:rPr>
                <w:sz w:val="18"/>
                <w:lang w:eastAsia="cs-CZ"/>
              </w:rPr>
            </w:pPr>
            <w:r w:rsidRPr="00E75C72">
              <w:rPr>
                <w:sz w:val="18"/>
                <w:lang w:eastAsia="cs-CZ"/>
              </w:rPr>
              <w:t>Síťové optické moduly pro každý optický port (</w:t>
            </w:r>
            <w:r w:rsidRPr="00E75C72">
              <w:rPr>
                <w:b/>
                <w:bCs/>
                <w:sz w:val="18"/>
                <w:lang w:eastAsia="cs-CZ"/>
              </w:rPr>
              <w:t>SFP LAN</w:t>
            </w:r>
            <w:r w:rsidRPr="00E75C72">
              <w:rPr>
                <w:sz w:val="18"/>
                <w:lang w:eastAsia="cs-CZ"/>
              </w:rPr>
              <w:t>), plně kompatibilní s dodávaným serverem v provedení „</w:t>
            </w:r>
            <w:r w:rsidRPr="00E75C72">
              <w:rPr>
                <w:b/>
                <w:bCs/>
                <w:sz w:val="18"/>
                <w:lang w:eastAsia="cs-CZ"/>
              </w:rPr>
              <w:t>10/25Gbps</w:t>
            </w:r>
            <w:r w:rsidRPr="00E75C72">
              <w:rPr>
                <w:sz w:val="18"/>
                <w:lang w:eastAsia="cs-CZ"/>
              </w:rPr>
              <w:t xml:space="preserve"> nebo </w:t>
            </w:r>
            <w:r w:rsidRPr="00E75C72">
              <w:rPr>
                <w:b/>
                <w:bCs/>
                <w:sz w:val="18"/>
                <w:lang w:eastAsia="cs-CZ"/>
              </w:rPr>
              <w:t>25Gbps</w:t>
            </w:r>
            <w:r w:rsidRPr="00E75C72">
              <w:rPr>
                <w:sz w:val="18"/>
                <w:lang w:eastAsia="cs-CZ"/>
              </w:rPr>
              <w:t xml:space="preserve">,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E75C72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E75C72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E75C72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E75C72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0765F285" w14:textId="77777777" w:rsidR="00E75C72" w:rsidRPr="00E75C72" w:rsidRDefault="00E75C72" w:rsidP="00E75C7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</w:tbl>
    <w:p w14:paraId="6FA370C7" w14:textId="77777777" w:rsidR="00E75C72" w:rsidRPr="00E75C72" w:rsidRDefault="00E75C72" w:rsidP="00E75C72">
      <w:pPr>
        <w:spacing w:after="160" w:line="259" w:lineRule="auto"/>
      </w:pPr>
    </w:p>
    <w:p w14:paraId="75511C02" w14:textId="7EF5659B" w:rsidR="004D497B" w:rsidRPr="00E75C72" w:rsidRDefault="00E75C72" w:rsidP="00E75C72">
      <w:pPr>
        <w:spacing w:after="160" w:line="259" w:lineRule="auto"/>
      </w:pPr>
      <w:r w:rsidRPr="00E75C72">
        <w:t xml:space="preserve">Pro </w:t>
      </w:r>
      <w:r w:rsidRPr="00E75C72">
        <w:rPr>
          <w:b/>
          <w:bCs/>
        </w:rPr>
        <w:t xml:space="preserve">Položku </w:t>
      </w:r>
      <w:r w:rsidR="00DE5823">
        <w:rPr>
          <w:b/>
          <w:bCs/>
        </w:rPr>
        <w:t>10</w:t>
      </w:r>
      <w:r w:rsidRPr="00E75C72">
        <w:t xml:space="preserve"> je místem plnění </w:t>
      </w:r>
      <w:r w:rsidR="00DE5823" w:rsidRPr="00DE5823">
        <w:rPr>
          <w:b/>
          <w:bCs/>
        </w:rPr>
        <w:t>CDP Přerov, Tovární 3286, Přerov</w:t>
      </w:r>
      <w:r w:rsidRPr="00E75C72">
        <w:t>.</w:t>
      </w:r>
    </w:p>
    <w:p w14:paraId="5F63ED09" w14:textId="77777777" w:rsidR="00EA4E74" w:rsidRPr="00EA4E74" w:rsidRDefault="00EA4E74" w:rsidP="00EA4E74">
      <w:pPr>
        <w:spacing w:after="160" w:line="259" w:lineRule="auto"/>
      </w:pPr>
    </w:p>
    <w:p w14:paraId="57F6CC4A" w14:textId="3D86E950" w:rsidR="006B0BFC" w:rsidRPr="006B0BFC" w:rsidRDefault="00FE5DB7" w:rsidP="006B0BFC">
      <w:pPr>
        <w:ind w:firstLine="426"/>
      </w:pPr>
      <w:r>
        <w:lastRenderedPageBreak/>
        <w:t>k</w:t>
      </w:r>
      <w:r w:rsidR="006B0BFC" w:rsidRPr="006B0BFC">
        <w:t>)</w:t>
      </w:r>
      <w:r w:rsidR="006B0BFC" w:rsidRPr="006B0BFC">
        <w:tab/>
      </w:r>
      <w:r w:rsidR="006B0BFC" w:rsidRPr="006B0BFC">
        <w:rPr>
          <w:b/>
          <w:bCs/>
        </w:rPr>
        <w:t xml:space="preserve">Položka </w:t>
      </w:r>
      <w:r>
        <w:rPr>
          <w:b/>
          <w:bCs/>
        </w:rPr>
        <w:t>11</w:t>
      </w:r>
      <w:r w:rsidR="006B0BFC" w:rsidRPr="006B0BFC">
        <w:t xml:space="preserve"> – </w:t>
      </w:r>
      <w:r w:rsidR="009009CA">
        <w:t>Čtyři</w:t>
      </w:r>
      <w:r w:rsidR="006B0BFC" w:rsidRPr="006B0BFC">
        <w:t xml:space="preserve"> (</w:t>
      </w:r>
      <w:r w:rsidR="009009CA">
        <w:t>4</w:t>
      </w:r>
      <w:r w:rsidR="006B0BFC" w:rsidRPr="006B0BFC">
        <w:t>) serverov</w:t>
      </w:r>
      <w:r w:rsidR="009009CA">
        <w:t>é</w:t>
      </w:r>
      <w:r w:rsidR="006B0BFC" w:rsidRPr="006B0BFC">
        <w:t xml:space="preserve"> nod</w:t>
      </w:r>
      <w:r w:rsidR="009009CA">
        <w:t>y</w:t>
      </w:r>
      <w:r w:rsidR="006B0BFC" w:rsidRPr="006B0BFC">
        <w:t xml:space="preserve"> pro virtualizační farmu „KB TDS / </w:t>
      </w:r>
      <w:r w:rsidR="00113BF5">
        <w:t>Plzeň</w:t>
      </w:r>
      <w:r w:rsidR="006B0BFC" w:rsidRPr="006B0BFC">
        <w:t>“ v konfiguraci:</w:t>
      </w:r>
    </w:p>
    <w:p w14:paraId="32080E12" w14:textId="77777777" w:rsidR="006B0BFC" w:rsidRPr="006B0BFC" w:rsidRDefault="006B0BFC" w:rsidP="006B0BFC"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6B0BFC" w:rsidRPr="006B0BFC" w14:paraId="7E1EA6EF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A10A48C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6B859128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B0BFC" w:rsidRPr="006B0BFC" w14:paraId="3A1AB32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F72551" w14:textId="53E6F8FB" w:rsidR="006B0BFC" w:rsidRPr="006B0BFC" w:rsidRDefault="00714EC9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4</w:t>
            </w:r>
            <w:r w:rsidR="006B0BFC" w:rsidRPr="006B0BFC">
              <w:rPr>
                <w:rFonts w:cstheme="minorHAnsi"/>
                <w:sz w:val="18"/>
              </w:rPr>
              <w:t xml:space="preserve"> serverov</w:t>
            </w:r>
            <w:r w:rsidR="00501F77">
              <w:rPr>
                <w:rFonts w:cstheme="minorHAnsi"/>
                <w:sz w:val="18"/>
              </w:rPr>
              <w:t>é</w:t>
            </w:r>
            <w:r w:rsidR="006B0BFC" w:rsidRPr="006B0BFC">
              <w:rPr>
                <w:rFonts w:cstheme="minorHAnsi"/>
                <w:sz w:val="18"/>
              </w:rPr>
              <w:t xml:space="preserve"> nod</w:t>
            </w:r>
            <w:r w:rsidR="00501F77">
              <w:rPr>
                <w:rFonts w:cstheme="minorHAnsi"/>
                <w:sz w:val="18"/>
              </w:rPr>
              <w:t>y</w:t>
            </w:r>
            <w:r w:rsidR="006B0BFC" w:rsidRPr="006B0BFC">
              <w:rPr>
                <w:rFonts w:cstheme="minorHAnsi"/>
                <w:sz w:val="18"/>
              </w:rPr>
              <w:t xml:space="preserve"> se zcela totožnou konfigurací</w:t>
            </w:r>
          </w:p>
        </w:tc>
        <w:tc>
          <w:tcPr>
            <w:tcW w:w="3288" w:type="dxa"/>
          </w:tcPr>
          <w:p w14:paraId="3C5F966D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E29EE3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D56E988" w14:textId="7F18879F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="0022397A" w:rsidRP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7A49D980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AB4E3C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9A3E72E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Pr="006B0BFC">
              <w:rPr>
                <w:rFonts w:cstheme="minorHAnsi"/>
                <w:b/>
                <w:bCs/>
                <w:sz w:val="18"/>
              </w:rPr>
              <w:t>2 RU</w:t>
            </w:r>
            <w:r w:rsidRPr="006B0BFC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0FE8A2A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7D10FD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893B7A4" w14:textId="1C2C7941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CPU</w:t>
            </w:r>
            <w:r w:rsidRPr="006B0BFC">
              <w:rPr>
                <w:rFonts w:cstheme="minorHAnsi"/>
                <w:sz w:val="18"/>
              </w:rPr>
              <w:t xml:space="preserve">, každý minimálně </w:t>
            </w:r>
            <w:r w:rsidR="001F2B7B" w:rsidRPr="001F2B7B">
              <w:rPr>
                <w:rFonts w:cstheme="minorHAnsi"/>
                <w:b/>
                <w:bCs/>
                <w:sz w:val="18"/>
              </w:rPr>
              <w:t>28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1F2B7B">
              <w:rPr>
                <w:rFonts w:cstheme="minorHAnsi"/>
                <w:sz w:val="18"/>
              </w:rPr>
              <w:t>56</w:t>
            </w:r>
            <w:r w:rsidRPr="006B0BFC">
              <w:rPr>
                <w:rFonts w:cstheme="minorHAnsi"/>
                <w:sz w:val="18"/>
              </w:rPr>
              <w:t xml:space="preserve"> vláken) se základní frekvencí minimálně 2.0 GHz a se spotřebou maximálně 230 W</w:t>
            </w:r>
          </w:p>
        </w:tc>
        <w:tc>
          <w:tcPr>
            <w:tcW w:w="3288" w:type="dxa"/>
          </w:tcPr>
          <w:p w14:paraId="15F8E0B4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636741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A5A6D25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7A1A18CD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DD86A3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11A8A6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sz w:val="18"/>
                <w:lang w:eastAsia="cs-CZ"/>
              </w:rPr>
              <w:t>384 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128 GB, rozšiřitelná minimálně do 1024 GB jen přidáním dalších paměťových modulů</w:t>
            </w:r>
          </w:p>
        </w:tc>
        <w:tc>
          <w:tcPr>
            <w:tcW w:w="3288" w:type="dxa"/>
          </w:tcPr>
          <w:p w14:paraId="7A7FA48B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D235F9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26F011E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 nebo virtualizační platformy (hypervisor)</w:t>
            </w:r>
          </w:p>
        </w:tc>
        <w:tc>
          <w:tcPr>
            <w:tcW w:w="3288" w:type="dxa"/>
          </w:tcPr>
          <w:p w14:paraId="378AA687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446F11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116CF77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>8x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5321D72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478498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9BF2F8" w14:textId="77777777" w:rsidR="006B0BFC" w:rsidRPr="006B0BFC" w:rsidRDefault="006B0BFC" w:rsidP="006B0BFC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39C4F85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C8AA81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5A94F55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6B552573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9142B1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60136A" w14:textId="6C7E25E2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="00222306" w:rsidRPr="00222306">
              <w:rPr>
                <w:rFonts w:cstheme="minorHAnsi"/>
                <w:b/>
                <w:bCs/>
                <w:sz w:val="18"/>
              </w:rPr>
              <w:t>2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x 32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SFP </w:t>
            </w:r>
            <w:proofErr w:type="spellStart"/>
            <w:r w:rsidRPr="006B0BFC">
              <w:rPr>
                <w:rFonts w:cstheme="minorHAnsi"/>
                <w:sz w:val="18"/>
              </w:rPr>
              <w:t>FibreChannel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36D589CC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4D8988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5C67609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39AB1F32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88093C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4606B4E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72015757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F640D9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B2E83B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 bez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583E138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266FED6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6B2BEF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068138E2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220865D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F33DD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44984E80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298F5F9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37745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6577373F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698FE5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52759F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02775232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E1C056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6620F99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Integrační pluginy pro monitoring zdravotního stavu a správu HW přímo z 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vCenter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1AFD2FB5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B3FE6D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08014F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1226F2D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74042D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D87CF26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E22C730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8263E7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75234F6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07C693F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DD36EF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E376B1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4F1447F7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5819BD2C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6E7B3725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07FF7171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6DAFBE36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0A21065F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2FFE1B97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427548B8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2873A505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778E730D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2EE0A971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7BD1274B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0EF378E8" w14:textId="77777777" w:rsid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21DD60E2" w14:textId="1AC08B87" w:rsidR="005A180F" w:rsidRPr="006B0BFC" w:rsidRDefault="005A180F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44DA82A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92E824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3544D27" w14:textId="77777777" w:rsidR="006B0BFC" w:rsidRPr="006B0BFC" w:rsidRDefault="006B0BFC" w:rsidP="006B0BFC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542081B8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7E1D64A8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48AB78B1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7541FB49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7F520951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093C548D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6A845CE4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72EC9574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A93034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8495A88" w14:textId="77777777" w:rsidR="006B0BFC" w:rsidRPr="006B0BFC" w:rsidRDefault="006B0BFC" w:rsidP="006B0BFC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0122BA73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2C57733E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31ECE479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6805B7DB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3E6B301A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31212804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600901BC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>Monitoring zatížení CPU a RAM</w:t>
            </w:r>
          </w:p>
          <w:p w14:paraId="549472CC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5E04CC5B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7920AD80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75ACFDA9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088C2779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03D2EFCD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4E4650B5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6B0BFC" w:rsidRPr="006B0BFC" w14:paraId="0DCE9A5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F268C0" w14:textId="77777777" w:rsidR="006B0BFC" w:rsidRPr="006B0BFC" w:rsidRDefault="006B0BFC" w:rsidP="006B0BFC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2A98E8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5B16A0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A045473" w14:textId="77777777" w:rsidR="006B0BFC" w:rsidRPr="006B0BFC" w:rsidRDefault="006B0BFC" w:rsidP="006B0BFC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3288CE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163945F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3E7E84" w14:textId="77777777" w:rsidR="006B0BFC" w:rsidRPr="006B0BFC" w:rsidRDefault="006B0BFC" w:rsidP="006B0BFC">
            <w:pPr>
              <w:rPr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(</w:t>
            </w:r>
            <w:r w:rsidRPr="006B0BFC">
              <w:rPr>
                <w:b/>
                <w:bCs/>
                <w:sz w:val="18"/>
                <w:lang w:eastAsia="cs-CZ"/>
              </w:rPr>
              <w:t>SFP FC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 xml:space="preserve">32Gbps, SW,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>, LC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12886938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2E3DC62F" w14:textId="77777777" w:rsidR="006B0BFC" w:rsidRPr="006B0BFC" w:rsidRDefault="006B0BFC" w:rsidP="006B0BFC">
      <w:pPr>
        <w:spacing w:after="160" w:line="259" w:lineRule="auto"/>
      </w:pPr>
    </w:p>
    <w:p w14:paraId="12E8CE6C" w14:textId="2DD4D9CB" w:rsidR="006B0BFC" w:rsidRPr="006B0BFC" w:rsidRDefault="006B0BFC" w:rsidP="006B0BFC">
      <w:pPr>
        <w:spacing w:after="160" w:line="259" w:lineRule="auto"/>
      </w:pPr>
      <w:r w:rsidRPr="006B0BFC">
        <w:t xml:space="preserve">Pro </w:t>
      </w:r>
      <w:r w:rsidR="00100275">
        <w:t>4</w:t>
      </w:r>
      <w:r w:rsidRPr="006B0BFC">
        <w:t xml:space="preserve"> serverov</w:t>
      </w:r>
      <w:r w:rsidR="00100275">
        <w:t>é</w:t>
      </w:r>
      <w:r w:rsidRPr="006B0BFC">
        <w:t xml:space="preserve"> nod</w:t>
      </w:r>
      <w:r w:rsidR="00100275">
        <w:t>y</w:t>
      </w:r>
      <w:r w:rsidRPr="006B0BFC">
        <w:t xml:space="preserve"> v rámci </w:t>
      </w:r>
      <w:r w:rsidRPr="006B0BFC">
        <w:rPr>
          <w:b/>
          <w:bCs/>
        </w:rPr>
        <w:t xml:space="preserve">Položky </w:t>
      </w:r>
      <w:r w:rsidR="00FE5DB7">
        <w:rPr>
          <w:b/>
          <w:bCs/>
        </w:rPr>
        <w:t>11</w:t>
      </w:r>
      <w:r w:rsidRPr="006B0BFC">
        <w:t xml:space="preserve"> je místem plnění </w:t>
      </w:r>
      <w:r w:rsidR="00B4349B">
        <w:rPr>
          <w:b/>
          <w:bCs/>
        </w:rPr>
        <w:t xml:space="preserve">Plzeň </w:t>
      </w:r>
      <w:r w:rsidR="000E579C">
        <w:rPr>
          <w:b/>
          <w:bCs/>
        </w:rPr>
        <w:t>–</w:t>
      </w:r>
      <w:r w:rsidR="00FE4726">
        <w:rPr>
          <w:b/>
          <w:bCs/>
        </w:rPr>
        <w:t xml:space="preserve"> </w:t>
      </w:r>
      <w:r w:rsidR="00B4349B">
        <w:rPr>
          <w:b/>
          <w:bCs/>
        </w:rPr>
        <w:t>Ú</w:t>
      </w:r>
      <w:r w:rsidR="00FE4726">
        <w:rPr>
          <w:b/>
          <w:bCs/>
        </w:rPr>
        <w:t>střední stavědlo</w:t>
      </w:r>
      <w:r w:rsidR="00B4349B">
        <w:rPr>
          <w:b/>
          <w:bCs/>
        </w:rPr>
        <w:t xml:space="preserve">, </w:t>
      </w:r>
      <w:r w:rsidR="00FE4726">
        <w:rPr>
          <w:b/>
          <w:bCs/>
        </w:rPr>
        <w:t xml:space="preserve">Cvokařská, </w:t>
      </w:r>
      <w:r w:rsidRPr="006B0BFC">
        <w:rPr>
          <w:b/>
          <w:bCs/>
        </w:rPr>
        <w:t>P</w:t>
      </w:r>
      <w:r w:rsidR="00FE4726">
        <w:rPr>
          <w:b/>
          <w:bCs/>
        </w:rPr>
        <w:t>lzeň</w:t>
      </w:r>
      <w:r w:rsidRPr="006B0BFC">
        <w:t>.</w:t>
      </w:r>
    </w:p>
    <w:p w14:paraId="0843B471" w14:textId="77777777" w:rsidR="00EA4E74" w:rsidRDefault="00EA4E74" w:rsidP="006B0BFC">
      <w:pPr>
        <w:spacing w:after="160" w:line="259" w:lineRule="auto"/>
      </w:pPr>
    </w:p>
    <w:p w14:paraId="286E172A" w14:textId="13CFE582" w:rsidR="006B0BFC" w:rsidRPr="006B0BFC" w:rsidRDefault="00FE5DB7" w:rsidP="006B0BFC">
      <w:pPr>
        <w:ind w:firstLine="426"/>
      </w:pPr>
      <w:r>
        <w:t>l</w:t>
      </w:r>
      <w:r w:rsidR="006B0BFC" w:rsidRPr="006B0BFC">
        <w:t>)</w:t>
      </w:r>
      <w:r w:rsidR="006B0BFC" w:rsidRPr="006B0BFC">
        <w:tab/>
      </w:r>
      <w:r w:rsidR="006B0BFC" w:rsidRPr="006B0BFC">
        <w:rPr>
          <w:b/>
          <w:bCs/>
        </w:rPr>
        <w:t xml:space="preserve">Položka </w:t>
      </w:r>
      <w:r w:rsidR="00260B71">
        <w:rPr>
          <w:b/>
          <w:bCs/>
        </w:rPr>
        <w:t>1</w:t>
      </w:r>
      <w:r>
        <w:rPr>
          <w:b/>
          <w:bCs/>
        </w:rPr>
        <w:t>2</w:t>
      </w:r>
      <w:r w:rsidR="006B0BFC" w:rsidRPr="006B0BFC">
        <w:t xml:space="preserve"> – Úložiště SAN pro virtualizační farmu „KB TDS / </w:t>
      </w:r>
      <w:r w:rsidR="00260B71">
        <w:t>P</w:t>
      </w:r>
      <w:r w:rsidR="0004421D">
        <w:t>lzeň</w:t>
      </w:r>
      <w:r w:rsidR="006B0BFC" w:rsidRPr="006B0BFC">
        <w:t>“ v konfiguraci:</w:t>
      </w:r>
    </w:p>
    <w:p w14:paraId="227B5E02" w14:textId="77777777" w:rsidR="006B0BFC" w:rsidRPr="006B0BFC" w:rsidRDefault="006B0BFC" w:rsidP="006B0BFC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6B0BFC" w:rsidRPr="006B0BFC" w14:paraId="62A2B7FA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1D22B9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26DF614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B0BFC" w:rsidRPr="006B0BFC" w14:paraId="1FAAF4D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778E8F6" w14:textId="627D649D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148DD18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7CECD0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7EBD2E" w14:textId="0A6FA5A8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5A790D" w:rsidRPr="005A790D">
              <w:rPr>
                <w:rFonts w:cstheme="minorHAnsi"/>
                <w:b/>
                <w:bCs/>
                <w:sz w:val="18"/>
              </w:rPr>
              <w:t>7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5A790D">
              <w:rPr>
                <w:rFonts w:cstheme="minorHAnsi"/>
                <w:sz w:val="18"/>
              </w:rPr>
              <w:t>312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252C83F3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1E160D1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9C77E3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6B0BFC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6B0BFC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74AFF9FB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484360" w:rsidRPr="0050706D" w14:paraId="1B788663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183173B" w14:textId="77777777" w:rsidR="00484360" w:rsidRDefault="00484360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SAN úložiště</w:t>
            </w:r>
          </w:p>
          <w:p w14:paraId="6D1EF3D8" w14:textId="34426A08" w:rsidR="00484360" w:rsidRPr="00A132AC" w:rsidRDefault="00484360" w:rsidP="00484360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</w:t>
            </w:r>
            <w:proofErr w:type="spellStart"/>
            <w:r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35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577D9543" w14:textId="3EADDD6D" w:rsidR="00484360" w:rsidRPr="00A132AC" w:rsidRDefault="00484360" w:rsidP="00484360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</w:t>
            </w:r>
            <w:r w:rsidR="004C11D8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0</w:t>
            </w:r>
            <w:r w:rsidRPr="00A132AC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07D4057B" w14:textId="77777777" w:rsidR="00484360" w:rsidRPr="00A132AC" w:rsidRDefault="00484360" w:rsidP="00484360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294666">
              <w:rPr>
                <w:rFonts w:cstheme="minorHAnsi"/>
                <w:sz w:val="18"/>
                <w:szCs w:val="22"/>
              </w:rPr>
              <w:t xml:space="preserve"> (výpadek dvou disků)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6BE306DD" w14:textId="77777777" w:rsidR="00484360" w:rsidRPr="00A132AC" w:rsidRDefault="00484360" w:rsidP="00484360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F43FF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>
              <w:rPr>
                <w:rFonts w:cstheme="minorHAnsi"/>
                <w:sz w:val="18"/>
                <w:szCs w:val="22"/>
              </w:rPr>
              <w:t>10 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7F8B3B8D" w14:textId="77777777" w:rsidR="00484360" w:rsidRPr="00927BA6" w:rsidRDefault="00484360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0B0D0D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975E3B" w14:textId="7F771D05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="00053731" w:rsidRPr="00053731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x 32 Gbps</w:t>
            </w:r>
            <w:r w:rsidRPr="006B0BFC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1106E5F6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9B86D5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A483347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jeden 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2EE3F19A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2806751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48B9D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1000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80E4F57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025D19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AC73EA3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68BAC50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CDC54A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5E6A091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1BAAA72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BFFEAA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A81BFA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6B461E2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4F006F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3D9E7E7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lastRenderedPageBreak/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79A25DA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46B69BC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74730C7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31272B58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45EBC5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682B55F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3F74F16D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C42199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16D067D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E9EC6ED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D4F6EC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EDC5EC5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 reklamaci</w:t>
            </w:r>
          </w:p>
        </w:tc>
        <w:tc>
          <w:tcPr>
            <w:tcW w:w="3288" w:type="dxa"/>
          </w:tcPr>
          <w:p w14:paraId="372C65F0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678B9A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595974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DC9817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00730" w:rsidRPr="006B0BFC" w14:paraId="540A834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761194" w14:textId="5F6A5BAF" w:rsidR="00100730" w:rsidRPr="006B0BFC" w:rsidRDefault="00100730" w:rsidP="00100730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7C8D4E87" w14:textId="77777777" w:rsidR="00100730" w:rsidRPr="006B0BFC" w:rsidRDefault="00100730" w:rsidP="001007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325C47B0" w14:textId="77777777" w:rsidR="006B0BFC" w:rsidRPr="006B0BFC" w:rsidRDefault="006B0BFC" w:rsidP="006B0BFC">
      <w:pPr>
        <w:spacing w:after="160" w:line="259" w:lineRule="auto"/>
      </w:pPr>
    </w:p>
    <w:p w14:paraId="19370A8C" w14:textId="698A2AE9" w:rsidR="006B0BFC" w:rsidRPr="006B0BFC" w:rsidRDefault="006B0BFC" w:rsidP="006B0BFC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 w:rsidR="0057083E">
        <w:rPr>
          <w:b/>
          <w:bCs/>
        </w:rPr>
        <w:t>1</w:t>
      </w:r>
      <w:r w:rsidR="00FE5DB7">
        <w:rPr>
          <w:b/>
          <w:bCs/>
        </w:rPr>
        <w:t>2</w:t>
      </w:r>
      <w:r w:rsidRPr="006B0BFC">
        <w:t xml:space="preserve"> je místem plnění </w:t>
      </w:r>
      <w:r w:rsidR="000E579C" w:rsidRPr="000E579C">
        <w:rPr>
          <w:b/>
          <w:bCs/>
        </w:rPr>
        <w:t>Plzeň – Ústřední stavědlo, Cvokařská, Plzeň</w:t>
      </w:r>
      <w:r w:rsidRPr="006B0BFC">
        <w:t>.</w:t>
      </w:r>
    </w:p>
    <w:p w14:paraId="6F9C6E01" w14:textId="77777777" w:rsidR="006B0BFC" w:rsidRPr="006B0BFC" w:rsidRDefault="006B0BFC" w:rsidP="006B0BFC">
      <w:pPr>
        <w:ind w:firstLine="426"/>
      </w:pPr>
    </w:p>
    <w:p w14:paraId="5F3511B3" w14:textId="6DCAF321" w:rsidR="006B0BFC" w:rsidRPr="006B0BFC" w:rsidRDefault="00FE5DB7" w:rsidP="006B0BFC">
      <w:pPr>
        <w:ind w:firstLine="426"/>
      </w:pPr>
      <w:r>
        <w:t>m</w:t>
      </w:r>
      <w:r w:rsidR="006B0BFC" w:rsidRPr="006B0BFC">
        <w:t>)</w:t>
      </w:r>
      <w:r w:rsidR="006B0BFC" w:rsidRPr="006B0BFC">
        <w:tab/>
      </w:r>
      <w:r w:rsidR="006B0BFC" w:rsidRPr="006B0BFC">
        <w:rPr>
          <w:b/>
          <w:bCs/>
        </w:rPr>
        <w:t xml:space="preserve">Položka </w:t>
      </w:r>
      <w:r w:rsidR="00170431">
        <w:rPr>
          <w:b/>
          <w:bCs/>
        </w:rPr>
        <w:t>1</w:t>
      </w:r>
      <w:r>
        <w:rPr>
          <w:b/>
          <w:bCs/>
        </w:rPr>
        <w:t>3</w:t>
      </w:r>
      <w:r w:rsidR="006B0BFC" w:rsidRPr="006B0BFC">
        <w:t xml:space="preserve"> – Jeden (1) server pro zálohování virtualizační farmy „KB TDS / </w:t>
      </w:r>
      <w:r w:rsidR="0004421D">
        <w:t>Plzeň</w:t>
      </w:r>
      <w:r w:rsidR="006B0BFC" w:rsidRPr="006B0BFC">
        <w:t>“ v konfiguraci:</w:t>
      </w:r>
    </w:p>
    <w:p w14:paraId="11F4EB41" w14:textId="77777777" w:rsidR="006B0BFC" w:rsidRPr="006B0BFC" w:rsidRDefault="006B0BFC" w:rsidP="006B0BFC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6B0BFC" w:rsidRPr="006B0BFC" w14:paraId="714D9C0D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BF1CD50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065E78D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B0BFC" w:rsidRPr="006B0BFC" w14:paraId="043122F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688C6B" w14:textId="75164454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="0022397A" w:rsidRP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4ADFBBB6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F58948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C171C25" w14:textId="76BA5A70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323331" w:rsidRPr="00323331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6868EA">
              <w:rPr>
                <w:rFonts w:cstheme="minorHAnsi"/>
                <w:sz w:val="18"/>
              </w:rPr>
              <w:t>178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4D9F9D0B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50B7B72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446B73E" w14:textId="398AC476" w:rsidR="006B0BFC" w:rsidRPr="006B0BFC" w:rsidRDefault="004635E5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6B0BFC" w:rsidRPr="006B0BFC">
              <w:rPr>
                <w:rFonts w:cstheme="minorHAnsi"/>
                <w:b/>
                <w:bCs/>
                <w:sz w:val="18"/>
              </w:rPr>
              <w:t>x CPU</w:t>
            </w:r>
            <w:r w:rsidR="006B0BFC" w:rsidRPr="006B0BFC">
              <w:rPr>
                <w:rFonts w:cstheme="minorHAnsi"/>
                <w:sz w:val="18"/>
              </w:rPr>
              <w:t xml:space="preserve">, </w:t>
            </w:r>
            <w:r>
              <w:rPr>
                <w:rFonts w:cstheme="minorHAnsi"/>
                <w:sz w:val="18"/>
              </w:rPr>
              <w:t xml:space="preserve">každý </w:t>
            </w:r>
            <w:r w:rsidR="006B0BFC" w:rsidRPr="006B0BFC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16</w:t>
            </w:r>
            <w:r w:rsidR="006B0BFC"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6B0BFC"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32</w:t>
            </w:r>
            <w:r w:rsidR="006B0BFC" w:rsidRPr="006B0BFC">
              <w:rPr>
                <w:rFonts w:cstheme="minorHAnsi"/>
                <w:sz w:val="18"/>
              </w:rPr>
              <w:t xml:space="preserve"> vláken) se základní frekvencí minimálně 2.0 GHz a se spotřebou maximálně </w:t>
            </w:r>
            <w:r>
              <w:rPr>
                <w:rFonts w:cstheme="minorHAnsi"/>
                <w:sz w:val="18"/>
              </w:rPr>
              <w:t>230</w:t>
            </w:r>
            <w:r w:rsidR="006B0BFC" w:rsidRPr="006B0BFC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27F081F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7BB0BF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FA30C1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432D30EF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55A292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C756C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128 </w:t>
            </w:r>
            <w:r w:rsidRPr="006B0BFC">
              <w:rPr>
                <w:b/>
                <w:sz w:val="18"/>
                <w:lang w:eastAsia="cs-CZ"/>
              </w:rPr>
              <w:t>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64 GB, rozšiřitelná minimálně do 512 GB jen přidáním dalších paměťových modulů</w:t>
            </w:r>
          </w:p>
        </w:tc>
        <w:tc>
          <w:tcPr>
            <w:tcW w:w="3288" w:type="dxa"/>
          </w:tcPr>
          <w:p w14:paraId="0358EBC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931A4B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EA9529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</w:t>
            </w:r>
          </w:p>
        </w:tc>
        <w:tc>
          <w:tcPr>
            <w:tcW w:w="3288" w:type="dxa"/>
          </w:tcPr>
          <w:p w14:paraId="386942BA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1C5F" w:rsidRPr="00E75C72" w14:paraId="7C20827C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124D26A" w14:textId="77777777" w:rsidR="008D1C5F" w:rsidRPr="00E75C72" w:rsidRDefault="008D1C5F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Lokální úložiště pro databázi záloh v serveru</w:t>
            </w:r>
          </w:p>
          <w:p w14:paraId="2CA91363" w14:textId="77777777" w:rsidR="008D1C5F" w:rsidRPr="00E75C72" w:rsidRDefault="008D1C5F" w:rsidP="008D1C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8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6D597F93" w14:textId="77777777" w:rsidR="008D1C5F" w:rsidRPr="00E75C72" w:rsidRDefault="008D1C5F" w:rsidP="008D1C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16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1D80169A" w14:textId="77777777" w:rsidR="008D1C5F" w:rsidRPr="00E75C72" w:rsidRDefault="008D1C5F" w:rsidP="008D1C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55EFD082" w14:textId="6DF01503" w:rsidR="008D1C5F" w:rsidRPr="00E75C72" w:rsidRDefault="008D1C5F" w:rsidP="008D1C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84237">
              <w:rPr>
                <w:rFonts w:cstheme="minorHAnsi"/>
                <w:sz w:val="18"/>
                <w:szCs w:val="22"/>
              </w:rPr>
              <w:t>4</w:t>
            </w:r>
            <w:r w:rsidRPr="00E75C72">
              <w:rPr>
                <w:rFonts w:cstheme="minorHAnsi"/>
                <w:sz w:val="18"/>
                <w:szCs w:val="22"/>
              </w:rPr>
              <w:t> TB.</w:t>
            </w:r>
          </w:p>
        </w:tc>
        <w:tc>
          <w:tcPr>
            <w:tcW w:w="3288" w:type="dxa"/>
          </w:tcPr>
          <w:p w14:paraId="6C1EFEC3" w14:textId="77777777" w:rsidR="008D1C5F" w:rsidRPr="00E75C72" w:rsidRDefault="008D1C5F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546BD6" w:rsidRPr="00E75C72" w14:paraId="3EED6B83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561470" w14:textId="3773A790" w:rsidR="00546BD6" w:rsidRPr="00E75C72" w:rsidRDefault="00546BD6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lastRenderedPageBreak/>
              <w:t xml:space="preserve">Lokální úložiště </w:t>
            </w:r>
            <w:r>
              <w:rPr>
                <w:rFonts w:cstheme="minorHAnsi"/>
                <w:sz w:val="18"/>
              </w:rPr>
              <w:t>pro</w:t>
            </w:r>
            <w:r w:rsidRPr="00E75C72">
              <w:rPr>
                <w:rFonts w:cstheme="minorHAnsi"/>
                <w:sz w:val="18"/>
              </w:rPr>
              <w:t xml:space="preserve"> záloh</w:t>
            </w:r>
            <w:r>
              <w:rPr>
                <w:rFonts w:cstheme="minorHAnsi"/>
                <w:sz w:val="18"/>
              </w:rPr>
              <w:t>y</w:t>
            </w:r>
            <w:r w:rsidRPr="00E75C72">
              <w:rPr>
                <w:rFonts w:cstheme="minorHAnsi"/>
                <w:sz w:val="18"/>
              </w:rPr>
              <w:t xml:space="preserve"> v serveru</w:t>
            </w:r>
          </w:p>
          <w:p w14:paraId="475B0B3E" w14:textId="32380ADB" w:rsidR="00546BD6" w:rsidRPr="00E75C72" w:rsidRDefault="00546BD6" w:rsidP="00546BD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50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0ACB1B6C" w14:textId="42B31337" w:rsidR="00546BD6" w:rsidRPr="00E75C72" w:rsidRDefault="00546BD6" w:rsidP="00546BD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>Umožňuje rozšíření minimálně na 1</w:t>
            </w:r>
            <w:r>
              <w:rPr>
                <w:rFonts w:cstheme="minorHAnsi"/>
                <w:sz w:val="18"/>
                <w:szCs w:val="22"/>
              </w:rPr>
              <w:t>00</w:t>
            </w:r>
            <w:r w:rsidRPr="00E75C72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2CE7C62B" w14:textId="77777777" w:rsidR="00546BD6" w:rsidRPr="00E75C72" w:rsidRDefault="00546BD6" w:rsidP="00546BD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52AA217B" w14:textId="3229EDE0" w:rsidR="00546BD6" w:rsidRPr="00E75C72" w:rsidRDefault="00546BD6" w:rsidP="00546BD6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</w:t>
            </w:r>
            <w:r w:rsidR="00CE7814">
              <w:rPr>
                <w:rFonts w:cstheme="minorHAnsi"/>
                <w:sz w:val="18"/>
                <w:szCs w:val="22"/>
              </w:rPr>
              <w:t>NL-SAS disků</w:t>
            </w:r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84237">
              <w:rPr>
                <w:rFonts w:cstheme="minorHAnsi"/>
                <w:sz w:val="18"/>
                <w:szCs w:val="22"/>
              </w:rPr>
              <w:t>10</w:t>
            </w:r>
            <w:r w:rsidRPr="00E75C72">
              <w:rPr>
                <w:rFonts w:cstheme="minorHAnsi"/>
                <w:sz w:val="18"/>
                <w:szCs w:val="22"/>
              </w:rPr>
              <w:t> TB</w:t>
            </w:r>
            <w:r w:rsidR="004B1F8F" w:rsidRPr="004B1F8F">
              <w:rPr>
                <w:rFonts w:cstheme="minorHAnsi"/>
                <w:sz w:val="18"/>
                <w:szCs w:val="22"/>
              </w:rPr>
              <w:t>, které nepoužívají technologii SMR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63D35EEC" w14:textId="77777777" w:rsidR="00546BD6" w:rsidRPr="00E75C72" w:rsidRDefault="00546BD6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491CBF3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922219" w14:textId="159AE06B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="006D140A" w:rsidRPr="006D140A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>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7C32EF8C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D2A23A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E0E72A" w14:textId="77777777" w:rsidR="006B0BFC" w:rsidRPr="006B0BFC" w:rsidRDefault="006B0BFC" w:rsidP="006B0BFC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451120F5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1BB9CC2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A6B6E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5AC391B6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4E95322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1D90619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3DCBCD71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44E3DA7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CB1F4A8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6203BFD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125E171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412A59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 bez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030282BC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490F9D7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EA81743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51912A46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BC9AD6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18B67E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0A1DFEE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079068D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30D2F90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6BE69288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42A71E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A12B647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4AE7A825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F350A9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616CCF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Integrační pluginy pro monitoring zdravotního stavu a správu HW přímo z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439827A0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230BDD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E3A75B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689834DC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370BF64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F03D8C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575E62C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55348F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0F503BF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329DA86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515FF6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233719" w14:textId="77777777" w:rsidR="006B0BFC" w:rsidRPr="006B0BFC" w:rsidRDefault="006B0BFC" w:rsidP="006B0BF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2D058E3A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492E203C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09977D7C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13B5AFCD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3C261654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1C33599A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79012E8D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3D63CD9C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>Možnost asistované instalace OS bez dalších nástrojů, médií, ISO apod.</w:t>
            </w:r>
          </w:p>
          <w:p w14:paraId="38D3B336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2C8EFAC8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04378E2C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6255D459" w14:textId="77777777" w:rsidR="006B0BFC" w:rsidRP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357C8165" w14:textId="77777777" w:rsidR="006B0BFC" w:rsidRDefault="006B0BFC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11C0342D" w14:textId="1CC4A22A" w:rsidR="005A180F" w:rsidRPr="006B0BFC" w:rsidRDefault="005A180F" w:rsidP="006B0BFC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159E4DA9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6B0BFC" w:rsidRPr="006B0BFC" w14:paraId="2EBDD44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7F4A075" w14:textId="77777777" w:rsidR="006B0BFC" w:rsidRPr="006B0BFC" w:rsidRDefault="006B0BFC" w:rsidP="006B0BFC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2EBC9A9F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148491BE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3CD7E08B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40CE0904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3B3CB419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22D5EE2A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041E74E3" w14:textId="77777777" w:rsidR="006B0BFC" w:rsidRPr="006B0BFC" w:rsidRDefault="006B0BFC" w:rsidP="006B0BFC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1F76E1B6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05AF47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38503AD" w14:textId="77777777" w:rsidR="006B0BFC" w:rsidRPr="006B0BFC" w:rsidRDefault="006B0BFC" w:rsidP="006B0BFC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60EAEEEB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2FDC9CDE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3D7AAEEA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26951EAD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41C69A41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7B188D6C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77F651F5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3FB3093B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5276058F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14C012B9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279AF988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7F63A454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2CA4271F" w14:textId="77777777" w:rsidR="006B0BFC" w:rsidRPr="006B0BFC" w:rsidRDefault="006B0BFC" w:rsidP="006B0BFC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307DACCD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753AED3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61315B" w14:textId="77777777" w:rsidR="006B0BFC" w:rsidRPr="006B0BFC" w:rsidRDefault="006B0BFC" w:rsidP="006B0BFC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57AF2568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6B0BFC" w:rsidRPr="006B0BFC" w14:paraId="60F7389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AAEFB4" w14:textId="77777777" w:rsidR="006B0BFC" w:rsidRPr="006B0BFC" w:rsidRDefault="006B0BFC" w:rsidP="006B0BFC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8BACA7E" w14:textId="77777777" w:rsidR="006B0BFC" w:rsidRPr="006B0BFC" w:rsidRDefault="006B0BFC" w:rsidP="006B0BF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0742B327" w14:textId="77777777" w:rsidR="006B0BFC" w:rsidRPr="006B0BFC" w:rsidRDefault="006B0BFC" w:rsidP="006B0BFC">
      <w:pPr>
        <w:spacing w:after="160" w:line="259" w:lineRule="auto"/>
      </w:pPr>
    </w:p>
    <w:p w14:paraId="24DF9EC9" w14:textId="6C68369E" w:rsidR="006B0BFC" w:rsidRPr="006B0BFC" w:rsidRDefault="006B0BFC" w:rsidP="006B0BFC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 w:rsidR="00170431">
        <w:rPr>
          <w:b/>
          <w:bCs/>
        </w:rPr>
        <w:t>1</w:t>
      </w:r>
      <w:r w:rsidR="00FE5DB7">
        <w:rPr>
          <w:b/>
          <w:bCs/>
        </w:rPr>
        <w:t>3</w:t>
      </w:r>
      <w:r w:rsidRPr="006B0BFC">
        <w:t xml:space="preserve"> je místem plnění </w:t>
      </w:r>
      <w:r w:rsidR="000E579C" w:rsidRPr="000E579C">
        <w:rPr>
          <w:b/>
          <w:bCs/>
        </w:rPr>
        <w:t>Plzeň – Ústřední stavědlo, Cvokařská, Plzeň</w:t>
      </w:r>
      <w:r w:rsidRPr="006B0BFC">
        <w:t>.</w:t>
      </w:r>
    </w:p>
    <w:p w14:paraId="0F8BEA8F" w14:textId="77777777" w:rsidR="00DC50D7" w:rsidRPr="00EA4E74" w:rsidRDefault="00DC50D7" w:rsidP="00DC50D7">
      <w:pPr>
        <w:spacing w:after="160" w:line="259" w:lineRule="auto"/>
      </w:pPr>
    </w:p>
    <w:p w14:paraId="05B236FC" w14:textId="7B3F1B44" w:rsidR="00DC50D7" w:rsidRPr="006B0BFC" w:rsidRDefault="00FE5DB7" w:rsidP="00DC50D7">
      <w:pPr>
        <w:ind w:firstLine="426"/>
      </w:pPr>
      <w:r>
        <w:t>n</w:t>
      </w:r>
      <w:r w:rsidR="00DC50D7" w:rsidRPr="006B0BFC">
        <w:t>)</w:t>
      </w:r>
      <w:r w:rsidR="00DC50D7" w:rsidRPr="006B0BFC">
        <w:tab/>
      </w:r>
      <w:r w:rsidR="00DC50D7" w:rsidRPr="006B0BFC">
        <w:rPr>
          <w:b/>
          <w:bCs/>
        </w:rPr>
        <w:t xml:space="preserve">Položka </w:t>
      </w:r>
      <w:r w:rsidR="005A7AA1">
        <w:rPr>
          <w:b/>
          <w:bCs/>
        </w:rPr>
        <w:t>1</w:t>
      </w:r>
      <w:r>
        <w:rPr>
          <w:b/>
          <w:bCs/>
        </w:rPr>
        <w:t>4</w:t>
      </w:r>
      <w:r w:rsidR="00DC50D7" w:rsidRPr="006B0BFC">
        <w:t xml:space="preserve"> – </w:t>
      </w:r>
      <w:r w:rsidR="00DC50D7">
        <w:t>Čtyři</w:t>
      </w:r>
      <w:r w:rsidR="00DC50D7" w:rsidRPr="006B0BFC">
        <w:t xml:space="preserve"> (</w:t>
      </w:r>
      <w:r w:rsidR="00DC50D7">
        <w:t>4</w:t>
      </w:r>
      <w:r w:rsidR="00DC50D7" w:rsidRPr="006B0BFC">
        <w:t>) serverov</w:t>
      </w:r>
      <w:r w:rsidR="00DC50D7">
        <w:t>é</w:t>
      </w:r>
      <w:r w:rsidR="00DC50D7" w:rsidRPr="006B0BFC">
        <w:t xml:space="preserve"> nod</w:t>
      </w:r>
      <w:r w:rsidR="00DC50D7">
        <w:t>y</w:t>
      </w:r>
      <w:r w:rsidR="00DC50D7" w:rsidRPr="006B0BFC">
        <w:t xml:space="preserve"> pro virtualizační farmu „KB TDS / </w:t>
      </w:r>
      <w:r w:rsidR="00DC50D7">
        <w:t>P</w:t>
      </w:r>
      <w:r w:rsidR="005A7AA1">
        <w:t>ardubice</w:t>
      </w:r>
      <w:r w:rsidR="00DC50D7" w:rsidRPr="006B0BFC">
        <w:t>“ v konfiguraci:</w:t>
      </w:r>
    </w:p>
    <w:p w14:paraId="20F41C85" w14:textId="77777777" w:rsidR="00DC50D7" w:rsidRPr="006B0BFC" w:rsidRDefault="00DC50D7" w:rsidP="00DC50D7"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DC50D7" w:rsidRPr="006B0BFC" w14:paraId="111FA8FF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4FF6CBEB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49F9D9A7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DC50D7" w:rsidRPr="006B0BFC" w14:paraId="7CF7054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A30380" w14:textId="0C851422" w:rsidR="00DC50D7" w:rsidRPr="006B0BFC" w:rsidRDefault="00501F7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4</w:t>
            </w:r>
            <w:r w:rsidR="00DC50D7" w:rsidRPr="006B0BFC">
              <w:rPr>
                <w:rFonts w:cstheme="minorHAnsi"/>
                <w:sz w:val="18"/>
              </w:rPr>
              <w:t xml:space="preserve"> serverov</w:t>
            </w:r>
            <w:r>
              <w:rPr>
                <w:rFonts w:cstheme="minorHAnsi"/>
                <w:sz w:val="18"/>
              </w:rPr>
              <w:t>é</w:t>
            </w:r>
            <w:r w:rsidR="00DC50D7" w:rsidRPr="006B0BFC">
              <w:rPr>
                <w:rFonts w:cstheme="minorHAnsi"/>
                <w:sz w:val="18"/>
              </w:rPr>
              <w:t xml:space="preserve"> nod</w:t>
            </w:r>
            <w:r>
              <w:rPr>
                <w:rFonts w:cstheme="minorHAnsi"/>
                <w:sz w:val="18"/>
              </w:rPr>
              <w:t>y</w:t>
            </w:r>
            <w:r w:rsidR="00DC50D7" w:rsidRPr="006B0BFC">
              <w:rPr>
                <w:rFonts w:cstheme="minorHAnsi"/>
                <w:sz w:val="18"/>
              </w:rPr>
              <w:t xml:space="preserve"> se zcela totožnou konfigurací</w:t>
            </w:r>
          </w:p>
        </w:tc>
        <w:tc>
          <w:tcPr>
            <w:tcW w:w="3288" w:type="dxa"/>
          </w:tcPr>
          <w:p w14:paraId="36C9F63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56608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924D36" w14:textId="75D4B436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26A8D0FC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5A12C1C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65360EA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Pr="006B0BFC">
              <w:rPr>
                <w:rFonts w:cstheme="minorHAnsi"/>
                <w:b/>
                <w:bCs/>
                <w:sz w:val="18"/>
              </w:rPr>
              <w:t>2 RU</w:t>
            </w:r>
            <w:r w:rsidRPr="006B0BFC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67B9B2F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CD3DA2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A01322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CPU</w:t>
            </w:r>
            <w:r w:rsidRPr="006B0BFC">
              <w:rPr>
                <w:rFonts w:cstheme="minorHAnsi"/>
                <w:sz w:val="18"/>
              </w:rPr>
              <w:t xml:space="preserve">, každý minimálně </w:t>
            </w:r>
            <w:r w:rsidRPr="001F2B7B">
              <w:rPr>
                <w:rFonts w:cstheme="minorHAnsi"/>
                <w:b/>
                <w:bCs/>
                <w:sz w:val="18"/>
              </w:rPr>
              <w:t>28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56</w:t>
            </w:r>
            <w:r w:rsidRPr="006B0BFC">
              <w:rPr>
                <w:rFonts w:cstheme="minorHAnsi"/>
                <w:sz w:val="18"/>
              </w:rPr>
              <w:t xml:space="preserve"> vláken) se základní frekvencí minimálně 2.0 GHz a se spotřebou maximálně 230 W</w:t>
            </w:r>
          </w:p>
        </w:tc>
        <w:tc>
          <w:tcPr>
            <w:tcW w:w="3288" w:type="dxa"/>
          </w:tcPr>
          <w:p w14:paraId="440AC928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56C12D9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664BCBF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31A9B63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0E0674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BFF7F48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sz w:val="18"/>
                <w:lang w:eastAsia="cs-CZ"/>
              </w:rPr>
              <w:t>384 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128 GB, rozšiřitelná minimálně do 1024 GB jen přidáním dalších paměťových modulů</w:t>
            </w:r>
          </w:p>
        </w:tc>
        <w:tc>
          <w:tcPr>
            <w:tcW w:w="3288" w:type="dxa"/>
          </w:tcPr>
          <w:p w14:paraId="23C2BD2F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37B340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E5DE6A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 nebo virtualizační platformy (hypervisor)</w:t>
            </w:r>
          </w:p>
        </w:tc>
        <w:tc>
          <w:tcPr>
            <w:tcW w:w="3288" w:type="dxa"/>
          </w:tcPr>
          <w:p w14:paraId="7C924C0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8B00D5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87029F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>8x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6E7C7C0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19FEF0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FB8303" w14:textId="77777777" w:rsidR="00DC50D7" w:rsidRPr="006B0BFC" w:rsidRDefault="00DC50D7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4FDDF8D5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93ADDF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A2A03D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5CEA07D2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438FC77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61AB3E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4x 32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SFP </w:t>
            </w:r>
            <w:proofErr w:type="spellStart"/>
            <w:r w:rsidRPr="006B0BFC">
              <w:rPr>
                <w:rFonts w:cstheme="minorHAnsi"/>
                <w:sz w:val="18"/>
              </w:rPr>
              <w:t>FibreChannel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77F3159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CB7AE9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E475B3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408440D3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266EB4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B21C85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54FCD43C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A6D6F2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15D92DC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 bez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3DD7CA0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A76F9D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4E8030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25989ACA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48EE5A8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15BB1BA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65BE19BD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01126E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13B1F9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3D9FA1DB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02E718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0E2551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42BA4D26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75B1E57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0C68098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Integrační pluginy pro monitoring zdravotního stavu a správu HW přímo z 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vCenter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2A40094F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C2F323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BDA488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3A5DD132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102B9E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9A5897E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5E98A51A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7346CEF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A1A1A4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53C2CD32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20066C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7F53FD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75C604D2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48B3EC7E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39846F85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28B721AD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1493B3F4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016B63C6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0FDF4506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0367C376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3EC24166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3D53B8BD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4FE3022D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52D7582E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6732C2C1" w14:textId="77777777" w:rsidR="00DC50D7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2A5EC2C4" w14:textId="7C299F08" w:rsidR="005A180F" w:rsidRPr="006B0BFC" w:rsidRDefault="005A180F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10629BD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712FDC9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730567" w14:textId="77777777" w:rsidR="00DC50D7" w:rsidRPr="006B0BFC" w:rsidRDefault="00DC50D7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5BA333F5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1F0D1B4B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54DCC531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3485C470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0ACDDC26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16836105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492DADAB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786C637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54941AC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2E4E1E" w14:textId="77777777" w:rsidR="00DC50D7" w:rsidRPr="006B0BFC" w:rsidRDefault="00DC50D7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0F77B6D5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7EADCC5C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6C85F475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6A002343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2255BDCC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4E5F09A2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2F01737B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65B7F12D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5CAC2DBA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5463255E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7A9D5718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01232CA8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3D74E31A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48392D85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DC50D7" w:rsidRPr="006B0BFC" w14:paraId="529A802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D47832" w14:textId="77777777" w:rsidR="00DC50D7" w:rsidRPr="006B0BFC" w:rsidRDefault="00DC50D7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0213F49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891705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32F5FF" w14:textId="77777777" w:rsidR="00DC50D7" w:rsidRPr="006B0BFC" w:rsidRDefault="00DC50D7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1A13E6F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BC1A71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E8ECFA8" w14:textId="77777777" w:rsidR="00DC50D7" w:rsidRPr="006B0BFC" w:rsidRDefault="00DC50D7" w:rsidP="003746AB">
            <w:pPr>
              <w:rPr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(</w:t>
            </w:r>
            <w:r w:rsidRPr="006B0BFC">
              <w:rPr>
                <w:b/>
                <w:bCs/>
                <w:sz w:val="18"/>
                <w:lang w:eastAsia="cs-CZ"/>
              </w:rPr>
              <w:t>SFP FC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 xml:space="preserve">32Gbps, SW,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>, LC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57C14003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3F338B00" w14:textId="77777777" w:rsidR="00DC50D7" w:rsidRPr="006B0BFC" w:rsidRDefault="00DC50D7" w:rsidP="00DC50D7">
      <w:pPr>
        <w:spacing w:after="160" w:line="259" w:lineRule="auto"/>
      </w:pPr>
    </w:p>
    <w:p w14:paraId="37684595" w14:textId="67E8209C" w:rsidR="00DC50D7" w:rsidRPr="006B0BFC" w:rsidRDefault="00DC50D7" w:rsidP="00DC50D7">
      <w:pPr>
        <w:spacing w:after="160" w:line="259" w:lineRule="auto"/>
      </w:pPr>
      <w:r w:rsidRPr="006B0BFC">
        <w:t xml:space="preserve">Pro </w:t>
      </w:r>
      <w:r>
        <w:t>4</w:t>
      </w:r>
      <w:r w:rsidRPr="006B0BFC">
        <w:t xml:space="preserve"> serverov</w:t>
      </w:r>
      <w:r>
        <w:t>é</w:t>
      </w:r>
      <w:r w:rsidRPr="006B0BFC">
        <w:t xml:space="preserve"> nod</w:t>
      </w:r>
      <w:r>
        <w:t>y</w:t>
      </w:r>
      <w:r w:rsidRPr="006B0BFC">
        <w:t xml:space="preserve"> v rámci </w:t>
      </w:r>
      <w:r w:rsidRPr="006B0BFC">
        <w:rPr>
          <w:b/>
          <w:bCs/>
        </w:rPr>
        <w:t xml:space="preserve">Položky </w:t>
      </w:r>
      <w:r w:rsidR="005A7AA1">
        <w:rPr>
          <w:b/>
          <w:bCs/>
        </w:rPr>
        <w:t>1</w:t>
      </w:r>
      <w:r w:rsidR="00FE5DB7">
        <w:rPr>
          <w:b/>
          <w:bCs/>
        </w:rPr>
        <w:t>4</w:t>
      </w:r>
      <w:r w:rsidRPr="006B0BFC">
        <w:t xml:space="preserve"> je místem plnění </w:t>
      </w:r>
      <w:r w:rsidR="00DE3349">
        <w:rPr>
          <w:b/>
          <w:bCs/>
        </w:rPr>
        <w:t>Nová technologická budova, Pražské zhlaví</w:t>
      </w:r>
      <w:r>
        <w:rPr>
          <w:b/>
          <w:bCs/>
        </w:rPr>
        <w:t xml:space="preserve">, </w:t>
      </w:r>
      <w:r w:rsidRPr="006B0BFC">
        <w:rPr>
          <w:b/>
          <w:bCs/>
        </w:rPr>
        <w:t>P</w:t>
      </w:r>
      <w:r w:rsidR="00DE3349">
        <w:rPr>
          <w:b/>
          <w:bCs/>
        </w:rPr>
        <w:t>ardubice</w:t>
      </w:r>
      <w:r w:rsidRPr="006B0BFC">
        <w:t>.</w:t>
      </w:r>
    </w:p>
    <w:p w14:paraId="36424304" w14:textId="77777777" w:rsidR="00EA4E74" w:rsidRPr="006B0BFC" w:rsidRDefault="00EA4E74" w:rsidP="00DC50D7">
      <w:pPr>
        <w:spacing w:after="160" w:line="259" w:lineRule="auto"/>
      </w:pPr>
    </w:p>
    <w:p w14:paraId="2711BAC9" w14:textId="7364ED74" w:rsidR="00DC50D7" w:rsidRPr="006B0BFC" w:rsidRDefault="00FE5DB7" w:rsidP="00DC50D7">
      <w:pPr>
        <w:ind w:firstLine="426"/>
      </w:pPr>
      <w:r>
        <w:t>o</w:t>
      </w:r>
      <w:r w:rsidR="00DC50D7" w:rsidRPr="006B0BFC">
        <w:t>)</w:t>
      </w:r>
      <w:r w:rsidR="005A7AA1">
        <w:t xml:space="preserve"> </w:t>
      </w:r>
      <w:r w:rsidR="00DC50D7" w:rsidRPr="006B0BFC">
        <w:rPr>
          <w:b/>
          <w:bCs/>
        </w:rPr>
        <w:t xml:space="preserve">Položka </w:t>
      </w:r>
      <w:r w:rsidR="00DC50D7">
        <w:rPr>
          <w:b/>
          <w:bCs/>
        </w:rPr>
        <w:t>1</w:t>
      </w:r>
      <w:r>
        <w:rPr>
          <w:b/>
          <w:bCs/>
        </w:rPr>
        <w:t>5</w:t>
      </w:r>
      <w:r w:rsidR="00DC50D7" w:rsidRPr="006B0BFC">
        <w:t xml:space="preserve"> – Úložiště SAN pro virtualizační farmu „KB TDS / </w:t>
      </w:r>
      <w:r w:rsidR="00DC50D7">
        <w:t>P</w:t>
      </w:r>
      <w:r w:rsidR="005A7AA1">
        <w:t>ardubice</w:t>
      </w:r>
      <w:r w:rsidR="00DC50D7" w:rsidRPr="006B0BFC">
        <w:t>“ v konfiguraci:</w:t>
      </w:r>
    </w:p>
    <w:p w14:paraId="6E376BB0" w14:textId="77777777" w:rsidR="00DC50D7" w:rsidRPr="006B0BFC" w:rsidRDefault="00DC50D7" w:rsidP="00DC50D7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DC50D7" w:rsidRPr="006B0BFC" w14:paraId="49163D4A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5F2B2164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14ACED3F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DC50D7" w:rsidRPr="006B0BFC" w14:paraId="0FE7C63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53A0A95" w14:textId="20BD76E3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4EB4FA0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316D62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ABFB41" w14:textId="4560B47C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035E45">
              <w:rPr>
                <w:rFonts w:cstheme="minorHAnsi"/>
                <w:b/>
                <w:bCs/>
                <w:sz w:val="18"/>
              </w:rPr>
              <w:t>7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035E45">
              <w:rPr>
                <w:rFonts w:cstheme="minorHAnsi"/>
                <w:sz w:val="18"/>
              </w:rPr>
              <w:t>312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65D2CD32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4C4CB6C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233C1C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6B0BFC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6B0BFC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28C5EE1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228C5" w:rsidRPr="0050706D" w14:paraId="425FC024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284999" w14:textId="77777777" w:rsidR="008228C5" w:rsidRDefault="008228C5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SAN úložiště</w:t>
            </w:r>
          </w:p>
          <w:p w14:paraId="029C7363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</w:t>
            </w:r>
            <w:proofErr w:type="spellStart"/>
            <w:r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35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470359BB" w14:textId="19B888EC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</w:t>
            </w:r>
            <w:r w:rsidR="00E32D80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0</w:t>
            </w:r>
            <w:r w:rsidRPr="00A132AC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669640B0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294666">
              <w:rPr>
                <w:rFonts w:cstheme="minorHAnsi"/>
                <w:sz w:val="18"/>
                <w:szCs w:val="22"/>
              </w:rPr>
              <w:t xml:space="preserve"> (výpadek dvou disků)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2D3C840B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F43FF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>
              <w:rPr>
                <w:rFonts w:cstheme="minorHAnsi"/>
                <w:sz w:val="18"/>
                <w:szCs w:val="22"/>
              </w:rPr>
              <w:t>10 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05A26740" w14:textId="77777777" w:rsidR="008228C5" w:rsidRPr="00927BA6" w:rsidRDefault="008228C5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5351FB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7155AB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053731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x 32 Gbps</w:t>
            </w:r>
            <w:r w:rsidRPr="006B0BFC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28F0493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800291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0D8DF0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jeden 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5D0AF259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3A7733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34F8ED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1000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503E5DF5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1B8F18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FCF94D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08F4C868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49DCC2B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17C222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6D7F5B4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685385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526310F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lastRenderedPageBreak/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1534D2BC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557083C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CE0983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7E4FC61F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EE96E5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87D4915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59697CE6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150C46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3A6023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0686ED78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649E58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8B528D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5EAA85F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3E8818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F6E676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 reklamaci</w:t>
            </w:r>
          </w:p>
        </w:tc>
        <w:tc>
          <w:tcPr>
            <w:tcW w:w="3288" w:type="dxa"/>
          </w:tcPr>
          <w:p w14:paraId="39F41578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A5C94E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9BF2EC0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667179DA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00730" w:rsidRPr="006B0BFC" w14:paraId="0AC21E9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CCA6E84" w14:textId="5CDA7189" w:rsidR="00100730" w:rsidRPr="006B0BFC" w:rsidRDefault="00100730" w:rsidP="00100730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3CFE81B0" w14:textId="77777777" w:rsidR="00100730" w:rsidRPr="006B0BFC" w:rsidRDefault="00100730" w:rsidP="001007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541B9484" w14:textId="77777777" w:rsidR="00DC50D7" w:rsidRPr="006B0BFC" w:rsidRDefault="00DC50D7" w:rsidP="00DC50D7">
      <w:pPr>
        <w:spacing w:after="160" w:line="259" w:lineRule="auto"/>
      </w:pPr>
    </w:p>
    <w:p w14:paraId="411D5EC0" w14:textId="32ABD85F" w:rsidR="00DC50D7" w:rsidRPr="006B0BFC" w:rsidRDefault="00DC50D7" w:rsidP="00DC50D7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1</w:t>
      </w:r>
      <w:r w:rsidR="00FE5DB7">
        <w:rPr>
          <w:b/>
          <w:bCs/>
        </w:rPr>
        <w:t>5</w:t>
      </w:r>
      <w:r w:rsidRPr="006B0BFC">
        <w:t xml:space="preserve"> je místem plnění </w:t>
      </w:r>
      <w:r w:rsidR="002F6136" w:rsidRPr="002F6136">
        <w:rPr>
          <w:b/>
          <w:bCs/>
        </w:rPr>
        <w:t>Nová technologická budova, Pražské zhlaví, Pardubice</w:t>
      </w:r>
      <w:r w:rsidRPr="006B0BFC">
        <w:t>.</w:t>
      </w:r>
    </w:p>
    <w:p w14:paraId="1EC8BA94" w14:textId="77777777" w:rsidR="00DC50D7" w:rsidRPr="006B0BFC" w:rsidRDefault="00DC50D7" w:rsidP="00DC50D7">
      <w:pPr>
        <w:ind w:firstLine="426"/>
      </w:pPr>
    </w:p>
    <w:p w14:paraId="15AA768B" w14:textId="6D2CF071" w:rsidR="00DC50D7" w:rsidRPr="006B0BFC" w:rsidRDefault="00FE5DB7" w:rsidP="00DC50D7">
      <w:pPr>
        <w:ind w:firstLine="426"/>
      </w:pPr>
      <w:r>
        <w:t>p</w:t>
      </w:r>
      <w:r w:rsidR="00DC50D7" w:rsidRPr="006B0BFC">
        <w:t>)</w:t>
      </w:r>
      <w:r w:rsidR="00DC50D7" w:rsidRPr="006B0BFC">
        <w:tab/>
      </w:r>
      <w:r w:rsidR="00DC50D7" w:rsidRPr="006B0BFC">
        <w:rPr>
          <w:b/>
          <w:bCs/>
        </w:rPr>
        <w:t xml:space="preserve">Položka </w:t>
      </w:r>
      <w:r w:rsidR="00DC50D7">
        <w:rPr>
          <w:b/>
          <w:bCs/>
        </w:rPr>
        <w:t>1</w:t>
      </w:r>
      <w:r>
        <w:rPr>
          <w:b/>
          <w:bCs/>
        </w:rPr>
        <w:t>6</w:t>
      </w:r>
      <w:r w:rsidR="00DC50D7" w:rsidRPr="006B0BFC">
        <w:t xml:space="preserve"> – Jeden (1) server pro zálohování virtualizační farmy „KB TDS / </w:t>
      </w:r>
      <w:r w:rsidR="00DC50D7">
        <w:t>P</w:t>
      </w:r>
      <w:r w:rsidR="005A7AA1">
        <w:t>ardubice</w:t>
      </w:r>
      <w:r w:rsidR="00DC50D7" w:rsidRPr="006B0BFC">
        <w:t>“ v konfiguraci:</w:t>
      </w:r>
    </w:p>
    <w:p w14:paraId="47925D81" w14:textId="77777777" w:rsidR="00DC50D7" w:rsidRPr="006B0BFC" w:rsidRDefault="00DC50D7" w:rsidP="00DC50D7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DC50D7" w:rsidRPr="006B0BFC" w14:paraId="5F3F5A8D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551A01BE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61C1B4BB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DC50D7" w:rsidRPr="006B0BFC" w14:paraId="2E2D7C1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81AD4A" w14:textId="44D040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35E1B019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693B58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1FF0D86" w14:textId="38BC5BE8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035E45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035E45">
              <w:rPr>
                <w:rFonts w:cstheme="minorHAnsi"/>
                <w:sz w:val="18"/>
              </w:rPr>
              <w:t>178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50B68ED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944CCF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BA82F45" w14:textId="4DD1DD7C" w:rsidR="00DC50D7" w:rsidRPr="006B0BFC" w:rsidRDefault="00035E4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DC50D7" w:rsidRPr="006B0BFC">
              <w:rPr>
                <w:rFonts w:cstheme="minorHAnsi"/>
                <w:b/>
                <w:bCs/>
                <w:sz w:val="18"/>
              </w:rPr>
              <w:t>x CPU</w:t>
            </w:r>
            <w:r w:rsidR="00DC50D7" w:rsidRPr="006B0BFC">
              <w:rPr>
                <w:rFonts w:cstheme="minorHAnsi"/>
                <w:sz w:val="18"/>
              </w:rPr>
              <w:t xml:space="preserve">, </w:t>
            </w:r>
            <w:r>
              <w:rPr>
                <w:rFonts w:cstheme="minorHAnsi"/>
                <w:sz w:val="18"/>
              </w:rPr>
              <w:t xml:space="preserve">každý </w:t>
            </w:r>
            <w:r w:rsidR="00DC50D7" w:rsidRPr="006B0BFC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16</w:t>
            </w:r>
            <w:r w:rsidR="00DC50D7"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DC50D7"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 xml:space="preserve">32 </w:t>
            </w:r>
            <w:r w:rsidR="00DC50D7" w:rsidRPr="006B0BFC">
              <w:rPr>
                <w:rFonts w:cstheme="minorHAnsi"/>
                <w:sz w:val="18"/>
              </w:rPr>
              <w:t xml:space="preserve">vláken) se základní frekvencí minimálně 2.0 GHz a se spotřebou maximálně </w:t>
            </w:r>
            <w:r>
              <w:rPr>
                <w:rFonts w:cstheme="minorHAnsi"/>
                <w:sz w:val="18"/>
              </w:rPr>
              <w:t>230</w:t>
            </w:r>
            <w:r w:rsidR="00DC50D7" w:rsidRPr="006B0BFC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2E2A567D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72450AD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779AC9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3A79EB4F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7CA37C6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DBCDAF3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128 </w:t>
            </w:r>
            <w:r w:rsidRPr="006B0BFC">
              <w:rPr>
                <w:b/>
                <w:sz w:val="18"/>
                <w:lang w:eastAsia="cs-CZ"/>
              </w:rPr>
              <w:t>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64 GB, rozšiřitelná minimálně do 512 GB jen přidáním dalších paměťových modulů</w:t>
            </w:r>
          </w:p>
        </w:tc>
        <w:tc>
          <w:tcPr>
            <w:tcW w:w="3288" w:type="dxa"/>
          </w:tcPr>
          <w:p w14:paraId="3128933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86C1A3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6E7EE02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</w:t>
            </w:r>
          </w:p>
        </w:tc>
        <w:tc>
          <w:tcPr>
            <w:tcW w:w="3288" w:type="dxa"/>
          </w:tcPr>
          <w:p w14:paraId="2AA288F0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E0968" w:rsidRPr="00E75C72" w14:paraId="1475717B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69E7E0" w14:textId="77777777" w:rsidR="001E0968" w:rsidRPr="00E75C72" w:rsidRDefault="001E0968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Lokální úložiště pro databázi záloh v serveru</w:t>
            </w:r>
          </w:p>
          <w:p w14:paraId="1DF17CCE" w14:textId="77777777" w:rsidR="001E0968" w:rsidRPr="00E75C72" w:rsidRDefault="001E0968" w:rsidP="001E096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8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544DAB33" w14:textId="77777777" w:rsidR="001E0968" w:rsidRPr="00E75C72" w:rsidRDefault="001E0968" w:rsidP="001E096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16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42AD9E7E" w14:textId="77777777" w:rsidR="001E0968" w:rsidRPr="00E75C72" w:rsidRDefault="001E0968" w:rsidP="001E096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19A60EE2" w14:textId="4421DA3F" w:rsidR="001E0968" w:rsidRPr="00E75C72" w:rsidRDefault="001E0968" w:rsidP="001E0968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lastRenderedPageBreak/>
              <w:t xml:space="preserve">Použití výhradně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84237">
              <w:rPr>
                <w:rFonts w:cstheme="minorHAnsi"/>
                <w:sz w:val="18"/>
                <w:szCs w:val="22"/>
              </w:rPr>
              <w:t>4</w:t>
            </w:r>
            <w:r w:rsidRPr="00E75C72">
              <w:rPr>
                <w:rFonts w:cstheme="minorHAnsi"/>
                <w:sz w:val="18"/>
                <w:szCs w:val="22"/>
              </w:rPr>
              <w:t> TB.</w:t>
            </w:r>
          </w:p>
        </w:tc>
        <w:tc>
          <w:tcPr>
            <w:tcW w:w="3288" w:type="dxa"/>
          </w:tcPr>
          <w:p w14:paraId="1295B60B" w14:textId="77777777" w:rsidR="001E0968" w:rsidRPr="00E75C72" w:rsidRDefault="001E0968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167BF2" w:rsidRPr="00E75C72" w14:paraId="108D326E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A82233B" w14:textId="77777777" w:rsidR="00167BF2" w:rsidRPr="00E75C72" w:rsidRDefault="00167BF2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Lokální úložiště </w:t>
            </w:r>
            <w:r>
              <w:rPr>
                <w:rFonts w:cstheme="minorHAnsi"/>
                <w:sz w:val="18"/>
              </w:rPr>
              <w:t>pro</w:t>
            </w:r>
            <w:r w:rsidRPr="00E75C72">
              <w:rPr>
                <w:rFonts w:cstheme="minorHAnsi"/>
                <w:sz w:val="18"/>
              </w:rPr>
              <w:t xml:space="preserve"> záloh</w:t>
            </w:r>
            <w:r>
              <w:rPr>
                <w:rFonts w:cstheme="minorHAnsi"/>
                <w:sz w:val="18"/>
              </w:rPr>
              <w:t>y</w:t>
            </w:r>
            <w:r w:rsidRPr="00E75C72">
              <w:rPr>
                <w:rFonts w:cstheme="minorHAnsi"/>
                <w:sz w:val="18"/>
              </w:rPr>
              <w:t xml:space="preserve"> v serveru</w:t>
            </w:r>
          </w:p>
          <w:p w14:paraId="5D8E4C8C" w14:textId="77777777" w:rsidR="00167BF2" w:rsidRPr="00E75C72" w:rsidRDefault="00167BF2" w:rsidP="00167BF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50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371B86F4" w14:textId="77777777" w:rsidR="00167BF2" w:rsidRPr="00E75C72" w:rsidRDefault="00167BF2" w:rsidP="00167BF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>Umožňuje rozšíření minimálně na 1</w:t>
            </w:r>
            <w:r>
              <w:rPr>
                <w:rFonts w:cstheme="minorHAnsi"/>
                <w:sz w:val="18"/>
                <w:szCs w:val="22"/>
              </w:rPr>
              <w:t>00</w:t>
            </w:r>
            <w:r w:rsidRPr="00E75C72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36150E4A" w14:textId="77777777" w:rsidR="00167BF2" w:rsidRPr="00E75C72" w:rsidRDefault="00167BF2" w:rsidP="00167BF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60D209F1" w14:textId="2849AA47" w:rsidR="00167BF2" w:rsidRPr="00E75C72" w:rsidRDefault="00167BF2" w:rsidP="00167BF2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</w:t>
            </w:r>
            <w:r>
              <w:rPr>
                <w:rFonts w:cstheme="minorHAnsi"/>
                <w:sz w:val="18"/>
                <w:szCs w:val="22"/>
              </w:rPr>
              <w:t>NL-SAS disků</w:t>
            </w:r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84237">
              <w:rPr>
                <w:rFonts w:cstheme="minorHAnsi"/>
                <w:sz w:val="18"/>
                <w:szCs w:val="22"/>
              </w:rPr>
              <w:t>10</w:t>
            </w:r>
            <w:r w:rsidRPr="00E75C72">
              <w:rPr>
                <w:rFonts w:cstheme="minorHAnsi"/>
                <w:sz w:val="18"/>
                <w:szCs w:val="22"/>
              </w:rPr>
              <w:t> TB</w:t>
            </w:r>
            <w:r w:rsidRPr="004B1F8F">
              <w:rPr>
                <w:rFonts w:cstheme="minorHAnsi"/>
                <w:sz w:val="18"/>
                <w:szCs w:val="22"/>
              </w:rPr>
              <w:t>, které nepoužívají technologii SMR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74D45351" w14:textId="77777777" w:rsidR="00167BF2" w:rsidRPr="00E75C72" w:rsidRDefault="00167BF2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44424AD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6D15E78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D140A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>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1921E45C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5191FA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E3D83B4" w14:textId="77777777" w:rsidR="00DC50D7" w:rsidRPr="006B0BFC" w:rsidRDefault="00DC50D7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58F25E51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5F5023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E0BF96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3C229683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65EB29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621380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1492FF7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0A3367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9F7616A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2610FA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01FDBB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6D4C2C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 bez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C1015C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CC508A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13BE6D2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5212F81B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8D3EDA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DEA27F7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4B0C1023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54F042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550D876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698D1AEE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00C1289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35F81B9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22004E1B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7CA78DD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D4001D4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Integrační pluginy pro monitoring zdravotního stavu a správu HW přímo z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6B92DFFB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5738402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2F957AF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72A5A1AC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E35548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026EB1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C5D3134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38F15D2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EF7D70C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55019657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6E4B07D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E904B76" w14:textId="77777777" w:rsidR="00DC50D7" w:rsidRPr="006B0BFC" w:rsidRDefault="00DC50D7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20ABA59E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73FD5744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5909C6BC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6719FE06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6B332350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23DEACED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309CB320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0690A0DB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757796F2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07E6B442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389E02A5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20D85666" w14:textId="77777777" w:rsidR="00DC50D7" w:rsidRPr="006B0BFC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63E4D605" w14:textId="77777777" w:rsidR="00DC50D7" w:rsidRDefault="00DC50D7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26775475" w14:textId="61EAAF6F" w:rsidR="005A180F" w:rsidRPr="006B0BFC" w:rsidRDefault="005A180F" w:rsidP="00DC50D7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4AEFD855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DC50D7" w:rsidRPr="006B0BFC" w14:paraId="37EDAB3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78066A" w14:textId="77777777" w:rsidR="00DC50D7" w:rsidRPr="006B0BFC" w:rsidRDefault="00DC50D7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4A9AE58D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33653248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4C46C8C0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52904A5C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048198BF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7ACD8B62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3A69310D" w14:textId="77777777" w:rsidR="00DC50D7" w:rsidRPr="006B0BFC" w:rsidRDefault="00DC50D7" w:rsidP="00DC50D7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708BA2B3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4B1FA5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CDE599" w14:textId="77777777" w:rsidR="00DC50D7" w:rsidRPr="006B0BFC" w:rsidRDefault="00DC50D7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7CEDF426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4FBC4047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03FAC1FB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45F07A06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358608BB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7209AB86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7806195B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1D07A4A2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494395F8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40DD30FF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00AD81AE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1B5497ED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17551CEB" w14:textId="77777777" w:rsidR="00DC50D7" w:rsidRPr="006B0BFC" w:rsidRDefault="00DC50D7" w:rsidP="00DC50D7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37431CBB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1B60844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ADE2AB5" w14:textId="77777777" w:rsidR="00DC50D7" w:rsidRPr="006B0BFC" w:rsidRDefault="00DC50D7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8193DB2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DC50D7" w:rsidRPr="006B0BFC" w14:paraId="2C7FAC2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0BF2428" w14:textId="77777777" w:rsidR="00DC50D7" w:rsidRPr="006B0BFC" w:rsidRDefault="00DC50D7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1FDAEB40" w14:textId="77777777" w:rsidR="00DC50D7" w:rsidRPr="006B0BFC" w:rsidRDefault="00DC50D7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38FB121B" w14:textId="77777777" w:rsidR="00DC50D7" w:rsidRPr="006B0BFC" w:rsidRDefault="00DC50D7" w:rsidP="00DC50D7">
      <w:pPr>
        <w:spacing w:after="160" w:line="259" w:lineRule="auto"/>
      </w:pPr>
    </w:p>
    <w:p w14:paraId="12F25E6B" w14:textId="216C3AFA" w:rsidR="00DC50D7" w:rsidRPr="006B0BFC" w:rsidRDefault="00DC50D7" w:rsidP="00DC50D7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1</w:t>
      </w:r>
      <w:r w:rsidR="00B711C7">
        <w:rPr>
          <w:b/>
          <w:bCs/>
        </w:rPr>
        <w:t>6</w:t>
      </w:r>
      <w:r w:rsidRPr="006B0BFC">
        <w:t xml:space="preserve"> je místem plnění </w:t>
      </w:r>
      <w:r w:rsidR="002F6136" w:rsidRPr="002F6136">
        <w:rPr>
          <w:b/>
          <w:bCs/>
        </w:rPr>
        <w:t>Nová technologická budova, Pražské zhlaví, Pardubice</w:t>
      </w:r>
      <w:r w:rsidRPr="006B0BFC">
        <w:t>.</w:t>
      </w:r>
    </w:p>
    <w:p w14:paraId="51A55D56" w14:textId="77777777" w:rsidR="008D436B" w:rsidRPr="00EA4E74" w:rsidRDefault="008D436B" w:rsidP="008D436B">
      <w:pPr>
        <w:spacing w:after="160" w:line="259" w:lineRule="auto"/>
      </w:pPr>
    </w:p>
    <w:p w14:paraId="4FFAA088" w14:textId="3A16D94F" w:rsidR="008D436B" w:rsidRPr="006B0BFC" w:rsidRDefault="00FE5DB7" w:rsidP="008D436B">
      <w:pPr>
        <w:ind w:firstLine="426"/>
      </w:pPr>
      <w:r>
        <w:t>q</w:t>
      </w:r>
      <w:r w:rsidR="008D436B" w:rsidRPr="006B0BFC">
        <w:t>)</w:t>
      </w:r>
      <w:r w:rsidR="008D436B" w:rsidRPr="006B0BFC">
        <w:tab/>
      </w:r>
      <w:r w:rsidR="008D436B" w:rsidRPr="006B0BFC">
        <w:rPr>
          <w:b/>
          <w:bCs/>
        </w:rPr>
        <w:t xml:space="preserve">Položka </w:t>
      </w:r>
      <w:r w:rsidR="008D436B">
        <w:rPr>
          <w:b/>
          <w:bCs/>
        </w:rPr>
        <w:t>1</w:t>
      </w:r>
      <w:r>
        <w:rPr>
          <w:b/>
          <w:bCs/>
        </w:rPr>
        <w:t>7</w:t>
      </w:r>
      <w:r w:rsidR="008D436B" w:rsidRPr="006B0BFC">
        <w:t xml:space="preserve"> – </w:t>
      </w:r>
      <w:r w:rsidR="008D436B">
        <w:t>Čtyři</w:t>
      </w:r>
      <w:r w:rsidR="008D436B" w:rsidRPr="006B0BFC">
        <w:t xml:space="preserve"> (</w:t>
      </w:r>
      <w:r w:rsidR="008D436B">
        <w:t>4</w:t>
      </w:r>
      <w:r w:rsidR="008D436B" w:rsidRPr="006B0BFC">
        <w:t>) serverov</w:t>
      </w:r>
      <w:r w:rsidR="008D436B">
        <w:t>é</w:t>
      </w:r>
      <w:r w:rsidR="008D436B" w:rsidRPr="006B0BFC">
        <w:t xml:space="preserve"> nod</w:t>
      </w:r>
      <w:r w:rsidR="008D436B">
        <w:t>y</w:t>
      </w:r>
      <w:r w:rsidR="008D436B" w:rsidRPr="006B0BFC">
        <w:t xml:space="preserve"> pro virtualizační farmu „KB TDS / </w:t>
      </w:r>
      <w:r w:rsidR="008D436B">
        <w:t>Brno</w:t>
      </w:r>
      <w:r w:rsidR="008D436B" w:rsidRPr="006B0BFC">
        <w:t>“ v konfiguraci:</w:t>
      </w:r>
    </w:p>
    <w:p w14:paraId="5CED57A6" w14:textId="77777777" w:rsidR="008D436B" w:rsidRPr="006B0BFC" w:rsidRDefault="008D436B" w:rsidP="008D436B"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8D436B" w:rsidRPr="006B0BFC" w14:paraId="20B7321A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184857C5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2A5BD997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8D436B" w:rsidRPr="006B0BFC" w14:paraId="20FB19F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F09C46C" w14:textId="4AD47288" w:rsidR="008D436B" w:rsidRPr="006B0BFC" w:rsidRDefault="00D015B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4</w:t>
            </w:r>
            <w:r w:rsidR="008D436B" w:rsidRPr="006B0BFC">
              <w:rPr>
                <w:rFonts w:cstheme="minorHAnsi"/>
                <w:sz w:val="18"/>
              </w:rPr>
              <w:t xml:space="preserve"> serverov</w:t>
            </w:r>
            <w:r>
              <w:rPr>
                <w:rFonts w:cstheme="minorHAnsi"/>
                <w:sz w:val="18"/>
              </w:rPr>
              <w:t>é</w:t>
            </w:r>
            <w:r w:rsidR="008D436B" w:rsidRPr="006B0BFC">
              <w:rPr>
                <w:rFonts w:cstheme="minorHAnsi"/>
                <w:sz w:val="18"/>
              </w:rPr>
              <w:t xml:space="preserve"> nod</w:t>
            </w:r>
            <w:r>
              <w:rPr>
                <w:rFonts w:cstheme="minorHAnsi"/>
                <w:sz w:val="18"/>
              </w:rPr>
              <w:t>y</w:t>
            </w:r>
            <w:r w:rsidR="008D436B" w:rsidRPr="006B0BFC">
              <w:rPr>
                <w:rFonts w:cstheme="minorHAnsi"/>
                <w:sz w:val="18"/>
              </w:rPr>
              <w:t xml:space="preserve"> se zcela totožnou konfigurací</w:t>
            </w:r>
          </w:p>
        </w:tc>
        <w:tc>
          <w:tcPr>
            <w:tcW w:w="3288" w:type="dxa"/>
          </w:tcPr>
          <w:p w14:paraId="24C126D2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24EFF39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C20AE43" w14:textId="00D568C8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="0022397A" w:rsidRP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6CCA38BF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B80429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61D489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Pr="006B0BFC">
              <w:rPr>
                <w:rFonts w:cstheme="minorHAnsi"/>
                <w:b/>
                <w:bCs/>
                <w:sz w:val="18"/>
              </w:rPr>
              <w:t>2 RU</w:t>
            </w:r>
            <w:r w:rsidRPr="006B0BFC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582340F8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B60A39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873BD2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CPU</w:t>
            </w:r>
            <w:r w:rsidRPr="006B0BFC">
              <w:rPr>
                <w:rFonts w:cstheme="minorHAnsi"/>
                <w:sz w:val="18"/>
              </w:rPr>
              <w:t xml:space="preserve">, každý minimálně </w:t>
            </w:r>
            <w:r w:rsidRPr="001F2B7B">
              <w:rPr>
                <w:rFonts w:cstheme="minorHAnsi"/>
                <w:b/>
                <w:bCs/>
                <w:sz w:val="18"/>
              </w:rPr>
              <w:t>28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56</w:t>
            </w:r>
            <w:r w:rsidRPr="006B0BFC">
              <w:rPr>
                <w:rFonts w:cstheme="minorHAnsi"/>
                <w:sz w:val="18"/>
              </w:rPr>
              <w:t xml:space="preserve"> vláken) se základní frekvencí minimálně 2.0 GHz a se spotřebou maximálně 230 W</w:t>
            </w:r>
          </w:p>
        </w:tc>
        <w:tc>
          <w:tcPr>
            <w:tcW w:w="3288" w:type="dxa"/>
          </w:tcPr>
          <w:p w14:paraId="790EE47E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6CE2B9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571C953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094568B2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24F28DB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6AF8CC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sz w:val="18"/>
                <w:lang w:eastAsia="cs-CZ"/>
              </w:rPr>
              <w:t>384 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128 GB, rozšiřitelná minimálně do 1024 GB jen přidáním dalších paměťových modulů</w:t>
            </w:r>
          </w:p>
        </w:tc>
        <w:tc>
          <w:tcPr>
            <w:tcW w:w="3288" w:type="dxa"/>
          </w:tcPr>
          <w:p w14:paraId="18D7AC1D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24D0B1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83322F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 nebo virtualizační platformy (hypervisor)</w:t>
            </w:r>
          </w:p>
        </w:tc>
        <w:tc>
          <w:tcPr>
            <w:tcW w:w="3288" w:type="dxa"/>
          </w:tcPr>
          <w:p w14:paraId="2CCFFDEC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DBCCC4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AE7E31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>8x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612BF0AB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3EE3A5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F598CE" w14:textId="77777777" w:rsidR="008D436B" w:rsidRPr="006B0BFC" w:rsidRDefault="008D436B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2EF40EF3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891983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5413968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724412C9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7689F3A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893EBC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4x 32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SFP </w:t>
            </w:r>
            <w:proofErr w:type="spellStart"/>
            <w:r w:rsidRPr="006B0BFC">
              <w:rPr>
                <w:rFonts w:cstheme="minorHAnsi"/>
                <w:sz w:val="18"/>
              </w:rPr>
              <w:t>FibreChannel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60389A72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EC17BC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5566C79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7F8C2702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B91515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B550B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9E544E9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ABDEC2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EB823A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 bez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75EFC74E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7B958F8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1A6978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174CE262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CA15ED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AF5A2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692146AE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461253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5C16CCD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3877BB81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072C47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DCC72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19D02045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75C8E7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DE7FB6C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Integrační pluginy pro monitoring zdravotního stavu a správu HW přímo z 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vCenter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37A5312E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79D9554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D28CDB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6C725950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FF2C8C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1A8C747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62F1C3D6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C7F513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0E3511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4C16A9DD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C00506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5B5ADC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5AB98662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1A653CFD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38E17227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3BE51D82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5FA9C7CF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0F634A43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6F249BB1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6A75CDB5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4461950F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6EA04766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15E003ED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4E0355EA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0DB84CA1" w14:textId="77777777" w:rsidR="008D436B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7103E266" w14:textId="3ED58CD4" w:rsidR="005A180F" w:rsidRPr="006B0BFC" w:rsidRDefault="005A180F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3D114E94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C1605A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19EBBF" w14:textId="77777777" w:rsidR="008D436B" w:rsidRPr="006B0BFC" w:rsidRDefault="008D436B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6475ADD0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119A03F2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5C96064C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027C71F9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7B2D0132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0893CDA9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29458591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6B21D5DA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CCD04B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3E3C271" w14:textId="77777777" w:rsidR="008D436B" w:rsidRPr="006B0BFC" w:rsidRDefault="008D436B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13A73CAC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11CF613D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5BD210F7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24E1A93A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0025D337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4624A0D9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063B83B2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343803E1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63F99BC3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79D97D8D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27B271C6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03C393F9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01105F2C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6C1FD8CC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8D436B" w:rsidRPr="006B0BFC" w14:paraId="352D231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39E5FA" w14:textId="77777777" w:rsidR="008D436B" w:rsidRPr="006B0BFC" w:rsidRDefault="008D436B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48385BF8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309691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A91EF3" w14:textId="77777777" w:rsidR="008D436B" w:rsidRPr="006B0BFC" w:rsidRDefault="008D436B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36151D14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CFB612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10CB73" w14:textId="77777777" w:rsidR="008D436B" w:rsidRPr="006B0BFC" w:rsidRDefault="008D436B" w:rsidP="003746AB">
            <w:pPr>
              <w:rPr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(</w:t>
            </w:r>
            <w:r w:rsidRPr="006B0BFC">
              <w:rPr>
                <w:b/>
                <w:bCs/>
                <w:sz w:val="18"/>
                <w:lang w:eastAsia="cs-CZ"/>
              </w:rPr>
              <w:t>SFP FC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 xml:space="preserve">32Gbps, SW,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>, LC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E59FAE7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02CA40CE" w14:textId="77777777" w:rsidR="008D436B" w:rsidRPr="006B0BFC" w:rsidRDefault="008D436B" w:rsidP="008D436B">
      <w:pPr>
        <w:spacing w:after="160" w:line="259" w:lineRule="auto"/>
      </w:pPr>
    </w:p>
    <w:p w14:paraId="2424BE3C" w14:textId="63606824" w:rsidR="008D436B" w:rsidRPr="006B0BFC" w:rsidRDefault="008D436B" w:rsidP="008D436B">
      <w:pPr>
        <w:spacing w:after="160" w:line="259" w:lineRule="auto"/>
      </w:pPr>
      <w:r w:rsidRPr="006B0BFC">
        <w:t xml:space="preserve">Pro </w:t>
      </w:r>
      <w:r>
        <w:t>4</w:t>
      </w:r>
      <w:r w:rsidRPr="006B0BFC">
        <w:t xml:space="preserve"> serverov</w:t>
      </w:r>
      <w:r>
        <w:t>é</w:t>
      </w:r>
      <w:r w:rsidRPr="006B0BFC">
        <w:t xml:space="preserve"> nod</w:t>
      </w:r>
      <w:r>
        <w:t>y</w:t>
      </w:r>
      <w:r w:rsidRPr="006B0BFC">
        <w:t xml:space="preserve"> v rámci </w:t>
      </w:r>
      <w:r w:rsidRPr="006B0BFC">
        <w:rPr>
          <w:b/>
          <w:bCs/>
        </w:rPr>
        <w:t xml:space="preserve">Položky </w:t>
      </w:r>
      <w:r>
        <w:rPr>
          <w:b/>
          <w:bCs/>
        </w:rPr>
        <w:t>1</w:t>
      </w:r>
      <w:r w:rsidR="00FE5DB7">
        <w:rPr>
          <w:b/>
          <w:bCs/>
        </w:rPr>
        <w:t>7</w:t>
      </w:r>
      <w:r w:rsidRPr="006B0BFC">
        <w:t xml:space="preserve"> je místem plnění </w:t>
      </w:r>
      <w:r w:rsidR="004A6F44">
        <w:rPr>
          <w:b/>
          <w:bCs/>
        </w:rPr>
        <w:t>OŘ Brno, Kounicova 26</w:t>
      </w:r>
      <w:r>
        <w:rPr>
          <w:b/>
          <w:bCs/>
        </w:rPr>
        <w:t xml:space="preserve">, </w:t>
      </w:r>
      <w:r w:rsidR="004A6F44">
        <w:rPr>
          <w:b/>
          <w:bCs/>
        </w:rPr>
        <w:t>Brno</w:t>
      </w:r>
      <w:r w:rsidRPr="006B0BFC">
        <w:t>.</w:t>
      </w:r>
    </w:p>
    <w:p w14:paraId="30A2BB66" w14:textId="77777777" w:rsidR="00EA4E74" w:rsidRPr="006B0BFC" w:rsidRDefault="00EA4E74" w:rsidP="008D436B">
      <w:pPr>
        <w:spacing w:after="160" w:line="259" w:lineRule="auto"/>
      </w:pPr>
    </w:p>
    <w:p w14:paraId="6DFBF9FD" w14:textId="301A88F0" w:rsidR="008D436B" w:rsidRPr="006B0BFC" w:rsidRDefault="00FE5DB7" w:rsidP="008D436B">
      <w:pPr>
        <w:ind w:firstLine="426"/>
      </w:pPr>
      <w:r>
        <w:t>r</w:t>
      </w:r>
      <w:r w:rsidR="008D436B" w:rsidRPr="006B0BFC">
        <w:t>)</w:t>
      </w:r>
      <w:r w:rsidR="008D436B">
        <w:t xml:space="preserve"> </w:t>
      </w:r>
      <w:r w:rsidR="008D436B" w:rsidRPr="006B0BFC">
        <w:rPr>
          <w:b/>
          <w:bCs/>
        </w:rPr>
        <w:t xml:space="preserve">Položka </w:t>
      </w:r>
      <w:r w:rsidR="008D436B">
        <w:rPr>
          <w:b/>
          <w:bCs/>
        </w:rPr>
        <w:t>1</w:t>
      </w:r>
      <w:r>
        <w:rPr>
          <w:b/>
          <w:bCs/>
        </w:rPr>
        <w:t>8</w:t>
      </w:r>
      <w:r w:rsidR="008D436B" w:rsidRPr="006B0BFC">
        <w:t xml:space="preserve"> – Úložiště SAN pro virtualizační farmu „KB TDS / </w:t>
      </w:r>
      <w:r w:rsidR="002F296B">
        <w:t>Brno</w:t>
      </w:r>
      <w:r w:rsidR="008D436B" w:rsidRPr="006B0BFC">
        <w:t>“ v konfiguraci:</w:t>
      </w:r>
    </w:p>
    <w:p w14:paraId="76B2591D" w14:textId="77777777" w:rsidR="008D436B" w:rsidRPr="006B0BFC" w:rsidRDefault="008D436B" w:rsidP="008D436B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8D436B" w:rsidRPr="006B0BFC" w14:paraId="294EF8B5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3311B7A1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49BE6C56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8D436B" w:rsidRPr="006B0BFC" w14:paraId="0F21F00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5A80CF2" w14:textId="54F4336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2B058DE9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B6BAA8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00E700" w14:textId="14579029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D05670">
              <w:rPr>
                <w:rFonts w:cstheme="minorHAnsi"/>
                <w:b/>
                <w:bCs/>
                <w:sz w:val="18"/>
              </w:rPr>
              <w:t>7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D05670">
              <w:rPr>
                <w:rFonts w:cstheme="minorHAnsi"/>
                <w:sz w:val="18"/>
              </w:rPr>
              <w:t>312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51AAAAEA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AEE6D8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79B684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6B0BFC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6B0BFC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345BA5A5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228C5" w:rsidRPr="0050706D" w14:paraId="09847CED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5FD0C4" w14:textId="77777777" w:rsidR="008228C5" w:rsidRDefault="008228C5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SAN úložiště</w:t>
            </w:r>
          </w:p>
          <w:p w14:paraId="00D8B710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</w:t>
            </w:r>
            <w:proofErr w:type="spellStart"/>
            <w:r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35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14F39BB6" w14:textId="554EF3D6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</w:t>
            </w:r>
            <w:r w:rsidR="00C64F63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0</w:t>
            </w:r>
            <w:r w:rsidRPr="00A132AC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60A93FC0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294666">
              <w:rPr>
                <w:rFonts w:cstheme="minorHAnsi"/>
                <w:sz w:val="18"/>
                <w:szCs w:val="22"/>
              </w:rPr>
              <w:t xml:space="preserve"> (výpadek dvou disků)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57FF9BA7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F43FF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>
              <w:rPr>
                <w:rFonts w:cstheme="minorHAnsi"/>
                <w:sz w:val="18"/>
                <w:szCs w:val="22"/>
              </w:rPr>
              <w:t>10 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0403313C" w14:textId="77777777" w:rsidR="008228C5" w:rsidRPr="00927BA6" w:rsidRDefault="008228C5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91FBF4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A60212B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053731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x 32 Gbps</w:t>
            </w:r>
            <w:r w:rsidRPr="006B0BFC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64E53B45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AD7E01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1FAC2C4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jeden 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6C0EB237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69B108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6BCB2CB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1000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6023C074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79F171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5D53A6C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302F09FE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74E3E1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D4486B8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58F12CBD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1B2408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B062ED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lastRenderedPageBreak/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3CCFF9E3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535296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612977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7080B88F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0F92E6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814994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01F0765B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A01D88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75880C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21F11D68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DEA37F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DD74C8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11D61B83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B3B8DF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730F72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 reklamaci</w:t>
            </w:r>
          </w:p>
        </w:tc>
        <w:tc>
          <w:tcPr>
            <w:tcW w:w="3288" w:type="dxa"/>
          </w:tcPr>
          <w:p w14:paraId="42247223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4AF573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C13F9B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3EB1C3BF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00730" w:rsidRPr="006B0BFC" w14:paraId="2ECE3F9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5B0E6B8" w14:textId="024EE97A" w:rsidR="00100730" w:rsidRPr="006B0BFC" w:rsidRDefault="00100730" w:rsidP="00100730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3E8FD43F" w14:textId="77777777" w:rsidR="00100730" w:rsidRPr="006B0BFC" w:rsidRDefault="00100730" w:rsidP="0010073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396A615E" w14:textId="77777777" w:rsidR="008D436B" w:rsidRPr="006B0BFC" w:rsidRDefault="008D436B" w:rsidP="008D436B">
      <w:pPr>
        <w:spacing w:after="160" w:line="259" w:lineRule="auto"/>
      </w:pPr>
    </w:p>
    <w:p w14:paraId="41262100" w14:textId="5A1E05D3" w:rsidR="008D436B" w:rsidRPr="006B0BFC" w:rsidRDefault="008D436B" w:rsidP="008D436B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1</w:t>
      </w:r>
      <w:r w:rsidR="00FE5DB7">
        <w:rPr>
          <w:b/>
          <w:bCs/>
        </w:rPr>
        <w:t>8</w:t>
      </w:r>
      <w:r w:rsidRPr="006B0BFC">
        <w:t xml:space="preserve"> je místem plnění </w:t>
      </w:r>
      <w:r w:rsidR="002F296B" w:rsidRPr="002F296B">
        <w:rPr>
          <w:b/>
          <w:bCs/>
        </w:rPr>
        <w:t>OŘ Brno, Kounicova 26, Brno</w:t>
      </w:r>
      <w:r w:rsidRPr="006B0BFC">
        <w:t>.</w:t>
      </w:r>
    </w:p>
    <w:p w14:paraId="6ECCCC46" w14:textId="77777777" w:rsidR="008D436B" w:rsidRPr="006B0BFC" w:rsidRDefault="008D436B" w:rsidP="008D436B">
      <w:pPr>
        <w:ind w:firstLine="426"/>
      </w:pPr>
    </w:p>
    <w:p w14:paraId="41C57A03" w14:textId="2F2038F3" w:rsidR="008D436B" w:rsidRPr="006B0BFC" w:rsidRDefault="00FE5DB7" w:rsidP="008D436B">
      <w:pPr>
        <w:ind w:firstLine="426"/>
      </w:pPr>
      <w:r>
        <w:t>s</w:t>
      </w:r>
      <w:r w:rsidR="008D436B" w:rsidRPr="006B0BFC">
        <w:t>)</w:t>
      </w:r>
      <w:r w:rsidR="008D436B" w:rsidRPr="006B0BFC">
        <w:tab/>
      </w:r>
      <w:r w:rsidR="008D436B" w:rsidRPr="006B0BFC">
        <w:rPr>
          <w:b/>
          <w:bCs/>
        </w:rPr>
        <w:t xml:space="preserve">Položka </w:t>
      </w:r>
      <w:r w:rsidR="008D436B">
        <w:rPr>
          <w:b/>
          <w:bCs/>
        </w:rPr>
        <w:t>1</w:t>
      </w:r>
      <w:r>
        <w:rPr>
          <w:b/>
          <w:bCs/>
        </w:rPr>
        <w:t>9</w:t>
      </w:r>
      <w:r w:rsidR="008D436B" w:rsidRPr="006B0BFC">
        <w:t xml:space="preserve"> – Jeden (1) server pro zálohování virtualizační farmy „KB TDS / </w:t>
      </w:r>
      <w:r w:rsidR="002F296B">
        <w:t>Brno</w:t>
      </w:r>
      <w:r w:rsidR="008D436B" w:rsidRPr="006B0BFC">
        <w:t>“ v konfiguraci:</w:t>
      </w:r>
    </w:p>
    <w:p w14:paraId="4FE6A42C" w14:textId="77777777" w:rsidR="008D436B" w:rsidRPr="006B0BFC" w:rsidRDefault="008D436B" w:rsidP="008D436B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8D436B" w:rsidRPr="006B0BFC" w14:paraId="1EE03472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5E351914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36100017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8D436B" w:rsidRPr="006B0BFC" w14:paraId="3BCC784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A48B4D6" w14:textId="63BFEFCA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="0022397A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0 cm</w:t>
            </w:r>
          </w:p>
        </w:tc>
        <w:tc>
          <w:tcPr>
            <w:tcW w:w="3288" w:type="dxa"/>
          </w:tcPr>
          <w:p w14:paraId="724E2ACA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131920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2FF19F" w14:textId="02C60D12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D05670">
              <w:rPr>
                <w:rFonts w:cstheme="minorHAnsi"/>
                <w:b/>
                <w:bCs/>
                <w:sz w:val="18"/>
              </w:rPr>
              <w:t xml:space="preserve">4 </w:t>
            </w:r>
            <w:r w:rsidRPr="006B0BFC">
              <w:rPr>
                <w:rFonts w:cstheme="minorHAnsi"/>
                <w:b/>
                <w:bCs/>
                <w:sz w:val="18"/>
              </w:rPr>
              <w:t>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D05670">
              <w:rPr>
                <w:rFonts w:cstheme="minorHAnsi"/>
                <w:sz w:val="18"/>
              </w:rPr>
              <w:t>178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00553DD4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FE9307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5BD0B16" w14:textId="28877978" w:rsidR="008D436B" w:rsidRPr="006B0BFC" w:rsidRDefault="00D05670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8D436B" w:rsidRPr="006B0BFC">
              <w:rPr>
                <w:rFonts w:cstheme="minorHAnsi"/>
                <w:b/>
                <w:bCs/>
                <w:sz w:val="18"/>
              </w:rPr>
              <w:t>x CPU</w:t>
            </w:r>
            <w:r w:rsidR="008D436B" w:rsidRPr="006B0BFC">
              <w:rPr>
                <w:rFonts w:cstheme="minorHAnsi"/>
                <w:sz w:val="18"/>
              </w:rPr>
              <w:t xml:space="preserve">, </w:t>
            </w:r>
            <w:r>
              <w:rPr>
                <w:rFonts w:cstheme="minorHAnsi"/>
                <w:sz w:val="18"/>
              </w:rPr>
              <w:t xml:space="preserve">každý </w:t>
            </w:r>
            <w:r w:rsidR="008D436B" w:rsidRPr="006B0BFC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16</w:t>
            </w:r>
            <w:r w:rsidR="008D436B"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8D436B"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32</w:t>
            </w:r>
            <w:r w:rsidR="008D436B" w:rsidRPr="006B0BFC">
              <w:rPr>
                <w:rFonts w:cstheme="minorHAnsi"/>
                <w:sz w:val="18"/>
              </w:rPr>
              <w:t xml:space="preserve"> vláken) se základní frekvencí minimálně 2.0 GHz a se spotřebou maximálně </w:t>
            </w:r>
            <w:r>
              <w:rPr>
                <w:rFonts w:cstheme="minorHAnsi"/>
                <w:sz w:val="18"/>
              </w:rPr>
              <w:t>230</w:t>
            </w:r>
            <w:r w:rsidR="008D436B" w:rsidRPr="006B0BFC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005F37B8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B6EFBC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F4F59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437D5D3E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21ABAD5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BCC1A1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128 </w:t>
            </w:r>
            <w:r w:rsidRPr="006B0BFC">
              <w:rPr>
                <w:b/>
                <w:sz w:val="18"/>
                <w:lang w:eastAsia="cs-CZ"/>
              </w:rPr>
              <w:t>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64 GB, rozšiřitelná minimálně do 512 GB jen přidáním dalších paměťových modulů</w:t>
            </w:r>
          </w:p>
        </w:tc>
        <w:tc>
          <w:tcPr>
            <w:tcW w:w="3288" w:type="dxa"/>
          </w:tcPr>
          <w:p w14:paraId="035CFEE8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764E3F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2260978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</w:t>
            </w:r>
          </w:p>
        </w:tc>
        <w:tc>
          <w:tcPr>
            <w:tcW w:w="3288" w:type="dxa"/>
          </w:tcPr>
          <w:p w14:paraId="18462E24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9141AF" w:rsidRPr="00E75C72" w14:paraId="2E5F12F3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4D523D" w14:textId="77777777" w:rsidR="009141AF" w:rsidRPr="00E75C72" w:rsidRDefault="009141AF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Lokální úložiště pro databázi záloh v serveru</w:t>
            </w:r>
          </w:p>
          <w:p w14:paraId="5558F315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8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50724F75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16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4C5F2BBF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7A1E1BF8" w14:textId="6445176C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lastRenderedPageBreak/>
              <w:t xml:space="preserve">Použití výhradně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84237">
              <w:rPr>
                <w:rFonts w:cstheme="minorHAnsi"/>
                <w:sz w:val="18"/>
                <w:szCs w:val="22"/>
              </w:rPr>
              <w:t>4</w:t>
            </w:r>
            <w:r w:rsidRPr="00E75C72">
              <w:rPr>
                <w:rFonts w:cstheme="minorHAnsi"/>
                <w:sz w:val="18"/>
                <w:szCs w:val="22"/>
              </w:rPr>
              <w:t> TB.</w:t>
            </w:r>
          </w:p>
        </w:tc>
        <w:tc>
          <w:tcPr>
            <w:tcW w:w="3288" w:type="dxa"/>
          </w:tcPr>
          <w:p w14:paraId="7023F446" w14:textId="77777777" w:rsidR="009141AF" w:rsidRPr="00E75C72" w:rsidRDefault="009141AF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C64F63" w:rsidRPr="00E75C72" w14:paraId="2ECD7F8C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178D947" w14:textId="77777777" w:rsidR="00C64F63" w:rsidRPr="00E75C72" w:rsidRDefault="00C64F63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Lokální úložiště </w:t>
            </w:r>
            <w:r>
              <w:rPr>
                <w:rFonts w:cstheme="minorHAnsi"/>
                <w:sz w:val="18"/>
              </w:rPr>
              <w:t>pro</w:t>
            </w:r>
            <w:r w:rsidRPr="00E75C72">
              <w:rPr>
                <w:rFonts w:cstheme="minorHAnsi"/>
                <w:sz w:val="18"/>
              </w:rPr>
              <w:t xml:space="preserve"> záloh</w:t>
            </w:r>
            <w:r>
              <w:rPr>
                <w:rFonts w:cstheme="minorHAnsi"/>
                <w:sz w:val="18"/>
              </w:rPr>
              <w:t>y</w:t>
            </w:r>
            <w:r w:rsidRPr="00E75C72">
              <w:rPr>
                <w:rFonts w:cstheme="minorHAnsi"/>
                <w:sz w:val="18"/>
              </w:rPr>
              <w:t xml:space="preserve"> v serveru</w:t>
            </w:r>
          </w:p>
          <w:p w14:paraId="0434356A" w14:textId="77777777" w:rsidR="00C64F63" w:rsidRPr="00E75C72" w:rsidRDefault="00C64F63" w:rsidP="00C64F63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50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61F1D4F5" w14:textId="77777777" w:rsidR="00C64F63" w:rsidRPr="00E75C72" w:rsidRDefault="00C64F63" w:rsidP="00C64F63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>Umožňuje rozšíření minimálně na 1</w:t>
            </w:r>
            <w:r>
              <w:rPr>
                <w:rFonts w:cstheme="minorHAnsi"/>
                <w:sz w:val="18"/>
                <w:szCs w:val="22"/>
              </w:rPr>
              <w:t>00</w:t>
            </w:r>
            <w:r w:rsidRPr="00E75C72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1583B6B7" w14:textId="77777777" w:rsidR="00C64F63" w:rsidRPr="00E75C72" w:rsidRDefault="00C64F63" w:rsidP="00C64F63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790539AF" w14:textId="1F8CD428" w:rsidR="00C64F63" w:rsidRPr="00E75C72" w:rsidRDefault="00C64F63" w:rsidP="00C64F63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</w:t>
            </w:r>
            <w:r>
              <w:rPr>
                <w:rFonts w:cstheme="minorHAnsi"/>
                <w:sz w:val="18"/>
                <w:szCs w:val="22"/>
              </w:rPr>
              <w:t>NL-SAS disků</w:t>
            </w:r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84237">
              <w:rPr>
                <w:rFonts w:cstheme="minorHAnsi"/>
                <w:sz w:val="18"/>
                <w:szCs w:val="22"/>
              </w:rPr>
              <w:t>10</w:t>
            </w:r>
            <w:r w:rsidRPr="00E75C72">
              <w:rPr>
                <w:rFonts w:cstheme="minorHAnsi"/>
                <w:sz w:val="18"/>
                <w:szCs w:val="22"/>
              </w:rPr>
              <w:t> TB</w:t>
            </w:r>
            <w:r w:rsidRPr="004B1F8F">
              <w:rPr>
                <w:rFonts w:cstheme="minorHAnsi"/>
                <w:sz w:val="18"/>
                <w:szCs w:val="22"/>
              </w:rPr>
              <w:t>, které nepoužívají technologii SMR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5882D90C" w14:textId="77777777" w:rsidR="00C64F63" w:rsidRPr="00E75C72" w:rsidRDefault="00C64F63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3FB007A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D7D2FB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D140A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>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75C5C8AA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2F461E3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22B96E" w14:textId="77777777" w:rsidR="008D436B" w:rsidRPr="006B0BFC" w:rsidRDefault="008D436B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5230A566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AF8C30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02B804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735A5195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18D529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5FC8B9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49A45CEA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EA69A4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5A5BBE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2255E7D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C4F0AA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87990D4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 bez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5AB5D23B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4ED50D8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F57C397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74F7506B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CF4BBA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E751390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4C7C7080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6BCB963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CF2D97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2E14B75F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6469F7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4ED2F5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77000181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0D07B5B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6127FE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Integrační pluginy pro monitoring zdravotního stavu a správu HW přímo z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20483436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2B21F8F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D1F202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403E2519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9BCFF6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159D1A2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7DCC17E1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760CF12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9E3B21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0B4F2361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1E297C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98CE08A" w14:textId="77777777" w:rsidR="008D436B" w:rsidRPr="006B0BFC" w:rsidRDefault="008D436B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5C8F0EA2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77314A65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38FFF3F6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4E3EF42A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6029DA41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40A6D823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5BBE9F77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3AF86F86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67DB329B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5F3156B9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02D8DF10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54F212D9" w14:textId="77777777" w:rsidR="008D436B" w:rsidRPr="006B0BFC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0A76A566" w14:textId="77777777" w:rsidR="008D436B" w:rsidRDefault="008D436B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65C9E4DA" w14:textId="1428647F" w:rsidR="005A180F" w:rsidRPr="006B0BFC" w:rsidRDefault="005A180F" w:rsidP="008D436B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0D5D5DC2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8D436B" w:rsidRPr="006B0BFC" w14:paraId="29DC3C9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E6290C" w14:textId="77777777" w:rsidR="008D436B" w:rsidRPr="006B0BFC" w:rsidRDefault="008D436B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24C1BD8D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37919E5E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68755550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7856BDBE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32BA2081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297DBFB8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5830BAED" w14:textId="77777777" w:rsidR="008D436B" w:rsidRPr="006B0BFC" w:rsidRDefault="008D436B" w:rsidP="008D436B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60800211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5388921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10C39DB" w14:textId="77777777" w:rsidR="008D436B" w:rsidRPr="006B0BFC" w:rsidRDefault="008D436B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4D143C5B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1C5C58F0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1DCCA104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4E49E846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0460ACC2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0BD05477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5244FF5E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3C05A472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3F828773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0D931F0C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601AC1C9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7D891F39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107FBA6E" w14:textId="77777777" w:rsidR="008D436B" w:rsidRPr="006B0BFC" w:rsidRDefault="008D436B" w:rsidP="008D436B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0F1FD705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1B07956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5A3E53" w14:textId="77777777" w:rsidR="008D436B" w:rsidRPr="006B0BFC" w:rsidRDefault="008D436B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5615BD2F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D436B" w:rsidRPr="006B0BFC" w14:paraId="7DDF257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FB8EC0" w14:textId="77777777" w:rsidR="008D436B" w:rsidRPr="006B0BFC" w:rsidRDefault="008D436B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9A018AB" w14:textId="77777777" w:rsidR="008D436B" w:rsidRPr="006B0BFC" w:rsidRDefault="008D436B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74AC71A2" w14:textId="77777777" w:rsidR="008D436B" w:rsidRPr="006B0BFC" w:rsidRDefault="008D436B" w:rsidP="008D436B">
      <w:pPr>
        <w:spacing w:after="160" w:line="259" w:lineRule="auto"/>
      </w:pPr>
    </w:p>
    <w:p w14:paraId="1690515C" w14:textId="3BD2DE82" w:rsidR="008D436B" w:rsidRPr="006B0BFC" w:rsidRDefault="008D436B" w:rsidP="008D436B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1</w:t>
      </w:r>
      <w:r w:rsidR="00FE5DB7">
        <w:rPr>
          <w:b/>
          <w:bCs/>
        </w:rPr>
        <w:t>9</w:t>
      </w:r>
      <w:r w:rsidRPr="006B0BFC">
        <w:t xml:space="preserve"> je místem plnění </w:t>
      </w:r>
      <w:r w:rsidR="00A82159" w:rsidRPr="00A82159">
        <w:rPr>
          <w:b/>
          <w:bCs/>
        </w:rPr>
        <w:t>OŘ Brno, Kounicova 26, Brno</w:t>
      </w:r>
      <w:r w:rsidRPr="006B0BFC">
        <w:t>.</w:t>
      </w:r>
    </w:p>
    <w:p w14:paraId="398DF37D" w14:textId="77777777" w:rsidR="008D436B" w:rsidRDefault="008D436B" w:rsidP="008D436B">
      <w:pPr>
        <w:ind w:firstLine="426"/>
      </w:pPr>
    </w:p>
    <w:p w14:paraId="1F1CBCF0" w14:textId="77777777" w:rsidR="00E43144" w:rsidRPr="00EA4E74" w:rsidRDefault="00E43144" w:rsidP="00E43144">
      <w:pPr>
        <w:spacing w:after="160" w:line="259" w:lineRule="auto"/>
      </w:pPr>
    </w:p>
    <w:p w14:paraId="2C890C9E" w14:textId="7BC60315" w:rsidR="00E43144" w:rsidRPr="006B0BFC" w:rsidRDefault="00FE5DB7" w:rsidP="00E43144">
      <w:pPr>
        <w:ind w:firstLine="426"/>
      </w:pPr>
      <w:r>
        <w:t>t</w:t>
      </w:r>
      <w:r w:rsidR="00E43144" w:rsidRPr="006B0BFC">
        <w:t>)</w:t>
      </w:r>
      <w:r w:rsidR="00E43144" w:rsidRPr="006B0BFC">
        <w:tab/>
      </w:r>
      <w:r w:rsidR="00E43144" w:rsidRPr="006B0BFC">
        <w:rPr>
          <w:b/>
          <w:bCs/>
        </w:rPr>
        <w:t xml:space="preserve">Položka </w:t>
      </w:r>
      <w:r>
        <w:rPr>
          <w:b/>
          <w:bCs/>
        </w:rPr>
        <w:t>20</w:t>
      </w:r>
      <w:r w:rsidR="00E43144" w:rsidRPr="006B0BFC">
        <w:t xml:space="preserve"> – </w:t>
      </w:r>
      <w:r w:rsidR="00E43144">
        <w:t>Čtyři</w:t>
      </w:r>
      <w:r w:rsidR="00E43144" w:rsidRPr="006B0BFC">
        <w:t xml:space="preserve"> (</w:t>
      </w:r>
      <w:r w:rsidR="00E43144">
        <w:t>4</w:t>
      </w:r>
      <w:r w:rsidR="00E43144" w:rsidRPr="006B0BFC">
        <w:t>) serverov</w:t>
      </w:r>
      <w:r w:rsidR="00E43144">
        <w:t>é</w:t>
      </w:r>
      <w:r w:rsidR="00E43144" w:rsidRPr="006B0BFC">
        <w:t xml:space="preserve"> nod</w:t>
      </w:r>
      <w:r w:rsidR="00E43144">
        <w:t>y</w:t>
      </w:r>
      <w:r w:rsidR="00E43144" w:rsidRPr="006B0BFC">
        <w:t xml:space="preserve"> pro virtualizační farmu „KB TDS / </w:t>
      </w:r>
      <w:r w:rsidR="001876D7">
        <w:t>Ústí nad Labem</w:t>
      </w:r>
      <w:r w:rsidR="00E43144" w:rsidRPr="006B0BFC">
        <w:t>“ v konfiguraci:</w:t>
      </w:r>
    </w:p>
    <w:p w14:paraId="20B5E38A" w14:textId="77777777" w:rsidR="00E43144" w:rsidRPr="006B0BFC" w:rsidRDefault="00E43144" w:rsidP="00E43144"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43144" w:rsidRPr="006B0BFC" w14:paraId="47BA94AD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CE6EC50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4204A85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43144" w:rsidRPr="006B0BFC" w14:paraId="40881A0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E69BD8" w14:textId="62774A1B" w:rsidR="00E43144" w:rsidRPr="006B0BFC" w:rsidRDefault="00D015B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4</w:t>
            </w:r>
            <w:r w:rsidR="00E43144" w:rsidRPr="006B0BFC">
              <w:rPr>
                <w:rFonts w:cstheme="minorHAnsi"/>
                <w:sz w:val="18"/>
              </w:rPr>
              <w:t xml:space="preserve"> serverov</w:t>
            </w:r>
            <w:r>
              <w:rPr>
                <w:rFonts w:cstheme="minorHAnsi"/>
                <w:sz w:val="18"/>
              </w:rPr>
              <w:t>é</w:t>
            </w:r>
            <w:r w:rsidR="00E43144" w:rsidRPr="006B0BFC">
              <w:rPr>
                <w:rFonts w:cstheme="minorHAnsi"/>
                <w:sz w:val="18"/>
              </w:rPr>
              <w:t xml:space="preserve"> nod</w:t>
            </w:r>
            <w:r>
              <w:rPr>
                <w:rFonts w:cstheme="minorHAnsi"/>
                <w:sz w:val="18"/>
              </w:rPr>
              <w:t>y</w:t>
            </w:r>
            <w:r w:rsidR="00E43144" w:rsidRPr="006B0BFC">
              <w:rPr>
                <w:rFonts w:cstheme="minorHAnsi"/>
                <w:sz w:val="18"/>
              </w:rPr>
              <w:t xml:space="preserve"> se zcela totožnou konfigurací</w:t>
            </w:r>
          </w:p>
        </w:tc>
        <w:tc>
          <w:tcPr>
            <w:tcW w:w="3288" w:type="dxa"/>
          </w:tcPr>
          <w:p w14:paraId="38F595FF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6BD738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05B2F79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Pr="006B0BFC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0538FFE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15BCC8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D0576CD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Pr="006B0BFC">
              <w:rPr>
                <w:rFonts w:cstheme="minorHAnsi"/>
                <w:b/>
                <w:bCs/>
                <w:sz w:val="18"/>
              </w:rPr>
              <w:t>2 RU</w:t>
            </w:r>
            <w:r w:rsidRPr="006B0BFC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35AB8D6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9419B2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C34944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CPU</w:t>
            </w:r>
            <w:r w:rsidRPr="006B0BFC">
              <w:rPr>
                <w:rFonts w:cstheme="minorHAnsi"/>
                <w:sz w:val="18"/>
              </w:rPr>
              <w:t xml:space="preserve">, každý minimálně </w:t>
            </w:r>
            <w:r w:rsidRPr="001F2B7B">
              <w:rPr>
                <w:rFonts w:cstheme="minorHAnsi"/>
                <w:b/>
                <w:bCs/>
                <w:sz w:val="18"/>
              </w:rPr>
              <w:t>28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56</w:t>
            </w:r>
            <w:r w:rsidRPr="006B0BFC">
              <w:rPr>
                <w:rFonts w:cstheme="minorHAnsi"/>
                <w:sz w:val="18"/>
              </w:rPr>
              <w:t xml:space="preserve"> vláken) se základní frekvencí minimálně 2.0 GHz a se spotřebou maximálně 230 W</w:t>
            </w:r>
          </w:p>
        </w:tc>
        <w:tc>
          <w:tcPr>
            <w:tcW w:w="3288" w:type="dxa"/>
          </w:tcPr>
          <w:p w14:paraId="23DE7BD7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46B2A2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EB16C4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59D53BF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4E3322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3C304A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sz w:val="18"/>
                <w:lang w:eastAsia="cs-CZ"/>
              </w:rPr>
              <w:t>384 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128 GB, rozšiřitelná minimálně do 1024 GB jen přidáním dalších paměťových modulů</w:t>
            </w:r>
          </w:p>
        </w:tc>
        <w:tc>
          <w:tcPr>
            <w:tcW w:w="3288" w:type="dxa"/>
          </w:tcPr>
          <w:p w14:paraId="66159432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D8D4BB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08FDC0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 nebo virtualizační platformy (hypervisor)</w:t>
            </w:r>
          </w:p>
        </w:tc>
        <w:tc>
          <w:tcPr>
            <w:tcW w:w="3288" w:type="dxa"/>
          </w:tcPr>
          <w:p w14:paraId="22FBB64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3891124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9E779C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>8x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7A5F6420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053499D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76913F" w14:textId="77777777" w:rsidR="00E43144" w:rsidRPr="006B0BFC" w:rsidRDefault="00E43144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4FAEEFD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0200DC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DFDF165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22227CF2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3F4EF8B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8BE7307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4x 32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SFP </w:t>
            </w:r>
            <w:proofErr w:type="spellStart"/>
            <w:r w:rsidRPr="006B0BFC">
              <w:rPr>
                <w:rFonts w:cstheme="minorHAnsi"/>
                <w:sz w:val="18"/>
              </w:rPr>
              <w:t>FibreChannel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0D4F8932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8ECF27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3A93FA1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1EFADC9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4C67629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51F34EB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93E0C37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E34801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53DEEB5" w14:textId="15194023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Výsuvné ližiny do rackové skříně </w:t>
            </w:r>
            <w:r w:rsidR="00EF4E33">
              <w:rPr>
                <w:sz w:val="18"/>
                <w:lang w:eastAsia="cs-CZ"/>
              </w:rPr>
              <w:t>s</w:t>
            </w:r>
            <w:r w:rsidRPr="006B0BFC">
              <w:rPr>
                <w:sz w:val="18"/>
                <w:lang w:eastAsia="cs-CZ"/>
              </w:rPr>
              <w:t xml:space="preserve">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3FB63E8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F80341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21DC46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110C4A0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213B43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5B8936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16ABA63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BB6C8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8F66D76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00D237E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0C43E7C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E2914A0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190913A9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CFEB88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208029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>Integrační pluginy pro monitoring zdravotního stavu a správu HW přímo z 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vCenter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0DE172D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704A69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FA15DD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7F25C507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061EA2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877AAE0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61E319CE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7A3750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7608661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3D0FF129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98E3EF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CD8428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1B53BA9D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762AE8D5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67331E60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2F213167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2770FECE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34EBFC21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5C3448EA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5CDE2B6C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5234B616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4B3A3A64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13DEE459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68EAF1E3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6CF4EBD5" w14:textId="77777777" w:rsidR="00E43144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184E7D37" w14:textId="3B00949E" w:rsidR="005A180F" w:rsidRPr="006B0BFC" w:rsidRDefault="005A180F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5A180F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5A180F">
              <w:rPr>
                <w:rFonts w:cstheme="minorHAnsi"/>
                <w:sz w:val="18"/>
              </w:rPr>
              <w:t>Syslog</w:t>
            </w:r>
            <w:proofErr w:type="spellEnd"/>
            <w:r w:rsidRPr="005A180F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1626621A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9B72BA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1132496" w14:textId="77777777" w:rsidR="00E43144" w:rsidRPr="006B0BFC" w:rsidRDefault="00E43144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166F5C92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493F0ADB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129047C8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441E7D6D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60BE9A29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0B2CEF63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55E8704C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5128EA7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BC34B4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11578A" w14:textId="77777777" w:rsidR="00E43144" w:rsidRPr="006B0BFC" w:rsidRDefault="00E43144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7B582EBB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Napojení na již provozované řešení centralizované vzdálené správy bez nutnosti pořizovat, instalovat či provozovat jakýkoliv </w:t>
            </w:r>
            <w:r w:rsidRPr="006B0BFC">
              <w:rPr>
                <w:rFonts w:cstheme="minorHAnsi"/>
                <w:sz w:val="18"/>
              </w:rPr>
              <w:lastRenderedPageBreak/>
              <w:t>další software, hardware nebo appliance třetích stran.</w:t>
            </w:r>
          </w:p>
          <w:p w14:paraId="0105C7D4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55CFC849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1F43822C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7BE59544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319C5641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55A5BB87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5218018F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7E00AAC7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7AA4A0B5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18B628E2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1F4B1396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1E3B1EC9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5D18CED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E43144" w:rsidRPr="006B0BFC" w14:paraId="0258BB5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2B6F02" w14:textId="77777777" w:rsidR="00E43144" w:rsidRPr="006B0BFC" w:rsidRDefault="00E43144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534E6A81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4A5E2E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117E8B3" w14:textId="77777777" w:rsidR="00E43144" w:rsidRPr="006B0BFC" w:rsidRDefault="00E43144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D46EAAE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D994E0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FEEC59" w14:textId="77777777" w:rsidR="00E43144" w:rsidRPr="006B0BFC" w:rsidRDefault="00E43144" w:rsidP="003746AB">
            <w:pPr>
              <w:rPr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(</w:t>
            </w:r>
            <w:r w:rsidRPr="006B0BFC">
              <w:rPr>
                <w:b/>
                <w:bCs/>
                <w:sz w:val="18"/>
                <w:lang w:eastAsia="cs-CZ"/>
              </w:rPr>
              <w:t>SFP FC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 xml:space="preserve">32Gbps, SW,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>, LC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0BDD4CB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2D526989" w14:textId="77777777" w:rsidR="00E43144" w:rsidRPr="006B0BFC" w:rsidRDefault="00E43144" w:rsidP="00E43144">
      <w:pPr>
        <w:spacing w:after="160" w:line="259" w:lineRule="auto"/>
      </w:pPr>
    </w:p>
    <w:p w14:paraId="4DA77945" w14:textId="2AED4F4B" w:rsidR="00E43144" w:rsidRPr="006B0BFC" w:rsidRDefault="00E43144" w:rsidP="00E43144">
      <w:pPr>
        <w:spacing w:after="160" w:line="259" w:lineRule="auto"/>
      </w:pPr>
      <w:r w:rsidRPr="006B0BFC">
        <w:t xml:space="preserve">Pro </w:t>
      </w:r>
      <w:r>
        <w:t>4</w:t>
      </w:r>
      <w:r w:rsidRPr="006B0BFC">
        <w:t xml:space="preserve"> serverov</w:t>
      </w:r>
      <w:r>
        <w:t>é</w:t>
      </w:r>
      <w:r w:rsidRPr="006B0BFC">
        <w:t xml:space="preserve"> nod</w:t>
      </w:r>
      <w:r>
        <w:t>y</w:t>
      </w:r>
      <w:r w:rsidRPr="006B0BFC">
        <w:t xml:space="preserve"> v rámci </w:t>
      </w:r>
      <w:r w:rsidRPr="006B0BFC">
        <w:rPr>
          <w:b/>
          <w:bCs/>
        </w:rPr>
        <w:t xml:space="preserve">Položky </w:t>
      </w:r>
      <w:r w:rsidR="00FE5DB7">
        <w:rPr>
          <w:b/>
          <w:bCs/>
        </w:rPr>
        <w:t>20</w:t>
      </w:r>
      <w:r w:rsidRPr="006B0BFC">
        <w:t xml:space="preserve"> je místem plnění </w:t>
      </w:r>
      <w:r w:rsidR="007D63D9" w:rsidRPr="007D63D9">
        <w:rPr>
          <w:b/>
          <w:bCs/>
        </w:rPr>
        <w:t>Ústí nad Lab</w:t>
      </w:r>
      <w:r w:rsidR="007D63D9">
        <w:rPr>
          <w:b/>
          <w:bCs/>
        </w:rPr>
        <w:t>e</w:t>
      </w:r>
      <w:r w:rsidR="007D63D9" w:rsidRPr="007D63D9">
        <w:rPr>
          <w:b/>
          <w:bCs/>
        </w:rPr>
        <w:t>m</w:t>
      </w:r>
      <w:r w:rsidR="007D63D9">
        <w:rPr>
          <w:b/>
          <w:bCs/>
        </w:rPr>
        <w:t xml:space="preserve"> – Západ Stavědlo 1, Drážní, Ústí nad Labem</w:t>
      </w:r>
      <w:r w:rsidRPr="006B0BFC">
        <w:t>.</w:t>
      </w:r>
    </w:p>
    <w:p w14:paraId="2CE4375D" w14:textId="77777777" w:rsidR="00EA4E74" w:rsidRPr="006B0BFC" w:rsidRDefault="00EA4E74" w:rsidP="00E43144">
      <w:pPr>
        <w:spacing w:after="160" w:line="259" w:lineRule="auto"/>
      </w:pPr>
    </w:p>
    <w:p w14:paraId="4A2CC8D2" w14:textId="17974F0E" w:rsidR="00E43144" w:rsidRPr="006B0BFC" w:rsidRDefault="00FE5DB7" w:rsidP="00E43144">
      <w:pPr>
        <w:ind w:firstLine="426"/>
      </w:pPr>
      <w:r>
        <w:t>u</w:t>
      </w:r>
      <w:r w:rsidR="00E43144" w:rsidRPr="006B0BFC">
        <w:t>)</w:t>
      </w:r>
      <w:r w:rsidR="00E43144">
        <w:t xml:space="preserve"> </w:t>
      </w:r>
      <w:r w:rsidR="00E43144" w:rsidRPr="006B0BFC">
        <w:rPr>
          <w:b/>
          <w:bCs/>
        </w:rPr>
        <w:t xml:space="preserve">Položka </w:t>
      </w:r>
      <w:r>
        <w:rPr>
          <w:b/>
          <w:bCs/>
        </w:rPr>
        <w:t>21</w:t>
      </w:r>
      <w:r w:rsidR="00E43144" w:rsidRPr="006B0BFC">
        <w:t xml:space="preserve"> – Úložiště SAN pro virtualizační farmu „KB TDS / </w:t>
      </w:r>
      <w:r w:rsidR="006D760E">
        <w:t>Ústí nad Labem</w:t>
      </w:r>
      <w:r w:rsidR="00E43144" w:rsidRPr="006B0BFC">
        <w:t>“ v</w:t>
      </w:r>
      <w:r w:rsidR="009B028C">
        <w:t> </w:t>
      </w:r>
      <w:r w:rsidR="00E43144" w:rsidRPr="006B0BFC">
        <w:t>konfiguraci:</w:t>
      </w:r>
    </w:p>
    <w:p w14:paraId="3320F88E" w14:textId="77777777" w:rsidR="00E43144" w:rsidRPr="006B0BFC" w:rsidRDefault="00E43144" w:rsidP="00E43144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43144" w:rsidRPr="006B0BFC" w14:paraId="092C51FE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12EC3861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0B3B9E1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43144" w:rsidRPr="006B0BFC" w14:paraId="1BB7823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4521FE5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Pr="006B0BFC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5D9E448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9DF48C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A0BB1BA" w14:textId="7AB9BA8F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D05670">
              <w:rPr>
                <w:rFonts w:cstheme="minorHAnsi"/>
                <w:b/>
                <w:bCs/>
                <w:sz w:val="18"/>
              </w:rPr>
              <w:t>7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D05670">
              <w:rPr>
                <w:rFonts w:cstheme="minorHAnsi"/>
                <w:sz w:val="18"/>
              </w:rPr>
              <w:t>312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5DAE116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47F774A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5F8E83F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6B0BFC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6B0BFC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38F2717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228C5" w:rsidRPr="0050706D" w14:paraId="6CB56FD2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FFCEF45" w14:textId="77777777" w:rsidR="008228C5" w:rsidRDefault="008228C5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SAN úložiště</w:t>
            </w:r>
          </w:p>
          <w:p w14:paraId="1574057B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</w:t>
            </w:r>
            <w:proofErr w:type="spellStart"/>
            <w:r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35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1F030A3D" w14:textId="62A09F9E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</w:t>
            </w:r>
            <w:r w:rsidR="0083605F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0</w:t>
            </w:r>
            <w:r w:rsidRPr="00A132AC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52AC95BC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294666">
              <w:rPr>
                <w:rFonts w:cstheme="minorHAnsi"/>
                <w:sz w:val="18"/>
                <w:szCs w:val="22"/>
              </w:rPr>
              <w:t xml:space="preserve"> (výpadek dvou disků)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41F92364" w14:textId="77777777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F43FF9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>
              <w:rPr>
                <w:rFonts w:cstheme="minorHAnsi"/>
                <w:sz w:val="18"/>
                <w:szCs w:val="22"/>
              </w:rPr>
              <w:t>10 </w:t>
            </w:r>
            <w:r w:rsidRPr="00A132AC">
              <w:rPr>
                <w:rFonts w:cstheme="minorHAnsi"/>
                <w:sz w:val="18"/>
                <w:szCs w:val="22"/>
              </w:rPr>
              <w:t>TB.</w:t>
            </w:r>
          </w:p>
        </w:tc>
        <w:tc>
          <w:tcPr>
            <w:tcW w:w="3288" w:type="dxa"/>
          </w:tcPr>
          <w:p w14:paraId="0DCF81DB" w14:textId="77777777" w:rsidR="008228C5" w:rsidRPr="00927BA6" w:rsidRDefault="008228C5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4CDF21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34E2D5E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053731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x 32 Gbps</w:t>
            </w:r>
            <w:r w:rsidRPr="006B0BFC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092F4099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61156C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BCC50C4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 xml:space="preserve">Minimálně jeden 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084339E9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59C6D2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3B7799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1000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E67F7D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9211DD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13DD16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3E157B1F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B95761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682A92E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3DA12F0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C76870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E0D8DA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4FEC0487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740A2F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A263B01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07B2890E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0301427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5B7F4FB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6D3E1D91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2047A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5F42DE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7B95199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FF8648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CEBCAD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6290D8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430753E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7359E9B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 reklamaci</w:t>
            </w:r>
          </w:p>
        </w:tc>
        <w:tc>
          <w:tcPr>
            <w:tcW w:w="3288" w:type="dxa"/>
          </w:tcPr>
          <w:p w14:paraId="3F127B0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44D96A2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B2B7967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DDD10C7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070FB9" w:rsidRPr="006B0BFC" w14:paraId="67E2079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CA150F" w14:textId="4F82835F" w:rsidR="00070FB9" w:rsidRPr="006B0BFC" w:rsidRDefault="00070FB9" w:rsidP="00070FB9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5A96D7CF" w14:textId="77777777" w:rsidR="00070FB9" w:rsidRPr="006B0BFC" w:rsidRDefault="00070FB9" w:rsidP="00070FB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654A6BE5" w14:textId="77777777" w:rsidR="00E43144" w:rsidRPr="006B0BFC" w:rsidRDefault="00E43144" w:rsidP="00E43144">
      <w:pPr>
        <w:spacing w:after="160" w:line="259" w:lineRule="auto"/>
      </w:pPr>
    </w:p>
    <w:p w14:paraId="731A1EEF" w14:textId="73E18ADB" w:rsidR="00E43144" w:rsidRPr="006B0BFC" w:rsidRDefault="00E43144" w:rsidP="00E43144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 w:rsidR="00FE5DB7">
        <w:rPr>
          <w:b/>
          <w:bCs/>
        </w:rPr>
        <w:t>21</w:t>
      </w:r>
      <w:r w:rsidRPr="006B0BFC">
        <w:t xml:space="preserve"> je místem plnění </w:t>
      </w:r>
      <w:r w:rsidR="007D63D9" w:rsidRPr="007D63D9">
        <w:rPr>
          <w:b/>
          <w:bCs/>
        </w:rPr>
        <w:t>Ústí nad Labem – Západ Stavědlo 1, Drážní, Ústí nad Labem</w:t>
      </w:r>
      <w:r w:rsidRPr="006B0BFC">
        <w:t>.</w:t>
      </w:r>
    </w:p>
    <w:p w14:paraId="4C21A27F" w14:textId="77777777" w:rsidR="00E43144" w:rsidRPr="006B0BFC" w:rsidRDefault="00E43144" w:rsidP="00E43144">
      <w:pPr>
        <w:ind w:firstLine="426"/>
      </w:pPr>
    </w:p>
    <w:p w14:paraId="4163BCBA" w14:textId="1B4AB692" w:rsidR="00E43144" w:rsidRPr="006B0BFC" w:rsidRDefault="00FE5DB7" w:rsidP="00E43144">
      <w:pPr>
        <w:ind w:firstLine="426"/>
      </w:pPr>
      <w:r>
        <w:t>v</w:t>
      </w:r>
      <w:r w:rsidR="00E43144" w:rsidRPr="006B0BFC">
        <w:t>)</w:t>
      </w:r>
      <w:r w:rsidR="00E43144" w:rsidRPr="006B0BFC">
        <w:tab/>
      </w:r>
      <w:r w:rsidR="00E43144" w:rsidRPr="006B0BFC">
        <w:rPr>
          <w:b/>
          <w:bCs/>
        </w:rPr>
        <w:t xml:space="preserve">Položka </w:t>
      </w:r>
      <w:r w:rsidR="001876D7">
        <w:rPr>
          <w:b/>
          <w:bCs/>
        </w:rPr>
        <w:t>2</w:t>
      </w:r>
      <w:r>
        <w:rPr>
          <w:b/>
          <w:bCs/>
        </w:rPr>
        <w:t>2</w:t>
      </w:r>
      <w:r w:rsidR="00E43144" w:rsidRPr="006B0BFC">
        <w:t xml:space="preserve"> – Jeden (1) server pro zálohování virtualizační farmy „KB TDS / </w:t>
      </w:r>
      <w:r w:rsidR="001876D7">
        <w:t>Ústí nad Labem</w:t>
      </w:r>
      <w:r w:rsidR="00E43144" w:rsidRPr="006B0BFC">
        <w:t>“ v konfiguraci:</w:t>
      </w:r>
    </w:p>
    <w:p w14:paraId="2A4BF633" w14:textId="77777777" w:rsidR="00E43144" w:rsidRPr="006B0BFC" w:rsidRDefault="00E43144" w:rsidP="00E43144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E43144" w:rsidRPr="006B0BFC" w14:paraId="51EAC57D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3F30D912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004598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E43144" w:rsidRPr="006B0BFC" w14:paraId="73BD802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6A73084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Pr="006B0BFC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46FD053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346E0C4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E9E6A1" w14:textId="5AEA3729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D05670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D05670">
              <w:rPr>
                <w:rFonts w:cstheme="minorHAnsi"/>
                <w:sz w:val="18"/>
              </w:rPr>
              <w:t>178 </w:t>
            </w:r>
            <w:r w:rsidRPr="006B0BFC">
              <w:rPr>
                <w:rFonts w:cstheme="minorHAnsi"/>
                <w:sz w:val="18"/>
              </w:rPr>
              <w:t>mm)</w:t>
            </w:r>
          </w:p>
        </w:tc>
        <w:tc>
          <w:tcPr>
            <w:tcW w:w="3288" w:type="dxa"/>
          </w:tcPr>
          <w:p w14:paraId="73418A9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207A47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DB038B" w14:textId="5BE132E1" w:rsidR="00E43144" w:rsidRPr="006B0BFC" w:rsidRDefault="00D05670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E43144" w:rsidRPr="006B0BFC">
              <w:rPr>
                <w:rFonts w:cstheme="minorHAnsi"/>
                <w:b/>
                <w:bCs/>
                <w:sz w:val="18"/>
              </w:rPr>
              <w:t>x CPU</w:t>
            </w:r>
            <w:r w:rsidR="00E43144" w:rsidRPr="006B0BFC">
              <w:rPr>
                <w:rFonts w:cstheme="minorHAnsi"/>
                <w:sz w:val="18"/>
              </w:rPr>
              <w:t xml:space="preserve">, </w:t>
            </w:r>
            <w:r>
              <w:rPr>
                <w:rFonts w:cstheme="minorHAnsi"/>
                <w:sz w:val="18"/>
              </w:rPr>
              <w:t xml:space="preserve">každý </w:t>
            </w:r>
            <w:r w:rsidR="00E43144" w:rsidRPr="006B0BFC">
              <w:rPr>
                <w:rFonts w:cstheme="minorHAnsi"/>
                <w:sz w:val="18"/>
              </w:rPr>
              <w:t xml:space="preserve">minimálně </w:t>
            </w:r>
            <w:r w:rsidRPr="00D05670">
              <w:rPr>
                <w:rFonts w:cstheme="minorHAnsi"/>
                <w:b/>
                <w:bCs/>
                <w:sz w:val="18"/>
              </w:rPr>
              <w:t>16</w:t>
            </w:r>
            <w:r w:rsidR="00E43144"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E43144"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32</w:t>
            </w:r>
            <w:r w:rsidR="00E43144" w:rsidRPr="006B0BFC">
              <w:rPr>
                <w:rFonts w:cstheme="minorHAnsi"/>
                <w:sz w:val="18"/>
              </w:rPr>
              <w:t xml:space="preserve"> vláken) se základní frekvencí minimálně 2.0 GHz a se spotřebou maximálně </w:t>
            </w:r>
            <w:r>
              <w:rPr>
                <w:rFonts w:cstheme="minorHAnsi"/>
                <w:sz w:val="18"/>
              </w:rPr>
              <w:t>230</w:t>
            </w:r>
            <w:r w:rsidR="00E43144" w:rsidRPr="006B0BFC">
              <w:rPr>
                <w:rFonts w:cstheme="minorHAnsi"/>
                <w:sz w:val="18"/>
              </w:rPr>
              <w:t xml:space="preserve"> W</w:t>
            </w:r>
          </w:p>
        </w:tc>
        <w:tc>
          <w:tcPr>
            <w:tcW w:w="3288" w:type="dxa"/>
          </w:tcPr>
          <w:p w14:paraId="7923EB52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61A762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A3E71C8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389FD0CF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3200FA0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33B805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Pr="006B0BFC">
              <w:rPr>
                <w:b/>
                <w:bCs/>
                <w:sz w:val="18"/>
                <w:lang w:eastAsia="cs-CZ"/>
              </w:rPr>
              <w:t xml:space="preserve">128 </w:t>
            </w:r>
            <w:r w:rsidRPr="006B0BFC">
              <w:rPr>
                <w:b/>
                <w:sz w:val="18"/>
                <w:lang w:eastAsia="cs-CZ"/>
              </w:rPr>
              <w:t>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64 GB, rozšiřitelná minimálně do 512 GB jen přidáním dalších paměťových modulů</w:t>
            </w:r>
          </w:p>
        </w:tc>
        <w:tc>
          <w:tcPr>
            <w:tcW w:w="3288" w:type="dxa"/>
          </w:tcPr>
          <w:p w14:paraId="7B276956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1CBB8C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A85E7FD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lastRenderedPageBreak/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</w:t>
            </w:r>
          </w:p>
        </w:tc>
        <w:tc>
          <w:tcPr>
            <w:tcW w:w="3288" w:type="dxa"/>
          </w:tcPr>
          <w:p w14:paraId="2E21CD3F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9141AF" w:rsidRPr="00E75C72" w14:paraId="4747F091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07646FF" w14:textId="77777777" w:rsidR="009141AF" w:rsidRPr="00E75C72" w:rsidRDefault="009141AF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Lokální úložiště pro databázi záloh v serveru</w:t>
            </w:r>
          </w:p>
          <w:p w14:paraId="448E62C1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8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256F4FD8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16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3A56E11E" w14:textId="77777777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320718F6" w14:textId="240C1D5D" w:rsidR="009141AF" w:rsidRPr="00E75C72" w:rsidRDefault="009141AF" w:rsidP="009141A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84237">
              <w:rPr>
                <w:rFonts w:cstheme="minorHAnsi"/>
                <w:sz w:val="18"/>
                <w:szCs w:val="22"/>
              </w:rPr>
              <w:t>4</w:t>
            </w:r>
            <w:r w:rsidRPr="00E75C72">
              <w:rPr>
                <w:rFonts w:cstheme="minorHAnsi"/>
                <w:sz w:val="18"/>
                <w:szCs w:val="22"/>
              </w:rPr>
              <w:t> TB.</w:t>
            </w:r>
          </w:p>
        </w:tc>
        <w:tc>
          <w:tcPr>
            <w:tcW w:w="3288" w:type="dxa"/>
          </w:tcPr>
          <w:p w14:paraId="55555FC5" w14:textId="77777777" w:rsidR="009141AF" w:rsidRPr="00E75C72" w:rsidRDefault="009141AF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83605F" w:rsidRPr="00E75C72" w14:paraId="1E94F9AA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51ABEB6" w14:textId="77777777" w:rsidR="0083605F" w:rsidRPr="00E75C72" w:rsidRDefault="0083605F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 xml:space="preserve">Lokální úložiště </w:t>
            </w:r>
            <w:r>
              <w:rPr>
                <w:rFonts w:cstheme="minorHAnsi"/>
                <w:sz w:val="18"/>
              </w:rPr>
              <w:t>pro</w:t>
            </w:r>
            <w:r w:rsidRPr="00E75C72">
              <w:rPr>
                <w:rFonts w:cstheme="minorHAnsi"/>
                <w:sz w:val="18"/>
              </w:rPr>
              <w:t xml:space="preserve"> záloh</w:t>
            </w:r>
            <w:r>
              <w:rPr>
                <w:rFonts w:cstheme="minorHAnsi"/>
                <w:sz w:val="18"/>
              </w:rPr>
              <w:t>y</w:t>
            </w:r>
            <w:r w:rsidRPr="00E75C72">
              <w:rPr>
                <w:rFonts w:cstheme="minorHAnsi"/>
                <w:sz w:val="18"/>
              </w:rPr>
              <w:t xml:space="preserve"> v serveru</w:t>
            </w:r>
          </w:p>
          <w:p w14:paraId="5E131878" w14:textId="77777777" w:rsidR="0083605F" w:rsidRPr="00E75C72" w:rsidRDefault="0083605F" w:rsidP="008360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50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1D9E90F5" w14:textId="77777777" w:rsidR="0083605F" w:rsidRPr="00E75C72" w:rsidRDefault="0083605F" w:rsidP="008360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>Umožňuje rozšíření minimálně na 1</w:t>
            </w:r>
            <w:r>
              <w:rPr>
                <w:rFonts w:cstheme="minorHAnsi"/>
                <w:sz w:val="18"/>
                <w:szCs w:val="22"/>
              </w:rPr>
              <w:t>00</w:t>
            </w:r>
            <w:r w:rsidRPr="00E75C72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672BC6EA" w14:textId="77777777" w:rsidR="0083605F" w:rsidRPr="00E75C72" w:rsidRDefault="0083605F" w:rsidP="008360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157AFCE4" w14:textId="7DDD70D1" w:rsidR="0083605F" w:rsidRPr="00E75C72" w:rsidRDefault="0083605F" w:rsidP="0083605F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</w:t>
            </w:r>
            <w:r>
              <w:rPr>
                <w:rFonts w:cstheme="minorHAnsi"/>
                <w:sz w:val="18"/>
                <w:szCs w:val="22"/>
              </w:rPr>
              <w:t>NL-SAS disků</w:t>
            </w:r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84237">
              <w:rPr>
                <w:rFonts w:cstheme="minorHAnsi"/>
                <w:sz w:val="18"/>
                <w:szCs w:val="22"/>
              </w:rPr>
              <w:t>10</w:t>
            </w:r>
            <w:r w:rsidRPr="00E75C72">
              <w:rPr>
                <w:rFonts w:cstheme="minorHAnsi"/>
                <w:sz w:val="18"/>
                <w:szCs w:val="22"/>
              </w:rPr>
              <w:t> TB</w:t>
            </w:r>
            <w:r w:rsidRPr="004B1F8F">
              <w:rPr>
                <w:rFonts w:cstheme="minorHAnsi"/>
                <w:sz w:val="18"/>
                <w:szCs w:val="22"/>
              </w:rPr>
              <w:t>, které nepoužívají technologii SMR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2A44704D" w14:textId="77777777" w:rsidR="0083605F" w:rsidRPr="00E75C72" w:rsidRDefault="0083605F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6E9E19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09EF6E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6D140A">
              <w:rPr>
                <w:rFonts w:cstheme="minorHAnsi"/>
                <w:b/>
                <w:bCs/>
                <w:sz w:val="18"/>
              </w:rPr>
              <w:t>4</w:t>
            </w:r>
            <w:r w:rsidRPr="006B0BFC">
              <w:rPr>
                <w:rFonts w:cstheme="minorHAnsi"/>
                <w:b/>
                <w:bCs/>
                <w:sz w:val="18"/>
              </w:rPr>
              <w:t>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013344FA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9E4F84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5805597" w14:textId="77777777" w:rsidR="00E43144" w:rsidRPr="006B0BFC" w:rsidRDefault="00E43144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5760713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0B81FE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153101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5805C73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0E0548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ACF772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209DCD79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C77DC3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9169F86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13F2962C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06B0ADA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472534" w14:textId="0228FC10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Výsuvné ližiny do rackové skříně </w:t>
            </w:r>
            <w:r w:rsidR="00CD5701">
              <w:rPr>
                <w:sz w:val="18"/>
                <w:lang w:eastAsia="cs-CZ"/>
              </w:rPr>
              <w:t>s</w:t>
            </w:r>
            <w:r w:rsidRPr="006B0BFC">
              <w:rPr>
                <w:sz w:val="18"/>
                <w:lang w:eastAsia="cs-CZ"/>
              </w:rPr>
              <w:t xml:space="preserve">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2D6B4131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F138B9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3037427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768BDFBF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A89122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DED43B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0E80B41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320CE0E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8AF095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283C72CD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461FEF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1C4A12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5F5253B4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A00D37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7E92F5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Integrační pluginy pro monitoring zdravotního stavu a správu HW přímo z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08D8A36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7D63D94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CBD9FE1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61AB22D3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7902A7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A9491AC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0A57BEE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135C6C2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B9B1E7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7EEADE3B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EF7C7D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AEE62B" w14:textId="77777777" w:rsidR="00E43144" w:rsidRPr="006B0BFC" w:rsidRDefault="00E43144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5FC0E812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0693DC53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71781133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2638C272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6A885F10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0CB3C5E0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67BAECC7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091A764C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5738F994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3FCB96E8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00690A97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58C80132" w14:textId="77777777" w:rsidR="00E43144" w:rsidRPr="006B0BFC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615C1AAC" w14:textId="77777777" w:rsidR="00E43144" w:rsidRDefault="00E43144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0BE2B9CE" w14:textId="29D5DC36" w:rsidR="00E64156" w:rsidRPr="006B0BFC" w:rsidRDefault="00E64156" w:rsidP="00E43144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64156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E64156">
              <w:rPr>
                <w:rFonts w:cstheme="minorHAnsi"/>
                <w:sz w:val="18"/>
              </w:rPr>
              <w:t>Syslog</w:t>
            </w:r>
            <w:proofErr w:type="spellEnd"/>
            <w:r w:rsidRPr="00E64156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13FEBF26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E43144" w:rsidRPr="006B0BFC" w14:paraId="1FE986D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BA049A" w14:textId="77777777" w:rsidR="00E43144" w:rsidRPr="006B0BFC" w:rsidRDefault="00E43144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654F7A0F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350A83DE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6F719D22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74A6181C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22F7E6A1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1B577D17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0666A397" w14:textId="77777777" w:rsidR="00E43144" w:rsidRPr="006B0BFC" w:rsidRDefault="00E43144" w:rsidP="00E43144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2A9E8F3B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64C2866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CE635ED" w14:textId="77777777" w:rsidR="00E43144" w:rsidRPr="006B0BFC" w:rsidRDefault="00E43144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06AFA6CF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1B9F0148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3E00F5D5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45E3BB94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4C9FF661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2FBBCA5F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524F5DE6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49D23405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20227A23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65B44DC8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5118CCEB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3F7A365A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4E83F283" w14:textId="77777777" w:rsidR="00E43144" w:rsidRPr="006B0BFC" w:rsidRDefault="00E43144" w:rsidP="00E43144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36FB60EF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506EE55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5AA94CE" w14:textId="77777777" w:rsidR="00E43144" w:rsidRPr="006B0BFC" w:rsidRDefault="00E43144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4C1B5A95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43144" w:rsidRPr="006B0BFC" w14:paraId="2E2FEA0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61F574" w14:textId="77777777" w:rsidR="00E43144" w:rsidRPr="006B0BFC" w:rsidRDefault="00E43144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E1246B8" w14:textId="77777777" w:rsidR="00E43144" w:rsidRPr="006B0BFC" w:rsidRDefault="00E43144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7F3282BB" w14:textId="77777777" w:rsidR="00E43144" w:rsidRPr="006B0BFC" w:rsidRDefault="00E43144" w:rsidP="00E43144">
      <w:pPr>
        <w:spacing w:after="160" w:line="259" w:lineRule="auto"/>
      </w:pPr>
    </w:p>
    <w:p w14:paraId="4FCE3EDD" w14:textId="78F72063" w:rsidR="00E43144" w:rsidRPr="006B0BFC" w:rsidRDefault="00E43144" w:rsidP="00E43144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 w:rsidR="00B35F64">
        <w:rPr>
          <w:b/>
          <w:bCs/>
        </w:rPr>
        <w:t>2</w:t>
      </w:r>
      <w:r w:rsidR="00FE5DB7">
        <w:rPr>
          <w:b/>
          <w:bCs/>
        </w:rPr>
        <w:t>2</w:t>
      </w:r>
      <w:r w:rsidRPr="006B0BFC">
        <w:t xml:space="preserve"> je místem plnění </w:t>
      </w:r>
      <w:r w:rsidR="007D63D9" w:rsidRPr="007D63D9">
        <w:rPr>
          <w:b/>
          <w:bCs/>
        </w:rPr>
        <w:t>Ústí nad Labem – Západ Stavědlo 1, Drážní, Ústí nad Labem</w:t>
      </w:r>
      <w:r w:rsidRPr="006B0BFC">
        <w:t>.</w:t>
      </w:r>
    </w:p>
    <w:p w14:paraId="205724EA" w14:textId="77777777" w:rsidR="00070E8F" w:rsidRPr="006B0BFC" w:rsidRDefault="00070E8F" w:rsidP="003C4D9F"/>
    <w:p w14:paraId="10C9CAF5" w14:textId="31DD85A7" w:rsidR="003C4D9F" w:rsidRPr="006B0BFC" w:rsidRDefault="00FE5DB7" w:rsidP="003C4D9F">
      <w:pPr>
        <w:ind w:firstLine="426"/>
      </w:pPr>
      <w:r>
        <w:t>w</w:t>
      </w:r>
      <w:r w:rsidR="003C4D9F" w:rsidRPr="006B0BFC">
        <w:t>)</w:t>
      </w:r>
      <w:r w:rsidR="003C4D9F" w:rsidRPr="006B0BFC">
        <w:tab/>
      </w:r>
      <w:r w:rsidR="003C4D9F" w:rsidRPr="006B0BFC">
        <w:rPr>
          <w:b/>
          <w:bCs/>
        </w:rPr>
        <w:t xml:space="preserve">Položka </w:t>
      </w:r>
      <w:r w:rsidR="003C4D9F">
        <w:rPr>
          <w:b/>
          <w:bCs/>
        </w:rPr>
        <w:t>2</w:t>
      </w:r>
      <w:r>
        <w:rPr>
          <w:b/>
          <w:bCs/>
        </w:rPr>
        <w:t>3</w:t>
      </w:r>
      <w:r w:rsidR="003C4D9F" w:rsidRPr="006B0BFC">
        <w:t xml:space="preserve"> – Jeden (1) server pro zálohování virtualizační</w:t>
      </w:r>
      <w:r w:rsidR="003C4D9F">
        <w:t>ch</w:t>
      </w:r>
      <w:r w:rsidR="003C4D9F" w:rsidRPr="006B0BFC">
        <w:t xml:space="preserve"> far</w:t>
      </w:r>
      <w:r w:rsidR="003C4D9F">
        <w:t>e</w:t>
      </w:r>
      <w:r w:rsidR="003C4D9F" w:rsidRPr="006B0BFC">
        <w:t xml:space="preserve">m „KB TDS / </w:t>
      </w:r>
      <w:r w:rsidR="003C4D9F">
        <w:t>Olomouc“</w:t>
      </w:r>
      <w:r w:rsidR="003C4D9F" w:rsidRPr="006B0BFC">
        <w:t xml:space="preserve"> v konfiguraci:</w:t>
      </w:r>
    </w:p>
    <w:p w14:paraId="287BDD6A" w14:textId="77777777" w:rsidR="003C4D9F" w:rsidRPr="006B0BFC" w:rsidRDefault="003C4D9F" w:rsidP="003C4D9F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3C4D9F" w:rsidRPr="006B0BFC" w14:paraId="0F181FD5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32E9FF21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5ED63B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3C4D9F" w:rsidRPr="006B0BFC" w14:paraId="1E46932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89DD83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Provedení serveru pro instalaci do rackové skříně o hloubce </w:t>
            </w:r>
            <w:r w:rsidRPr="006B0BFC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6303A7BB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248DB82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88911F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Pr="006B0BFC">
              <w:rPr>
                <w:rFonts w:cstheme="minorHAnsi"/>
                <w:b/>
                <w:bCs/>
                <w:sz w:val="18"/>
              </w:rPr>
              <w:t>2 RU</w:t>
            </w:r>
            <w:r w:rsidRPr="006B0BFC">
              <w:rPr>
                <w:rFonts w:cstheme="minorHAnsi"/>
                <w:sz w:val="18"/>
              </w:rPr>
              <w:t xml:space="preserve"> (89 mm)</w:t>
            </w:r>
          </w:p>
        </w:tc>
        <w:tc>
          <w:tcPr>
            <w:tcW w:w="3288" w:type="dxa"/>
          </w:tcPr>
          <w:p w14:paraId="56340417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2B69870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BDF7DAC" w14:textId="0C07F390" w:rsidR="003C4D9F" w:rsidRPr="006B0BFC" w:rsidRDefault="00FB0FE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3C4D9F" w:rsidRPr="006B0BFC">
              <w:rPr>
                <w:rFonts w:cstheme="minorHAnsi"/>
                <w:b/>
                <w:bCs/>
                <w:sz w:val="18"/>
              </w:rPr>
              <w:t>x CPU</w:t>
            </w:r>
            <w:r w:rsidR="003C4D9F" w:rsidRPr="006B0BFC">
              <w:rPr>
                <w:rFonts w:cstheme="minorHAnsi"/>
                <w:sz w:val="18"/>
              </w:rPr>
              <w:t xml:space="preserve">, </w:t>
            </w:r>
            <w:r>
              <w:rPr>
                <w:rFonts w:cstheme="minorHAnsi"/>
                <w:sz w:val="18"/>
              </w:rPr>
              <w:t xml:space="preserve">každý </w:t>
            </w:r>
            <w:r w:rsidR="003C4D9F" w:rsidRPr="006B0BFC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b/>
                <w:bCs/>
                <w:sz w:val="18"/>
              </w:rPr>
              <w:t>16</w:t>
            </w:r>
            <w:r w:rsidR="003C4D9F" w:rsidRPr="006B0BFC">
              <w:rPr>
                <w:rFonts w:cstheme="minorHAnsi"/>
                <w:b/>
                <w:bCs/>
                <w:sz w:val="18"/>
              </w:rPr>
              <w:t xml:space="preserve"> jader</w:t>
            </w:r>
            <w:r w:rsidR="003C4D9F"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32</w:t>
            </w:r>
            <w:r w:rsidR="003C4D9F" w:rsidRPr="006B0BFC">
              <w:rPr>
                <w:rFonts w:cstheme="minorHAnsi"/>
                <w:sz w:val="18"/>
              </w:rPr>
              <w:t xml:space="preserve"> vláken) se základní frekvencí minimálně 2.0 GHz a se spotřebou maximálně 2</w:t>
            </w:r>
            <w:r>
              <w:rPr>
                <w:rFonts w:cstheme="minorHAnsi"/>
                <w:sz w:val="18"/>
              </w:rPr>
              <w:t>3</w:t>
            </w:r>
            <w:r w:rsidR="003C4D9F" w:rsidRPr="006B0BFC">
              <w:rPr>
                <w:rFonts w:cstheme="minorHAnsi"/>
                <w:sz w:val="18"/>
              </w:rPr>
              <w:t>0 W</w:t>
            </w:r>
          </w:p>
        </w:tc>
        <w:tc>
          <w:tcPr>
            <w:tcW w:w="3288" w:type="dxa"/>
          </w:tcPr>
          <w:p w14:paraId="77E51BD4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1F0026E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A6E10DB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Architektura </w:t>
            </w:r>
            <w:r w:rsidRPr="006B0BFC">
              <w:rPr>
                <w:rFonts w:cstheme="minorHAnsi"/>
                <w:b/>
                <w:bCs/>
                <w:sz w:val="18"/>
              </w:rPr>
              <w:t>Intel x86-64</w:t>
            </w:r>
            <w:r w:rsidRPr="006B0BFC">
              <w:rPr>
                <w:rFonts w:cstheme="minorHAnsi"/>
                <w:sz w:val="18"/>
              </w:rPr>
              <w:t xml:space="preserve"> z důvodu kompatibility současného ICT prostředí</w:t>
            </w:r>
          </w:p>
        </w:tc>
        <w:tc>
          <w:tcPr>
            <w:tcW w:w="3288" w:type="dxa"/>
          </w:tcPr>
          <w:p w14:paraId="3B8957F5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7CCA296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E117AD" w14:textId="43F44B00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Operační paměť minimálně </w:t>
            </w:r>
            <w:r w:rsidR="00552583">
              <w:rPr>
                <w:b/>
                <w:bCs/>
                <w:sz w:val="18"/>
                <w:lang w:eastAsia="cs-CZ"/>
              </w:rPr>
              <w:t>384</w:t>
            </w:r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r w:rsidRPr="006B0BFC">
              <w:rPr>
                <w:b/>
                <w:sz w:val="18"/>
                <w:lang w:eastAsia="cs-CZ"/>
              </w:rPr>
              <w:t>GB DDR5</w:t>
            </w:r>
            <w:r w:rsidRPr="006B0BFC">
              <w:rPr>
                <w:sz w:val="18"/>
                <w:lang w:eastAsia="cs-CZ"/>
              </w:rPr>
              <w:t xml:space="preserve"> s použitím modulů o maximální velikosti </w:t>
            </w:r>
            <w:r w:rsidR="00552583">
              <w:rPr>
                <w:sz w:val="18"/>
                <w:lang w:eastAsia="cs-CZ"/>
              </w:rPr>
              <w:t>128</w:t>
            </w:r>
            <w:r w:rsidRPr="006B0BFC">
              <w:rPr>
                <w:sz w:val="18"/>
                <w:lang w:eastAsia="cs-CZ"/>
              </w:rPr>
              <w:t xml:space="preserve"> GB, rozšiřitelná minimálně do </w:t>
            </w:r>
            <w:r w:rsidR="00552583">
              <w:rPr>
                <w:sz w:val="18"/>
                <w:lang w:eastAsia="cs-CZ"/>
              </w:rPr>
              <w:t>1024</w:t>
            </w:r>
            <w:r w:rsidRPr="006B0BFC">
              <w:rPr>
                <w:sz w:val="18"/>
                <w:lang w:eastAsia="cs-CZ"/>
              </w:rPr>
              <w:t xml:space="preserve"> GB jen přidáním dalších paměťových modulů</w:t>
            </w:r>
          </w:p>
        </w:tc>
        <w:tc>
          <w:tcPr>
            <w:tcW w:w="3288" w:type="dxa"/>
          </w:tcPr>
          <w:p w14:paraId="4D5624AF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0258261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A47BAF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lang w:eastAsia="cs-CZ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 SSD</w:t>
            </w:r>
            <w:r w:rsidRPr="006B0BFC">
              <w:rPr>
                <w:rFonts w:cstheme="minorHAnsi"/>
                <w:sz w:val="18"/>
              </w:rPr>
              <w:t xml:space="preserve">, každý o velikosti minimálně </w:t>
            </w:r>
            <w:r w:rsidRPr="006B0BFC">
              <w:rPr>
                <w:rFonts w:cstheme="minorHAnsi"/>
                <w:b/>
                <w:bCs/>
                <w:sz w:val="18"/>
              </w:rPr>
              <w:t>480 GB</w:t>
            </w:r>
            <w:r w:rsidRPr="006B0BFC">
              <w:rPr>
                <w:rFonts w:cstheme="minorHAnsi"/>
                <w:sz w:val="18"/>
              </w:rPr>
              <w:t xml:space="preserve"> v konfiguraci RAID1 (zrcadlení) pro </w:t>
            </w:r>
            <w:proofErr w:type="spellStart"/>
            <w:r w:rsidRPr="006B0BFC">
              <w:rPr>
                <w:rFonts w:cstheme="minorHAnsi"/>
                <w:sz w:val="18"/>
              </w:rPr>
              <w:t>boot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běh OS</w:t>
            </w:r>
          </w:p>
        </w:tc>
        <w:tc>
          <w:tcPr>
            <w:tcW w:w="3288" w:type="dxa"/>
          </w:tcPr>
          <w:p w14:paraId="2B29EC3A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55114A" w:rsidRPr="00E75C72" w14:paraId="76B8FD16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69DD4D6" w14:textId="77777777" w:rsidR="0055114A" w:rsidRPr="00E75C72" w:rsidRDefault="0055114A" w:rsidP="008E540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E75C72">
              <w:rPr>
                <w:rFonts w:cstheme="minorHAnsi"/>
                <w:sz w:val="18"/>
              </w:rPr>
              <w:t>Lokální úložiště pro databázi záloh v serveru</w:t>
            </w:r>
          </w:p>
          <w:p w14:paraId="7FFAEA2F" w14:textId="77777777" w:rsidR="0055114A" w:rsidRPr="00E75C72" w:rsidRDefault="0055114A" w:rsidP="0055114A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b/>
                <w:bCs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Uživatelsky použitelná čistá nekomprimovaná kapacita minimálně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 xml:space="preserve">8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57F7021C" w14:textId="5F473A27" w:rsidR="0055114A" w:rsidRPr="00E75C72" w:rsidRDefault="0055114A" w:rsidP="0055114A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Umožňuje rozšíření minimálně na </w:t>
            </w:r>
            <w:r w:rsidR="00E8609E">
              <w:rPr>
                <w:rFonts w:cstheme="minorHAnsi"/>
                <w:sz w:val="18"/>
                <w:szCs w:val="22"/>
              </w:rPr>
              <w:t>32</w:t>
            </w:r>
            <w:r w:rsidRPr="00E75C72">
              <w:rPr>
                <w:rFonts w:cstheme="minorHAnsi"/>
                <w:sz w:val="18"/>
                <w:szCs w:val="22"/>
              </w:rPr>
              <w:t xml:space="preserve"> </w:t>
            </w:r>
            <w:proofErr w:type="spellStart"/>
            <w:r w:rsidRPr="00E75C72">
              <w:rPr>
                <w:rFonts w:cstheme="minorHAnsi"/>
                <w:sz w:val="18"/>
                <w:szCs w:val="22"/>
              </w:rPr>
              <w:t>TiB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3A18E1E3" w14:textId="77777777" w:rsidR="0055114A" w:rsidRPr="00E75C72" w:rsidRDefault="0055114A" w:rsidP="0055114A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  <w:sz w:val="18"/>
                <w:szCs w:val="22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Zajišťuje redundanci uložených dat minimálně na úrovni odpovídající </w:t>
            </w:r>
            <w:r w:rsidRPr="00E75C72">
              <w:rPr>
                <w:rFonts w:cstheme="minorHAnsi"/>
                <w:b/>
                <w:bCs/>
                <w:sz w:val="18"/>
                <w:szCs w:val="22"/>
              </w:rPr>
              <w:t>RAID6</w:t>
            </w:r>
            <w:r w:rsidRPr="00E75C72">
              <w:rPr>
                <w:rFonts w:cstheme="minorHAnsi"/>
                <w:sz w:val="18"/>
                <w:szCs w:val="22"/>
              </w:rPr>
              <w:t>.</w:t>
            </w:r>
          </w:p>
          <w:p w14:paraId="679E82A6" w14:textId="6D8E162D" w:rsidR="0055114A" w:rsidRPr="00E75C72" w:rsidRDefault="0055114A" w:rsidP="0055114A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contextualSpacing/>
              <w:rPr>
                <w:rFonts w:cstheme="minorHAnsi"/>
              </w:rPr>
            </w:pPr>
            <w:r w:rsidRPr="00E75C72">
              <w:rPr>
                <w:rFonts w:cstheme="minorHAnsi"/>
                <w:sz w:val="18"/>
                <w:szCs w:val="22"/>
              </w:rPr>
              <w:t xml:space="preserve">Použití výhradně </w:t>
            </w:r>
            <w:proofErr w:type="spellStart"/>
            <w:r w:rsidRPr="00E75C72">
              <w:rPr>
                <w:rFonts w:cstheme="minorHAnsi"/>
                <w:b/>
                <w:bCs/>
                <w:sz w:val="18"/>
                <w:szCs w:val="22"/>
              </w:rPr>
              <w:t>NVMe</w:t>
            </w:r>
            <w:proofErr w:type="spellEnd"/>
            <w:r w:rsidRPr="00E75C72">
              <w:rPr>
                <w:rFonts w:cstheme="minorHAnsi"/>
                <w:sz w:val="18"/>
                <w:szCs w:val="22"/>
              </w:rPr>
              <w:t xml:space="preserve"> o velikosti maximálně </w:t>
            </w:r>
            <w:r w:rsidR="00084237">
              <w:rPr>
                <w:rFonts w:cstheme="minorHAnsi"/>
                <w:sz w:val="18"/>
                <w:szCs w:val="22"/>
              </w:rPr>
              <w:t>4</w:t>
            </w:r>
            <w:r w:rsidRPr="00E75C72">
              <w:rPr>
                <w:rFonts w:cstheme="minorHAnsi"/>
                <w:sz w:val="18"/>
                <w:szCs w:val="22"/>
              </w:rPr>
              <w:t> TB.</w:t>
            </w:r>
          </w:p>
        </w:tc>
        <w:tc>
          <w:tcPr>
            <w:tcW w:w="3288" w:type="dxa"/>
          </w:tcPr>
          <w:p w14:paraId="47071B8E" w14:textId="77777777" w:rsidR="0055114A" w:rsidRPr="00E75C72" w:rsidRDefault="0055114A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E75C72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776B84A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473E37" w14:textId="1F22B45B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="001E6B16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x 25 Gbps</w:t>
            </w:r>
            <w:r w:rsidRPr="006B0BFC">
              <w:rPr>
                <w:rFonts w:cstheme="minorHAnsi"/>
                <w:sz w:val="18"/>
              </w:rPr>
              <w:t xml:space="preserve"> SFP LAN s podporou rychlosti 10 Gbps (tj. 10/25 Gbps)</w:t>
            </w:r>
          </w:p>
        </w:tc>
        <w:tc>
          <w:tcPr>
            <w:tcW w:w="3288" w:type="dxa"/>
          </w:tcPr>
          <w:p w14:paraId="372A938E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16CB63A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2CDD5BC" w14:textId="77777777" w:rsidR="003C4D9F" w:rsidRPr="006B0BFC" w:rsidRDefault="003C4D9F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Minimálně </w:t>
            </w:r>
            <w:r w:rsidRPr="006B0BFC">
              <w:rPr>
                <w:b/>
                <w:bCs/>
                <w:sz w:val="18"/>
                <w:lang w:eastAsia="cs-CZ"/>
              </w:rPr>
              <w:t>4</w:t>
            </w:r>
            <w:r w:rsidRPr="006B0BFC">
              <w:rPr>
                <w:b/>
                <w:sz w:val="18"/>
                <w:lang w:eastAsia="cs-CZ"/>
              </w:rPr>
              <w:t>x</w:t>
            </w:r>
            <w:r w:rsidRPr="006B0BFC">
              <w:rPr>
                <w:sz w:val="18"/>
                <w:lang w:eastAsia="cs-CZ"/>
              </w:rPr>
              <w:t xml:space="preserve"> </w:t>
            </w:r>
            <w:r w:rsidRPr="006B0BFC">
              <w:rPr>
                <w:b/>
                <w:bCs/>
                <w:sz w:val="18"/>
                <w:lang w:eastAsia="cs-CZ"/>
              </w:rPr>
              <w:t>1 Gbps</w:t>
            </w:r>
            <w:r w:rsidRPr="006B0BFC">
              <w:rPr>
                <w:sz w:val="18"/>
                <w:lang w:eastAsia="cs-CZ"/>
              </w:rPr>
              <w:t xml:space="preserve"> RJ45 LAN</w:t>
            </w:r>
          </w:p>
        </w:tc>
        <w:tc>
          <w:tcPr>
            <w:tcW w:w="3288" w:type="dxa"/>
          </w:tcPr>
          <w:p w14:paraId="5D8D74EC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6A0BB35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BB5A1C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157CA67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063DF" w:rsidRPr="006B0BFC" w14:paraId="05CAAF0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CECF699" w14:textId="318F5540" w:rsidR="008063DF" w:rsidRPr="006B0BFC" w:rsidRDefault="008063DF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="007469A1">
              <w:rPr>
                <w:rFonts w:cstheme="minorHAnsi"/>
                <w:b/>
                <w:bCs/>
                <w:sz w:val="18"/>
              </w:rPr>
              <w:t>2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x 32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SFP </w:t>
            </w:r>
            <w:proofErr w:type="spellStart"/>
            <w:r w:rsidRPr="006B0BFC">
              <w:rPr>
                <w:rFonts w:cstheme="minorHAnsi"/>
                <w:sz w:val="18"/>
              </w:rPr>
              <w:t>FibreChannel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porty HBA</w:t>
            </w:r>
          </w:p>
        </w:tc>
        <w:tc>
          <w:tcPr>
            <w:tcW w:w="3288" w:type="dxa"/>
          </w:tcPr>
          <w:p w14:paraId="19BD1491" w14:textId="77777777" w:rsidR="008063DF" w:rsidRPr="006B0BFC" w:rsidRDefault="008063D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44367A4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DED128F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sz w:val="18"/>
              </w:rPr>
              <w:t>Trusted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Platform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Module minimálně ve verzi 2.0</w:t>
            </w:r>
          </w:p>
        </w:tc>
        <w:tc>
          <w:tcPr>
            <w:tcW w:w="3288" w:type="dxa"/>
          </w:tcPr>
          <w:p w14:paraId="6AEDE9F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755B00A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FE013B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800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38235E9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3F62E9C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363FFF" w14:textId="26920D6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 xml:space="preserve">Výsuvné ližiny do rackové skříně </w:t>
            </w:r>
            <w:r w:rsidR="00CD5701">
              <w:rPr>
                <w:sz w:val="18"/>
                <w:lang w:eastAsia="cs-CZ"/>
              </w:rPr>
              <w:t>s</w:t>
            </w:r>
            <w:r w:rsidRPr="006B0BFC">
              <w:rPr>
                <w:sz w:val="18"/>
                <w:lang w:eastAsia="cs-CZ"/>
              </w:rPr>
              <w:t xml:space="preserve"> „</w:t>
            </w:r>
            <w:proofErr w:type="spellStart"/>
            <w:r w:rsidRPr="006B0BFC">
              <w:rPr>
                <w:sz w:val="18"/>
                <w:lang w:eastAsia="cs-CZ"/>
              </w:rPr>
              <w:t>cable</w:t>
            </w:r>
            <w:proofErr w:type="spellEnd"/>
            <w:r w:rsidRPr="006B0BFC">
              <w:rPr>
                <w:sz w:val="18"/>
                <w:lang w:eastAsia="cs-CZ"/>
              </w:rPr>
              <w:t xml:space="preserve"> management </w:t>
            </w:r>
            <w:proofErr w:type="spellStart"/>
            <w:r w:rsidRPr="006B0BFC">
              <w:rPr>
                <w:sz w:val="18"/>
                <w:lang w:eastAsia="cs-CZ"/>
              </w:rPr>
              <w:t>arm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1F41EE62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07A8F63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0AFA919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lastRenderedPageBreak/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7DF6FF31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099847B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7FA2F62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 xml:space="preserve">2x </w:t>
            </w:r>
            <w:r w:rsidRPr="006B0BFC">
              <w:rPr>
                <w:rFonts w:cstheme="minorHAnsi"/>
                <w:sz w:val="18"/>
              </w:rPr>
              <w:t>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53F8C487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749834C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02D9D8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326C0212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1B0AA3B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E2D474E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7A1537C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0B66FE9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378138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Integrační pluginy pro monitoring zdravotního stavu a správu HW přímo z MS </w:t>
            </w:r>
            <w:proofErr w:type="spellStart"/>
            <w:r w:rsidRPr="006B0BFC">
              <w:rPr>
                <w:rFonts w:cstheme="minorHAnsi"/>
                <w:sz w:val="18"/>
              </w:rPr>
              <w:t>System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2664FDB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1DB5C57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411FC1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226BD421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69B0AEC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1661B88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253B296B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5B64FEA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2D2DDB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a/nebo reklamaci</w:t>
            </w:r>
          </w:p>
        </w:tc>
        <w:tc>
          <w:tcPr>
            <w:tcW w:w="3288" w:type="dxa"/>
          </w:tcPr>
          <w:p w14:paraId="7244FB2E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43851BB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C896E7C" w14:textId="77777777" w:rsidR="003C4D9F" w:rsidRPr="006B0BFC" w:rsidRDefault="003C4D9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Vzdálená správa HW serveru </w:t>
            </w:r>
          </w:p>
          <w:p w14:paraId="4F605886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Vzdálená správa s dedikovaným vlastním portem 1GbE a možností převzít plně vzdálené ovládání serveru.</w:t>
            </w:r>
          </w:p>
          <w:p w14:paraId="3E30DF7A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přesměrování management portu pomocí NSCI na jinou síťovou kartu.</w:t>
            </w:r>
          </w:p>
          <w:p w14:paraId="73FA1A24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Možnost vzdáleného </w:t>
            </w:r>
            <w:proofErr w:type="spellStart"/>
            <w:r w:rsidRPr="006B0BFC">
              <w:rPr>
                <w:rFonts w:cstheme="minorHAnsi"/>
                <w:sz w:val="18"/>
              </w:rPr>
              <w:t>mountování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ISO image.</w:t>
            </w:r>
          </w:p>
          <w:p w14:paraId="5CC9DA93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sdílet jednu virtuální konzoli až šesti uživateli.</w:t>
            </w:r>
          </w:p>
          <w:p w14:paraId="46D33136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standartních Webových prohlížečů (Google Chrome, MS </w:t>
            </w:r>
            <w:proofErr w:type="spellStart"/>
            <w:r w:rsidRPr="006B0BFC">
              <w:rPr>
                <w:rFonts w:cstheme="minorHAnsi"/>
                <w:sz w:val="18"/>
              </w:rPr>
              <w:t>Edge</w:t>
            </w:r>
            <w:proofErr w:type="spellEnd"/>
            <w:r w:rsidRPr="006B0BFC">
              <w:rPr>
                <w:rFonts w:cstheme="minorHAnsi"/>
                <w:sz w:val="18"/>
              </w:rPr>
              <w:t>, Mozilla Firefox) a HTML5.</w:t>
            </w:r>
          </w:p>
          <w:p w14:paraId="2F13CF77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a možnost sledování stavu jednotlivých komponent včetně úrovní firmware.</w:t>
            </w:r>
          </w:p>
          <w:p w14:paraId="260AE2D2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Real </w:t>
            </w:r>
            <w:proofErr w:type="spellStart"/>
            <w:r w:rsidRPr="006B0BFC">
              <w:rPr>
                <w:rFonts w:cstheme="minorHAnsi"/>
                <w:sz w:val="18"/>
              </w:rPr>
              <w:t>time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sledování vytíženosti CPU, paměti a spotřeby elektrické energie, možnost </w:t>
            </w:r>
            <w:proofErr w:type="spellStart"/>
            <w:r w:rsidRPr="006B0BFC">
              <w:rPr>
                <w:rFonts w:cstheme="minorHAnsi"/>
                <w:sz w:val="18"/>
              </w:rPr>
              <w:t>Power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cappingu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0AAC5CEC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asistované instalace OS bez dalších nástrojů, médií, ISO apod.</w:t>
            </w:r>
          </w:p>
          <w:p w14:paraId="117579EB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REDFISH a RESTAPI skriptů.</w:t>
            </w:r>
          </w:p>
          <w:p w14:paraId="62D2D7FA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Nejvyšší licence pro správu serveru bez jakéhokoli omezení.</w:t>
            </w:r>
          </w:p>
          <w:p w14:paraId="4DB48715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Všechny licence potřebné k provozu managementu a HW, (management, mapování ISO, KVM přístup).</w:t>
            </w:r>
          </w:p>
          <w:p w14:paraId="21AF14BC" w14:textId="77777777" w:rsidR="003C4D9F" w:rsidRPr="006B0BFC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Integrace s centrální vzdálenou správou serverového HW bez použití jakéhokoli dalšího HW či SW třetích stran</w:t>
            </w:r>
          </w:p>
          <w:p w14:paraId="689FDF2E" w14:textId="77777777" w:rsidR="003C4D9F" w:rsidRDefault="003C4D9F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Podpora protokolů SNMP 2c a IPMI</w:t>
            </w:r>
          </w:p>
          <w:p w14:paraId="54BB3D8C" w14:textId="043DA85A" w:rsidR="00E64156" w:rsidRPr="006B0BFC" w:rsidRDefault="00E64156" w:rsidP="003C4D9F">
            <w:pPr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contextualSpacing/>
              <w:rPr>
                <w:rFonts w:cstheme="minorHAnsi"/>
                <w:sz w:val="18"/>
              </w:rPr>
            </w:pPr>
            <w:r w:rsidRPr="00E64156">
              <w:rPr>
                <w:rFonts w:cstheme="minorHAnsi"/>
                <w:sz w:val="18"/>
              </w:rPr>
              <w:t xml:space="preserve">Podpora protokolu </w:t>
            </w:r>
            <w:proofErr w:type="spellStart"/>
            <w:r w:rsidRPr="00E64156">
              <w:rPr>
                <w:rFonts w:cstheme="minorHAnsi"/>
                <w:sz w:val="18"/>
              </w:rPr>
              <w:t>Syslog</w:t>
            </w:r>
            <w:proofErr w:type="spellEnd"/>
            <w:r w:rsidRPr="00E64156">
              <w:rPr>
                <w:rFonts w:cstheme="minorHAnsi"/>
                <w:sz w:val="18"/>
              </w:rPr>
              <w:t xml:space="preserve"> a předávání logů na vzdálený systém</w:t>
            </w:r>
          </w:p>
        </w:tc>
        <w:tc>
          <w:tcPr>
            <w:tcW w:w="3288" w:type="dxa"/>
          </w:tcPr>
          <w:p w14:paraId="2E35081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6709FEA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856438" w14:textId="77777777" w:rsidR="003C4D9F" w:rsidRPr="006B0BFC" w:rsidRDefault="003C4D9F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Hromadná správa </w:t>
            </w:r>
          </w:p>
          <w:p w14:paraId="6C629447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Časově neomezená licence na hromadnou správu serverů, inventarizace a </w:t>
            </w:r>
            <w:proofErr w:type="spellStart"/>
            <w:r w:rsidRPr="006B0BFC">
              <w:rPr>
                <w:rFonts w:cstheme="minorHAnsi"/>
                <w:sz w:val="18"/>
              </w:rPr>
              <w:t>alerting</w:t>
            </w:r>
            <w:proofErr w:type="spellEnd"/>
            <w:r w:rsidRPr="006B0BFC">
              <w:rPr>
                <w:rFonts w:cstheme="minorHAnsi"/>
                <w:sz w:val="18"/>
              </w:rPr>
              <w:t>.</w:t>
            </w:r>
          </w:p>
          <w:p w14:paraId="1CDF6321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Možnost hromadného sledováni a upgrade úrovní FW jednotlivých komponent serverů.</w:t>
            </w:r>
          </w:p>
          <w:p w14:paraId="40EA9BDD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Call </w:t>
            </w:r>
            <w:proofErr w:type="spellStart"/>
            <w:r w:rsidRPr="006B0BFC">
              <w:rPr>
                <w:rFonts w:cstheme="minorHAnsi"/>
                <w:sz w:val="18"/>
              </w:rPr>
              <w:t>Home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funkce.</w:t>
            </w:r>
          </w:p>
          <w:p w14:paraId="036A53F1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Přístup přes mobilní aplikaci.</w:t>
            </w:r>
          </w:p>
          <w:p w14:paraId="2122F22F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lastRenderedPageBreak/>
              <w:t>Splňující standardy NIST 800-131A a FIPS 140</w:t>
            </w:r>
            <w:r w:rsidRPr="006B0BFC">
              <w:rPr>
                <w:rFonts w:cstheme="minorHAnsi"/>
                <w:sz w:val="18"/>
              </w:rPr>
              <w:noBreakHyphen/>
              <w:t>2.</w:t>
            </w:r>
          </w:p>
          <w:p w14:paraId="54B1C04D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Plug-in do management nodů virtualizačních hypervizorů.</w:t>
            </w:r>
          </w:p>
          <w:p w14:paraId="422B31E6" w14:textId="77777777" w:rsidR="003C4D9F" w:rsidRPr="006B0BFC" w:rsidRDefault="003C4D9F" w:rsidP="003C4D9F">
            <w:pPr>
              <w:numPr>
                <w:ilvl w:val="0"/>
                <w:numId w:val="37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REST-API a </w:t>
            </w:r>
            <w:proofErr w:type="spellStart"/>
            <w:r w:rsidRPr="006B0BFC">
              <w:rPr>
                <w:rFonts w:cstheme="minorHAnsi"/>
                <w:sz w:val="18"/>
              </w:rPr>
              <w:t>Redfish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standardů.</w:t>
            </w:r>
          </w:p>
        </w:tc>
        <w:tc>
          <w:tcPr>
            <w:tcW w:w="3288" w:type="dxa"/>
          </w:tcPr>
          <w:p w14:paraId="0E261BED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3C4D9F" w:rsidRPr="006B0BFC" w14:paraId="5737F2A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57A54C9" w14:textId="77777777" w:rsidR="003C4D9F" w:rsidRPr="006B0BFC" w:rsidRDefault="003C4D9F" w:rsidP="003746AB">
            <w:pPr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systém centralizované vzdálené správy a dohledu</w:t>
            </w:r>
            <w:r w:rsidRPr="006B0BFC">
              <w:rPr>
                <w:rFonts w:cstheme="minorHAnsi"/>
                <w:i/>
                <w:iCs/>
                <w:sz w:val="18"/>
              </w:rPr>
              <w:t xml:space="preserve"> (Zadavatel provozuje centralizovanou vzdálenou správy na technologiích 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Dell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OpenManage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 xml:space="preserve"> a </w:t>
            </w:r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 xml:space="preserve">Lenovo </w:t>
            </w:r>
            <w:proofErr w:type="spellStart"/>
            <w:r w:rsidRPr="006B0BFC">
              <w:rPr>
                <w:rFonts w:cstheme="minorHAnsi"/>
                <w:b/>
                <w:bCs/>
                <w:i/>
                <w:iCs/>
                <w:sz w:val="18"/>
              </w:rPr>
              <w:t>xClarity</w:t>
            </w:r>
            <w:proofErr w:type="spellEnd"/>
            <w:r w:rsidRPr="006B0BFC">
              <w:rPr>
                <w:rFonts w:cstheme="minorHAnsi"/>
                <w:i/>
                <w:iCs/>
                <w:sz w:val="18"/>
              </w:rPr>
              <w:t>)</w:t>
            </w:r>
            <w:r w:rsidRPr="006B0BFC">
              <w:rPr>
                <w:rFonts w:cstheme="minorHAnsi"/>
                <w:sz w:val="18"/>
              </w:rPr>
              <w:t>:</w:t>
            </w:r>
          </w:p>
          <w:p w14:paraId="411364E2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Napojení na již provozované řešení centralizované vzdálené správy bez nutnosti pořizovat, instalovat či provozovat jakýkoliv další software, hardware nebo appliance třetích stran.</w:t>
            </w:r>
          </w:p>
          <w:p w14:paraId="2011FEFB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modelů a sériových čísel</w:t>
            </w:r>
          </w:p>
          <w:p w14:paraId="6D6FA498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Přehled platnosti servisních kontraktů</w:t>
            </w:r>
          </w:p>
          <w:p w14:paraId="6F0A4B02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Inventarizace konfigurace</w:t>
            </w:r>
          </w:p>
          <w:p w14:paraId="78EC8C3A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Přehled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jednotlivých komponent</w:t>
            </w:r>
          </w:p>
          <w:p w14:paraId="25CC7AB1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Kontrola verzí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oproti definovaným politikám</w:t>
            </w:r>
          </w:p>
          <w:p w14:paraId="308BA840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zatížení CPU a RAM</w:t>
            </w:r>
          </w:p>
          <w:p w14:paraId="78C271D1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Monitoring spotřeby elektrické energie</w:t>
            </w:r>
          </w:p>
          <w:p w14:paraId="56956592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Centrální řízení spotřeby elektrické energie</w:t>
            </w:r>
          </w:p>
          <w:p w14:paraId="3C667B9D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Centrální provádění updatů firmware a </w:t>
            </w:r>
            <w:proofErr w:type="spellStart"/>
            <w:r w:rsidRPr="006B0BFC">
              <w:rPr>
                <w:rFonts w:cstheme="minorHAnsi"/>
                <w:sz w:val="18"/>
              </w:rPr>
              <w:t>BIOSu</w:t>
            </w:r>
            <w:proofErr w:type="spellEnd"/>
          </w:p>
          <w:p w14:paraId="42A10D40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Dálkové zapnutí/vypnutí jednotlivého serveru</w:t>
            </w:r>
          </w:p>
          <w:p w14:paraId="37863A93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Dálkový přístup do konzole jednotlivého serveru (</w:t>
            </w:r>
            <w:proofErr w:type="spellStart"/>
            <w:r w:rsidRPr="006B0BFC">
              <w:rPr>
                <w:rFonts w:cstheme="minorHAnsi"/>
                <w:sz w:val="18"/>
              </w:rPr>
              <w:t>remote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KVM)</w:t>
            </w:r>
          </w:p>
          <w:p w14:paraId="3381E994" w14:textId="77777777" w:rsidR="003C4D9F" w:rsidRPr="006B0BFC" w:rsidRDefault="003C4D9F" w:rsidP="003C4D9F">
            <w:pPr>
              <w:numPr>
                <w:ilvl w:val="0"/>
                <w:numId w:val="38"/>
              </w:num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Re-instalace OS pomocí dálkově připojené optické mechaniky či disku s ISO souborem.</w:t>
            </w:r>
          </w:p>
        </w:tc>
        <w:tc>
          <w:tcPr>
            <w:tcW w:w="3288" w:type="dxa"/>
          </w:tcPr>
          <w:p w14:paraId="19EA93E2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11E7F67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86501A8" w14:textId="77777777" w:rsidR="003C4D9F" w:rsidRPr="006B0BFC" w:rsidRDefault="003C4D9F" w:rsidP="003746AB">
            <w:pPr>
              <w:suppressAutoHyphens/>
              <w:contextualSpacing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75FD4FB6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3C4D9F" w:rsidRPr="006B0BFC" w14:paraId="3205AC6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AE75574" w14:textId="77777777" w:rsidR="003C4D9F" w:rsidRPr="006B0BFC" w:rsidRDefault="003C4D9F" w:rsidP="003746AB">
            <w:pPr>
              <w:rPr>
                <w:sz w:val="18"/>
                <w:lang w:eastAsia="cs-CZ"/>
              </w:rPr>
            </w:pPr>
            <w:r w:rsidRPr="006B0BFC">
              <w:rPr>
                <w:sz w:val="18"/>
                <w:lang w:eastAsia="cs-CZ"/>
              </w:rPr>
              <w:t>Síťové optické moduly pro každý optický port (</w:t>
            </w:r>
            <w:r w:rsidRPr="006B0BFC">
              <w:rPr>
                <w:b/>
                <w:bCs/>
                <w:sz w:val="18"/>
                <w:lang w:eastAsia="cs-CZ"/>
              </w:rPr>
              <w:t>SFP LAN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>10/25Gbps</w:t>
            </w:r>
            <w:r w:rsidRPr="006B0BFC">
              <w:rPr>
                <w:sz w:val="18"/>
                <w:lang w:eastAsia="cs-CZ"/>
              </w:rPr>
              <w:t xml:space="preserve"> nebo </w:t>
            </w:r>
            <w:r w:rsidRPr="006B0BFC">
              <w:rPr>
                <w:b/>
                <w:bCs/>
                <w:sz w:val="18"/>
                <w:lang w:eastAsia="cs-CZ"/>
              </w:rPr>
              <w:t>25Gbps</w:t>
            </w:r>
            <w:r w:rsidRPr="006B0BFC">
              <w:rPr>
                <w:sz w:val="18"/>
                <w:lang w:eastAsia="cs-CZ"/>
              </w:rPr>
              <w:t xml:space="preserve">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, LC,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67C60048" w14:textId="77777777" w:rsidR="003C4D9F" w:rsidRPr="006B0BFC" w:rsidRDefault="003C4D9F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E8609E" w:rsidRPr="006B0BFC" w14:paraId="5D3868C3" w14:textId="77777777" w:rsidTr="008E5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11F9C0" w14:textId="77777777" w:rsidR="00E8609E" w:rsidRPr="006B0BFC" w:rsidRDefault="00E8609E" w:rsidP="008E540C">
            <w:pPr>
              <w:rPr>
                <w:lang w:eastAsia="cs-CZ"/>
              </w:rPr>
            </w:pPr>
            <w:r w:rsidRPr="006B0BFC">
              <w:rPr>
                <w:sz w:val="18"/>
                <w:lang w:eastAsia="cs-CZ"/>
              </w:rPr>
              <w:t xml:space="preserve">Síťové 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(</w:t>
            </w:r>
            <w:r w:rsidRPr="006B0BFC">
              <w:rPr>
                <w:b/>
                <w:bCs/>
                <w:sz w:val="18"/>
                <w:lang w:eastAsia="cs-CZ"/>
              </w:rPr>
              <w:t>SFP FC</w:t>
            </w:r>
            <w:r w:rsidRPr="006B0BFC">
              <w:rPr>
                <w:sz w:val="18"/>
                <w:lang w:eastAsia="cs-CZ"/>
              </w:rPr>
              <w:t>), plně kompatibilní s dodávaným serverem v provedení „</w:t>
            </w:r>
            <w:r w:rsidRPr="006B0BFC">
              <w:rPr>
                <w:b/>
                <w:bCs/>
                <w:sz w:val="18"/>
                <w:lang w:eastAsia="cs-CZ"/>
              </w:rPr>
              <w:t xml:space="preserve">32Gbps, SW, </w:t>
            </w:r>
            <w:proofErr w:type="spellStart"/>
            <w:r w:rsidRPr="006B0BFC">
              <w:rPr>
                <w:b/>
                <w:bCs/>
                <w:sz w:val="18"/>
                <w:lang w:eastAsia="cs-CZ"/>
              </w:rPr>
              <w:t>Multimode</w:t>
            </w:r>
            <w:proofErr w:type="spellEnd"/>
            <w:r w:rsidRPr="006B0BFC">
              <w:rPr>
                <w:b/>
                <w:bCs/>
                <w:sz w:val="18"/>
                <w:lang w:eastAsia="cs-CZ"/>
              </w:rPr>
              <w:t>, LC</w:t>
            </w:r>
            <w:r w:rsidRPr="006B0BFC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02A70A07" w14:textId="77777777" w:rsidR="00E8609E" w:rsidRPr="006B0BFC" w:rsidRDefault="00E8609E" w:rsidP="008E540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1EB330D4" w14:textId="77777777" w:rsidR="003C4D9F" w:rsidRPr="006B0BFC" w:rsidRDefault="003C4D9F" w:rsidP="003C4D9F">
      <w:pPr>
        <w:spacing w:after="160" w:line="259" w:lineRule="auto"/>
      </w:pPr>
    </w:p>
    <w:p w14:paraId="5B64E6D7" w14:textId="00F1200E" w:rsidR="003C4D9F" w:rsidRPr="006B0BFC" w:rsidRDefault="003C4D9F" w:rsidP="003C4D9F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2</w:t>
      </w:r>
      <w:r w:rsidR="00FE5DB7">
        <w:rPr>
          <w:b/>
          <w:bCs/>
        </w:rPr>
        <w:t>3</w:t>
      </w:r>
      <w:r w:rsidRPr="006B0BFC">
        <w:t xml:space="preserve"> je místem plnění </w:t>
      </w:r>
      <w:r w:rsidR="006D54D6" w:rsidRPr="006D54D6">
        <w:rPr>
          <w:b/>
          <w:bCs/>
        </w:rPr>
        <w:t xml:space="preserve">Olomouc </w:t>
      </w:r>
      <w:r w:rsidR="006D54D6">
        <w:rPr>
          <w:b/>
          <w:bCs/>
        </w:rPr>
        <w:t>–</w:t>
      </w:r>
      <w:r w:rsidR="006D54D6" w:rsidRPr="006D54D6">
        <w:rPr>
          <w:b/>
          <w:bCs/>
        </w:rPr>
        <w:t xml:space="preserve"> </w:t>
      </w:r>
      <w:r w:rsidR="006D54D6">
        <w:rPr>
          <w:b/>
          <w:bCs/>
        </w:rPr>
        <w:t xml:space="preserve">Ústřední stavědlo, </w:t>
      </w:r>
      <w:r w:rsidR="00C12E09">
        <w:rPr>
          <w:b/>
          <w:bCs/>
        </w:rPr>
        <w:t>Jeremenkova</w:t>
      </w:r>
      <w:r w:rsidR="00D64104">
        <w:rPr>
          <w:b/>
          <w:bCs/>
        </w:rPr>
        <w:t xml:space="preserve"> 11a</w:t>
      </w:r>
      <w:r w:rsidR="00C12E09">
        <w:rPr>
          <w:b/>
          <w:bCs/>
        </w:rPr>
        <w:t>, Olomouc</w:t>
      </w:r>
      <w:r w:rsidRPr="006B0BFC">
        <w:t>.</w:t>
      </w:r>
    </w:p>
    <w:p w14:paraId="1194557F" w14:textId="77777777" w:rsidR="00EA4E74" w:rsidRPr="006B0BFC" w:rsidRDefault="00EA4E74" w:rsidP="001239C5">
      <w:pPr>
        <w:spacing w:after="160" w:line="259" w:lineRule="auto"/>
      </w:pPr>
    </w:p>
    <w:p w14:paraId="02A0B531" w14:textId="723AF52B" w:rsidR="001239C5" w:rsidRPr="006B0BFC" w:rsidRDefault="00FE5DB7" w:rsidP="001239C5">
      <w:pPr>
        <w:ind w:firstLine="426"/>
      </w:pPr>
      <w:r>
        <w:t>x</w:t>
      </w:r>
      <w:r w:rsidR="001239C5" w:rsidRPr="006B0BFC">
        <w:t>)</w:t>
      </w:r>
      <w:r w:rsidR="001239C5">
        <w:t xml:space="preserve"> </w:t>
      </w:r>
      <w:r w:rsidR="001239C5" w:rsidRPr="006B0BFC">
        <w:rPr>
          <w:b/>
          <w:bCs/>
        </w:rPr>
        <w:t xml:space="preserve">Položka </w:t>
      </w:r>
      <w:r w:rsidR="001239C5">
        <w:rPr>
          <w:b/>
          <w:bCs/>
        </w:rPr>
        <w:t>2</w:t>
      </w:r>
      <w:r>
        <w:rPr>
          <w:b/>
          <w:bCs/>
        </w:rPr>
        <w:t>4</w:t>
      </w:r>
      <w:r w:rsidR="001239C5" w:rsidRPr="006B0BFC">
        <w:t xml:space="preserve"> – Úložiště SAN pro </w:t>
      </w:r>
      <w:r w:rsidR="003B5FA6">
        <w:t>zálohovací server</w:t>
      </w:r>
      <w:r w:rsidR="001239C5" w:rsidRPr="006B0BFC">
        <w:t xml:space="preserve"> „KB TDS / </w:t>
      </w:r>
      <w:r w:rsidR="003B5FA6">
        <w:t>Olomouc</w:t>
      </w:r>
      <w:r w:rsidR="001239C5" w:rsidRPr="006B0BFC">
        <w:t>“ v konfiguraci:</w:t>
      </w:r>
    </w:p>
    <w:p w14:paraId="6A53DA49" w14:textId="77777777" w:rsidR="001239C5" w:rsidRPr="006B0BFC" w:rsidRDefault="001239C5" w:rsidP="001239C5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1239C5" w:rsidRPr="006B0BFC" w14:paraId="001DBF35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2DEA1949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08D8CC2E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1239C5" w:rsidRPr="006B0BFC" w14:paraId="33E95CB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03CF41A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Pr="006B0BFC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0D6D447E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3364C27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A969455" w14:textId="3400B405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 w:rsidR="00665C1B">
              <w:rPr>
                <w:rFonts w:cstheme="minorHAnsi"/>
                <w:b/>
                <w:bCs/>
                <w:sz w:val="18"/>
              </w:rPr>
              <w:t>1</w:t>
            </w:r>
            <w:r w:rsidR="00331734">
              <w:rPr>
                <w:rFonts w:cstheme="minorHAnsi"/>
                <w:b/>
                <w:bCs/>
                <w:sz w:val="18"/>
              </w:rPr>
              <w:t>5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 w:rsidR="00996F58">
              <w:rPr>
                <w:rFonts w:cstheme="minorHAnsi"/>
                <w:sz w:val="18"/>
              </w:rPr>
              <w:t>667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1DC5413F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7B555D7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B85FC85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6B0BFC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SAN FC v režimu </w:t>
            </w:r>
            <w:proofErr w:type="spellStart"/>
            <w:r w:rsidRPr="006B0BFC">
              <w:rPr>
                <w:rFonts w:cstheme="minorHAnsi"/>
                <w:sz w:val="18"/>
              </w:rPr>
              <w:t>Active-Active</w:t>
            </w:r>
            <w:proofErr w:type="spellEnd"/>
          </w:p>
        </w:tc>
        <w:tc>
          <w:tcPr>
            <w:tcW w:w="3288" w:type="dxa"/>
          </w:tcPr>
          <w:p w14:paraId="1E353C41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8228C5" w:rsidRPr="0050706D" w14:paraId="49DD882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905C4F5" w14:textId="77777777" w:rsidR="008228C5" w:rsidRDefault="008228C5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Kapacita SAN úložiště</w:t>
            </w:r>
          </w:p>
          <w:p w14:paraId="6D61F1CC" w14:textId="0FEEAAFE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b/>
                <w:bCs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lastRenderedPageBreak/>
              <w:t xml:space="preserve">Uživatelsky použitelná čistá nekomprimovaná </w:t>
            </w:r>
            <w:r>
              <w:rPr>
                <w:rFonts w:cstheme="minorHAnsi"/>
                <w:sz w:val="18"/>
                <w:szCs w:val="22"/>
              </w:rPr>
              <w:t xml:space="preserve">(bez </w:t>
            </w:r>
            <w:proofErr w:type="spellStart"/>
            <w:r>
              <w:rPr>
                <w:rFonts w:cstheme="minorHAnsi"/>
                <w:sz w:val="18"/>
                <w:szCs w:val="22"/>
              </w:rPr>
              <w:t>deduplikace</w:t>
            </w:r>
            <w:proofErr w:type="spellEnd"/>
            <w:r>
              <w:rPr>
                <w:rFonts w:cstheme="minorHAnsi"/>
                <w:sz w:val="18"/>
                <w:szCs w:val="22"/>
              </w:rPr>
              <w:t xml:space="preserve">) </w:t>
            </w:r>
            <w:r w:rsidRPr="00A132AC">
              <w:rPr>
                <w:rFonts w:cstheme="minorHAnsi"/>
                <w:sz w:val="18"/>
                <w:szCs w:val="22"/>
              </w:rPr>
              <w:t xml:space="preserve">kapacita minimálně </w:t>
            </w:r>
            <w:r>
              <w:rPr>
                <w:rFonts w:cstheme="minorHAnsi"/>
                <w:b/>
                <w:bCs/>
                <w:sz w:val="18"/>
                <w:szCs w:val="22"/>
              </w:rPr>
              <w:t>500</w:t>
            </w:r>
            <w:r w:rsidRPr="00A132AC">
              <w:rPr>
                <w:rFonts w:cstheme="minorHAnsi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A132AC">
              <w:rPr>
                <w:rFonts w:cstheme="minorHAnsi"/>
                <w:b/>
                <w:bCs/>
                <w:sz w:val="18"/>
                <w:szCs w:val="22"/>
              </w:rPr>
              <w:t>TiB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6186169E" w14:textId="4CBFF24E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Umožňuje rozšíření minimálně na 1 </w:t>
            </w:r>
            <w:proofErr w:type="spellStart"/>
            <w:r>
              <w:rPr>
                <w:rFonts w:cstheme="minorHAnsi"/>
                <w:sz w:val="18"/>
                <w:szCs w:val="22"/>
              </w:rPr>
              <w:t>P</w:t>
            </w:r>
            <w:r w:rsidRPr="00A132AC">
              <w:rPr>
                <w:rFonts w:cstheme="minorHAnsi"/>
                <w:sz w:val="18"/>
                <w:szCs w:val="22"/>
              </w:rPr>
              <w:t>iB</w:t>
            </w:r>
            <w:proofErr w:type="spellEnd"/>
            <w:r w:rsidRPr="00A132AC">
              <w:rPr>
                <w:rFonts w:cstheme="minorHAnsi"/>
                <w:sz w:val="18"/>
                <w:szCs w:val="22"/>
              </w:rPr>
              <w:t xml:space="preserve"> jen přidáním disků.</w:t>
            </w:r>
          </w:p>
          <w:p w14:paraId="701EA0CF" w14:textId="17B2F186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  <w:sz w:val="18"/>
                <w:szCs w:val="22"/>
              </w:rPr>
            </w:pPr>
            <w:r w:rsidRPr="00A132AC">
              <w:rPr>
                <w:rFonts w:cstheme="minorHAnsi"/>
                <w:sz w:val="18"/>
                <w:szCs w:val="22"/>
              </w:rPr>
              <w:t>Zajišťuje redundanci uložených dat minimálně na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 xml:space="preserve">úrovni odpovídající </w:t>
            </w:r>
            <w:r w:rsidRPr="009036B9">
              <w:rPr>
                <w:rFonts w:cstheme="minorHAnsi"/>
                <w:b/>
                <w:bCs/>
                <w:sz w:val="18"/>
                <w:szCs w:val="22"/>
              </w:rPr>
              <w:t>RAID</w:t>
            </w:r>
            <w:r w:rsidR="004B5112">
              <w:rPr>
                <w:rFonts w:cstheme="minorHAnsi"/>
                <w:b/>
                <w:bCs/>
                <w:sz w:val="18"/>
                <w:szCs w:val="22"/>
              </w:rPr>
              <w:t>6</w:t>
            </w:r>
            <w:r w:rsidRPr="00294666">
              <w:rPr>
                <w:rFonts w:cstheme="minorHAnsi"/>
                <w:sz w:val="18"/>
                <w:szCs w:val="22"/>
              </w:rPr>
              <w:t xml:space="preserve"> (výpadek </w:t>
            </w:r>
            <w:r w:rsidR="004B5112">
              <w:rPr>
                <w:rFonts w:cstheme="minorHAnsi"/>
                <w:sz w:val="18"/>
                <w:szCs w:val="22"/>
              </w:rPr>
              <w:t>dvou</w:t>
            </w:r>
            <w:r w:rsidRPr="00294666">
              <w:rPr>
                <w:rFonts w:cstheme="minorHAnsi"/>
                <w:sz w:val="18"/>
                <w:szCs w:val="22"/>
              </w:rPr>
              <w:t xml:space="preserve"> disk</w:t>
            </w:r>
            <w:r w:rsidR="004B5112">
              <w:rPr>
                <w:rFonts w:cstheme="minorHAnsi"/>
                <w:sz w:val="18"/>
                <w:szCs w:val="22"/>
              </w:rPr>
              <w:t>ů</w:t>
            </w:r>
            <w:r w:rsidRPr="00294666">
              <w:rPr>
                <w:rFonts w:cstheme="minorHAnsi"/>
                <w:sz w:val="18"/>
                <w:szCs w:val="22"/>
              </w:rPr>
              <w:t>)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  <w:p w14:paraId="620C173D" w14:textId="7421CB46" w:rsidR="008228C5" w:rsidRPr="00A132AC" w:rsidRDefault="008228C5" w:rsidP="008228C5">
            <w:pPr>
              <w:pStyle w:val="Odstavecseseznamem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661"/>
              <w:rPr>
                <w:rFonts w:cstheme="minorHAnsi"/>
              </w:rPr>
            </w:pPr>
            <w:r w:rsidRPr="00A132AC">
              <w:rPr>
                <w:rFonts w:cstheme="minorHAnsi"/>
                <w:sz w:val="18"/>
                <w:szCs w:val="22"/>
              </w:rPr>
              <w:t xml:space="preserve">Použití </w:t>
            </w:r>
            <w:r w:rsidR="00A108BF">
              <w:rPr>
                <w:rFonts w:cstheme="minorHAnsi"/>
                <w:sz w:val="18"/>
                <w:szCs w:val="22"/>
              </w:rPr>
              <w:t xml:space="preserve">NL-SAS </w:t>
            </w:r>
            <w:r w:rsidR="004B5112">
              <w:rPr>
                <w:rFonts w:cstheme="minorHAnsi"/>
                <w:sz w:val="18"/>
                <w:szCs w:val="22"/>
              </w:rPr>
              <w:t xml:space="preserve">disků </w:t>
            </w:r>
            <w:r w:rsidRPr="00A132AC">
              <w:rPr>
                <w:rFonts w:cstheme="minorHAnsi"/>
                <w:sz w:val="18"/>
                <w:szCs w:val="22"/>
              </w:rPr>
              <w:t xml:space="preserve">o velikosti maximálně </w:t>
            </w:r>
            <w:r w:rsidR="00D46F38">
              <w:rPr>
                <w:rFonts w:cstheme="minorHAnsi"/>
                <w:sz w:val="18"/>
                <w:szCs w:val="22"/>
              </w:rPr>
              <w:t>8</w:t>
            </w:r>
            <w:r>
              <w:rPr>
                <w:rFonts w:cstheme="minorHAnsi"/>
                <w:sz w:val="18"/>
                <w:szCs w:val="22"/>
              </w:rPr>
              <w:t> </w:t>
            </w:r>
            <w:r w:rsidRPr="00A132AC">
              <w:rPr>
                <w:rFonts w:cstheme="minorHAnsi"/>
                <w:sz w:val="18"/>
                <w:szCs w:val="22"/>
              </w:rPr>
              <w:t>TB</w:t>
            </w:r>
            <w:r w:rsidR="004B5112">
              <w:rPr>
                <w:rFonts w:cstheme="minorHAnsi"/>
                <w:sz w:val="18"/>
                <w:szCs w:val="22"/>
              </w:rPr>
              <w:t>, které nevyužívají technologii SMR</w:t>
            </w:r>
            <w:r w:rsidRPr="00A132AC">
              <w:rPr>
                <w:rFonts w:cstheme="minorHAnsi"/>
                <w:sz w:val="18"/>
                <w:szCs w:val="22"/>
              </w:rPr>
              <w:t>.</w:t>
            </w:r>
          </w:p>
        </w:tc>
        <w:tc>
          <w:tcPr>
            <w:tcW w:w="3288" w:type="dxa"/>
          </w:tcPr>
          <w:p w14:paraId="04E46AB0" w14:textId="77777777" w:rsidR="008228C5" w:rsidRPr="00927BA6" w:rsidRDefault="008228C5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1239C5" w:rsidRPr="006B0BFC" w14:paraId="5DF8A5F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99E2C85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</w:t>
            </w:r>
            <w:r w:rsidRPr="00053731">
              <w:rPr>
                <w:rFonts w:cstheme="minorHAnsi"/>
                <w:b/>
                <w:bCs/>
                <w:sz w:val="18"/>
              </w:rPr>
              <w:t>8</w:t>
            </w:r>
            <w:r w:rsidRPr="006B0BFC">
              <w:rPr>
                <w:rFonts w:cstheme="minorHAnsi"/>
                <w:b/>
                <w:bCs/>
                <w:sz w:val="18"/>
              </w:rPr>
              <w:t>x 32 Gbps</w:t>
            </w:r>
            <w:r w:rsidRPr="006B0BFC">
              <w:rPr>
                <w:rFonts w:cstheme="minorHAnsi"/>
                <w:sz w:val="18"/>
              </w:rPr>
              <w:t xml:space="preserve"> FC SFP port pro SAN</w:t>
            </w:r>
          </w:p>
        </w:tc>
        <w:tc>
          <w:tcPr>
            <w:tcW w:w="3288" w:type="dxa"/>
          </w:tcPr>
          <w:p w14:paraId="741ED5B0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366367B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702E2B2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jeden 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34BF9FD4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7752ACB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E8E1625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zdroj, každý minimálně o výkonu 1000 W s minimální certifikací „80+ </w:t>
            </w:r>
            <w:proofErr w:type="spellStart"/>
            <w:r w:rsidRPr="006B0BFC">
              <w:rPr>
                <w:rFonts w:cstheme="minorHAnsi"/>
                <w:sz w:val="18"/>
              </w:rPr>
              <w:t>Platinum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BF4544B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1625F28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9B7EE46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sz w:val="18"/>
                <w:lang w:eastAsia="cs-CZ"/>
              </w:rPr>
              <w:t>Výsuvné ližiny do rackové skříně</w:t>
            </w:r>
          </w:p>
        </w:tc>
        <w:tc>
          <w:tcPr>
            <w:tcW w:w="3288" w:type="dxa"/>
          </w:tcPr>
          <w:p w14:paraId="603CC387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0E01491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8D6E343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76D96B96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0215E8F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5CB01F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18DD6FC7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20B7224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96B34E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 xml:space="preserve">Podpora OS Windows Server 2019, 2022; RHEL 8, 9; </w:t>
            </w:r>
            <w:proofErr w:type="spellStart"/>
            <w:r w:rsidRPr="006B0BFC">
              <w:rPr>
                <w:rFonts w:cstheme="minorHAnsi"/>
                <w:sz w:val="18"/>
              </w:rPr>
              <w:t>VMware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</w:rPr>
              <w:t>vSphere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7, 8</w:t>
            </w:r>
          </w:p>
        </w:tc>
        <w:tc>
          <w:tcPr>
            <w:tcW w:w="3288" w:type="dxa"/>
          </w:tcPr>
          <w:p w14:paraId="396988F0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08749319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CA9BA88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firmware či hardware (HW) ani k výměně některé klíčové komponenty za jinou.</w:t>
            </w:r>
          </w:p>
        </w:tc>
        <w:tc>
          <w:tcPr>
            <w:tcW w:w="3288" w:type="dxa"/>
          </w:tcPr>
          <w:p w14:paraId="0665BF9D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480C1B2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B3BEE3C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452F70ED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2A9424F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3796B1A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40E7B12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1C477FD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05B5095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U všech disků, SSD, </w:t>
            </w:r>
            <w:proofErr w:type="spellStart"/>
            <w:r w:rsidRPr="006B0BFC">
              <w:rPr>
                <w:rFonts w:cstheme="minorHAnsi"/>
                <w:sz w:val="18"/>
              </w:rPr>
              <w:t>NVMe</w:t>
            </w:r>
            <w:proofErr w:type="spellEnd"/>
            <w:r w:rsidRPr="006B0BFC">
              <w:rPr>
                <w:rFonts w:cstheme="minorHAnsi"/>
                <w:sz w:val="18"/>
              </w:rPr>
              <w:t xml:space="preserve"> a médií je požadováno ponechání disku Kupujícímu při jeho poruše a reklamaci</w:t>
            </w:r>
          </w:p>
        </w:tc>
        <w:tc>
          <w:tcPr>
            <w:tcW w:w="3288" w:type="dxa"/>
          </w:tcPr>
          <w:p w14:paraId="1A2F1BBA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1239C5" w:rsidRPr="006B0BFC" w14:paraId="28B4369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E01448E" w14:textId="77777777" w:rsidR="001239C5" w:rsidRPr="006B0BFC" w:rsidRDefault="001239C5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11B004C8" w14:textId="77777777" w:rsidR="001239C5" w:rsidRPr="006B0BFC" w:rsidRDefault="001239C5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A464EA" w:rsidRPr="006B0BFC" w14:paraId="4C40691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49FE33A" w14:textId="490D8023" w:rsidR="00A464EA" w:rsidRPr="006B0BFC" w:rsidRDefault="00A464EA" w:rsidP="00A464EA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úložiště vyžaduje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 w:rsidR="00070FB9"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 w:rsidR="00070FB9">
              <w:rPr>
                <w:sz w:val="18"/>
                <w:lang w:eastAsia="cs-CZ"/>
              </w:rPr>
              <w:t>ým úložištěm</w:t>
            </w:r>
          </w:p>
        </w:tc>
        <w:tc>
          <w:tcPr>
            <w:tcW w:w="3288" w:type="dxa"/>
          </w:tcPr>
          <w:p w14:paraId="24DCF8C5" w14:textId="77777777" w:rsidR="00A464EA" w:rsidRPr="006B0BFC" w:rsidRDefault="00A464EA" w:rsidP="00A464E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5E0C9B27" w14:textId="77777777" w:rsidR="001239C5" w:rsidRPr="006B0BFC" w:rsidRDefault="001239C5" w:rsidP="001239C5">
      <w:pPr>
        <w:spacing w:after="160" w:line="259" w:lineRule="auto"/>
      </w:pPr>
    </w:p>
    <w:p w14:paraId="0580F9E8" w14:textId="7836777B" w:rsidR="001239C5" w:rsidRPr="006B0BFC" w:rsidRDefault="001239C5" w:rsidP="002B7BF9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 w:rsidR="00641E1C">
        <w:rPr>
          <w:b/>
          <w:bCs/>
        </w:rPr>
        <w:t>2</w:t>
      </w:r>
      <w:r w:rsidR="00FE5DB7">
        <w:rPr>
          <w:b/>
          <w:bCs/>
        </w:rPr>
        <w:t>4</w:t>
      </w:r>
      <w:r w:rsidRPr="006B0BFC">
        <w:t xml:space="preserve"> je místem plnění </w:t>
      </w:r>
      <w:r w:rsidR="00641E1C" w:rsidRPr="00641E1C">
        <w:rPr>
          <w:b/>
          <w:bCs/>
        </w:rPr>
        <w:t>Olomouc – Ústřední stavědlo, Jeremenkova 11a, Olomouc</w:t>
      </w:r>
      <w:r w:rsidRPr="006B0BFC">
        <w:t>.</w:t>
      </w:r>
    </w:p>
    <w:p w14:paraId="698848B0" w14:textId="77777777" w:rsidR="00EA4E74" w:rsidRPr="006B0BFC" w:rsidRDefault="00EA4E74" w:rsidP="002B7BF9">
      <w:pPr>
        <w:spacing w:after="160" w:line="259" w:lineRule="auto"/>
      </w:pPr>
    </w:p>
    <w:p w14:paraId="2C596E11" w14:textId="7E9B1D17" w:rsidR="002B7BF9" w:rsidRPr="006B0BFC" w:rsidRDefault="00FE5DB7" w:rsidP="002B7BF9">
      <w:pPr>
        <w:ind w:firstLine="426"/>
      </w:pPr>
      <w:r>
        <w:t>y</w:t>
      </w:r>
      <w:r w:rsidR="002B7BF9" w:rsidRPr="006B0BFC">
        <w:t>)</w:t>
      </w:r>
      <w:r w:rsidR="002B7BF9">
        <w:t xml:space="preserve"> </w:t>
      </w:r>
      <w:r w:rsidR="002B7BF9" w:rsidRPr="006B0BFC">
        <w:rPr>
          <w:b/>
          <w:bCs/>
        </w:rPr>
        <w:t xml:space="preserve">Položka </w:t>
      </w:r>
      <w:r w:rsidR="002B7BF9">
        <w:rPr>
          <w:b/>
          <w:bCs/>
        </w:rPr>
        <w:t>2</w:t>
      </w:r>
      <w:r>
        <w:rPr>
          <w:b/>
          <w:bCs/>
        </w:rPr>
        <w:t>5</w:t>
      </w:r>
      <w:r w:rsidR="002B7BF9" w:rsidRPr="006B0BFC">
        <w:t xml:space="preserve"> – </w:t>
      </w:r>
      <w:r w:rsidR="00EB5AB8">
        <w:t xml:space="preserve">Pásková knihovna pro </w:t>
      </w:r>
      <w:r w:rsidR="002B7BF9">
        <w:t>zálohovací server</w:t>
      </w:r>
      <w:r w:rsidR="002B7BF9" w:rsidRPr="006B0BFC">
        <w:t xml:space="preserve"> „KB TDS / </w:t>
      </w:r>
      <w:r w:rsidR="002B7BF9">
        <w:t>Olomouc</w:t>
      </w:r>
      <w:r w:rsidR="002B7BF9" w:rsidRPr="006B0BFC">
        <w:t>“ v</w:t>
      </w:r>
      <w:r w:rsidR="009B028C">
        <w:t> </w:t>
      </w:r>
      <w:r w:rsidR="002B7BF9" w:rsidRPr="006B0BFC">
        <w:t>konfiguraci:</w:t>
      </w:r>
    </w:p>
    <w:p w14:paraId="7DE04BC0" w14:textId="77777777" w:rsidR="002B7BF9" w:rsidRPr="006B0BFC" w:rsidRDefault="002B7BF9" w:rsidP="002B7BF9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2B7BF9" w:rsidRPr="006B0BFC" w14:paraId="4F110B8C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20C71331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1037FDD2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2B7BF9" w:rsidRPr="006B0BFC" w14:paraId="719D3A7C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BF4E4C8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Provedení úložiště pro instalaci do rackové skříně o hloubce </w:t>
            </w:r>
            <w:r w:rsidRPr="006B0BFC">
              <w:rPr>
                <w:rFonts w:cstheme="minorHAnsi"/>
                <w:b/>
                <w:bCs/>
                <w:sz w:val="18"/>
              </w:rPr>
              <w:t>100 cm</w:t>
            </w:r>
          </w:p>
        </w:tc>
        <w:tc>
          <w:tcPr>
            <w:tcW w:w="3288" w:type="dxa"/>
          </w:tcPr>
          <w:p w14:paraId="5CF9AE36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1C38FC64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D9A454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Velikost skříně serveru o maximální výšce </w:t>
            </w:r>
            <w:r>
              <w:rPr>
                <w:rFonts w:cstheme="minorHAnsi"/>
                <w:b/>
                <w:bCs/>
                <w:sz w:val="18"/>
              </w:rPr>
              <w:t>10</w:t>
            </w:r>
            <w:r w:rsidRPr="006B0BFC">
              <w:rPr>
                <w:rFonts w:cstheme="minorHAnsi"/>
                <w:b/>
                <w:bCs/>
                <w:sz w:val="18"/>
              </w:rPr>
              <w:t xml:space="preserve"> RU</w:t>
            </w:r>
            <w:r w:rsidRPr="006B0BFC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445</w:t>
            </w:r>
            <w:r w:rsidRPr="006B0BFC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3381F8F7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4E9A99E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13747F1" w14:textId="23F5A9F1" w:rsidR="002B7BF9" w:rsidRPr="006B0BFC" w:rsidRDefault="005C4088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lastRenderedPageBreak/>
              <w:t>LTO9</w:t>
            </w:r>
            <w:r w:rsidRPr="005C4088">
              <w:rPr>
                <w:rFonts w:cstheme="minorHAnsi"/>
                <w:sz w:val="18"/>
              </w:rPr>
              <w:t xml:space="preserve"> pásková knihovna</w:t>
            </w:r>
            <w:r w:rsidR="0067607F">
              <w:rPr>
                <w:rFonts w:cstheme="minorHAnsi"/>
                <w:sz w:val="18"/>
              </w:rPr>
              <w:t xml:space="preserve"> </w:t>
            </w:r>
            <w:r w:rsidR="00CA7E89">
              <w:rPr>
                <w:rFonts w:cstheme="minorHAnsi"/>
                <w:sz w:val="18"/>
              </w:rPr>
              <w:t xml:space="preserve">s kapacitou minimálně </w:t>
            </w:r>
            <w:r w:rsidR="0067607F">
              <w:rPr>
                <w:rFonts w:cstheme="minorHAnsi"/>
                <w:sz w:val="18"/>
              </w:rPr>
              <w:t>80</w:t>
            </w:r>
            <w:r w:rsidR="00CA7E89">
              <w:rPr>
                <w:rFonts w:cstheme="minorHAnsi"/>
                <w:sz w:val="18"/>
              </w:rPr>
              <w:t> </w:t>
            </w:r>
            <w:r w:rsidR="0067607F">
              <w:rPr>
                <w:rFonts w:cstheme="minorHAnsi"/>
                <w:sz w:val="18"/>
              </w:rPr>
              <w:t>pásek</w:t>
            </w:r>
          </w:p>
        </w:tc>
        <w:tc>
          <w:tcPr>
            <w:tcW w:w="3288" w:type="dxa"/>
          </w:tcPr>
          <w:p w14:paraId="50CFCA8E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6223F18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0F1779" w14:textId="2567521F" w:rsidR="002B7BF9" w:rsidRPr="006B0BFC" w:rsidRDefault="0067607F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sz w:val="18"/>
                <w:lang w:eastAsia="cs-CZ"/>
              </w:rPr>
              <w:t xml:space="preserve">Osazení minimálně </w:t>
            </w:r>
            <w:r w:rsidR="00353C0F">
              <w:rPr>
                <w:sz w:val="18"/>
                <w:lang w:eastAsia="cs-CZ"/>
              </w:rPr>
              <w:t>čtyřmi (</w:t>
            </w:r>
            <w:r>
              <w:rPr>
                <w:sz w:val="18"/>
                <w:lang w:eastAsia="cs-CZ"/>
              </w:rPr>
              <w:t>4</w:t>
            </w:r>
            <w:r w:rsidR="00353C0F">
              <w:rPr>
                <w:sz w:val="18"/>
                <w:lang w:eastAsia="cs-CZ"/>
              </w:rPr>
              <w:t>)</w:t>
            </w:r>
            <w:r>
              <w:rPr>
                <w:sz w:val="18"/>
                <w:lang w:eastAsia="cs-CZ"/>
              </w:rPr>
              <w:t xml:space="preserve"> LTO9 mechanikami</w:t>
            </w:r>
            <w:r w:rsidR="00353C0F">
              <w:rPr>
                <w:sz w:val="18"/>
                <w:lang w:eastAsia="cs-CZ"/>
              </w:rPr>
              <w:t xml:space="preserve"> s připojením přes </w:t>
            </w:r>
            <w:proofErr w:type="spellStart"/>
            <w:r w:rsidR="00353C0F" w:rsidRPr="00353C0F">
              <w:rPr>
                <w:b/>
                <w:bCs/>
                <w:sz w:val="18"/>
                <w:lang w:eastAsia="cs-CZ"/>
              </w:rPr>
              <w:t>FibreChannel</w:t>
            </w:r>
            <w:proofErr w:type="spellEnd"/>
          </w:p>
        </w:tc>
        <w:tc>
          <w:tcPr>
            <w:tcW w:w="3288" w:type="dxa"/>
          </w:tcPr>
          <w:p w14:paraId="0A044DA9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4D021792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A754248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Minimálně jeden dedikovaný </w:t>
            </w:r>
            <w:r w:rsidRPr="006B0BFC">
              <w:rPr>
                <w:rFonts w:cstheme="minorHAnsi"/>
                <w:b/>
                <w:bCs/>
                <w:sz w:val="18"/>
              </w:rPr>
              <w:t>1 Gbps</w:t>
            </w:r>
            <w:r w:rsidRPr="006B0BFC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5F7CACE8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070A4F51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44F2D54" w14:textId="4AEC4A49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hot-swap napájecí zdroj</w:t>
            </w:r>
          </w:p>
        </w:tc>
        <w:tc>
          <w:tcPr>
            <w:tcW w:w="3288" w:type="dxa"/>
          </w:tcPr>
          <w:p w14:paraId="4C8AE1EE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539A4005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1918076" w14:textId="3FA41EFD" w:rsidR="002B7BF9" w:rsidRPr="006B0BFC" w:rsidRDefault="002935EB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sz w:val="18"/>
                <w:lang w:eastAsia="cs-CZ"/>
              </w:rPr>
              <w:t>L</w:t>
            </w:r>
            <w:r w:rsidR="002B7BF9" w:rsidRPr="006B0BFC">
              <w:rPr>
                <w:sz w:val="18"/>
                <w:lang w:eastAsia="cs-CZ"/>
              </w:rPr>
              <w:t>ižiny do rackové skříně</w:t>
            </w:r>
          </w:p>
        </w:tc>
        <w:tc>
          <w:tcPr>
            <w:tcW w:w="3288" w:type="dxa"/>
          </w:tcPr>
          <w:p w14:paraId="35FA04E3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620B55A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96EB90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CEE7/7 v délce minimálně 2 metry, každý v jiné barvě (černá, červená)</w:t>
            </w:r>
          </w:p>
        </w:tc>
        <w:tc>
          <w:tcPr>
            <w:tcW w:w="3288" w:type="dxa"/>
          </w:tcPr>
          <w:p w14:paraId="3BD7D4CB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53834C2D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7E19C57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2x</w:t>
            </w:r>
            <w:r w:rsidRPr="006B0BFC">
              <w:rPr>
                <w:rFonts w:cstheme="minorHAnsi"/>
                <w:sz w:val="18"/>
              </w:rPr>
              <w:t xml:space="preserve"> napájecí kabel 230V IEC C13 v délce minimálně 2 metry, každý v jiné barvě (černá, červená)</w:t>
            </w:r>
          </w:p>
        </w:tc>
        <w:tc>
          <w:tcPr>
            <w:tcW w:w="3288" w:type="dxa"/>
          </w:tcPr>
          <w:p w14:paraId="5537AA0B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15B1F0D7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0E2E91" w14:textId="1030ED9F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6B0BFC">
              <w:rPr>
                <w:rFonts w:cstheme="minorHAnsi"/>
                <w:sz w:val="18"/>
              </w:rPr>
              <w:t>Podpora OS Windows Server 2019, 2022; RHEL 8, 9</w:t>
            </w:r>
          </w:p>
        </w:tc>
        <w:tc>
          <w:tcPr>
            <w:tcW w:w="3288" w:type="dxa"/>
          </w:tcPr>
          <w:p w14:paraId="0E1D50D0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0E8F83E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19ACB7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6B0BFC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6B0BFC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6B0BFC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6B03DF04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7DBD91DB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C51575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6B0BFC">
              <w:rPr>
                <w:rFonts w:cstheme="minorHAnsi"/>
                <w:sz w:val="18"/>
              </w:rPr>
              <w:t xml:space="preserve">Podpora výrobce na </w:t>
            </w:r>
            <w:r w:rsidRPr="006B0BFC">
              <w:rPr>
                <w:rFonts w:cstheme="minorHAnsi"/>
                <w:b/>
                <w:bCs/>
                <w:sz w:val="18"/>
              </w:rPr>
              <w:t>5 let</w:t>
            </w:r>
            <w:r w:rsidRPr="006B0BFC">
              <w:rPr>
                <w:rFonts w:cstheme="minorHAnsi"/>
                <w:sz w:val="18"/>
              </w:rPr>
              <w:t xml:space="preserve"> v rozsahu „</w:t>
            </w:r>
            <w:r w:rsidRPr="006B0BFC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6B0BFC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6B0BFC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4DD4F4BB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2B7BF9" w:rsidRPr="006B0BFC" w14:paraId="200EE29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E7F6A5F" w14:textId="77777777" w:rsidR="002B7BF9" w:rsidRPr="006B0BFC" w:rsidRDefault="002B7BF9" w:rsidP="003746A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B0BFC">
              <w:rPr>
                <w:rFonts w:cstheme="minorHAnsi"/>
                <w:sz w:val="18"/>
              </w:rPr>
              <w:t>Záruka a servis musí být pokryty oficiální servisní podporou výrobce tak, aby v případě závady, kterou není dodavatel schopen odstranit, mohl zákazník tuto závadu eskalovat přímo k technické podpoře výrobce.</w:t>
            </w:r>
          </w:p>
        </w:tc>
        <w:tc>
          <w:tcPr>
            <w:tcW w:w="3288" w:type="dxa"/>
          </w:tcPr>
          <w:p w14:paraId="69208804" w14:textId="77777777" w:rsidR="002B7BF9" w:rsidRPr="006B0BFC" w:rsidRDefault="002B7BF9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B32653" w:rsidRPr="006B0BFC" w14:paraId="5AE57B7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20C2923" w14:textId="5828F49C" w:rsidR="00B32653" w:rsidRPr="003039CE" w:rsidRDefault="00B32653" w:rsidP="00B32653">
            <w:pPr>
              <w:rPr>
                <w:sz w:val="18"/>
                <w:lang w:eastAsia="cs-CZ"/>
              </w:rPr>
            </w:pPr>
            <w:r w:rsidRPr="003039CE">
              <w:rPr>
                <w:sz w:val="18"/>
                <w:lang w:eastAsia="cs-CZ"/>
              </w:rPr>
              <w:t xml:space="preserve">Plná </w:t>
            </w:r>
            <w:r>
              <w:rPr>
                <w:sz w:val="18"/>
                <w:lang w:eastAsia="cs-CZ"/>
              </w:rPr>
              <w:t>kompatibilita</w:t>
            </w:r>
            <w:r w:rsidRPr="003039CE">
              <w:rPr>
                <w:sz w:val="18"/>
                <w:lang w:eastAsia="cs-CZ"/>
              </w:rPr>
              <w:t xml:space="preserve"> </w:t>
            </w:r>
            <w:r>
              <w:rPr>
                <w:sz w:val="18"/>
                <w:lang w:eastAsia="cs-CZ"/>
              </w:rPr>
              <w:t xml:space="preserve">páskové knihovny a páskových mechanik s již využívaným zálohovacím software v prostředí Zadavatele (IBM </w:t>
            </w:r>
            <w:proofErr w:type="spellStart"/>
            <w:r>
              <w:rPr>
                <w:sz w:val="18"/>
                <w:lang w:eastAsia="cs-CZ"/>
              </w:rPr>
              <w:t>Storage</w:t>
            </w:r>
            <w:proofErr w:type="spellEnd"/>
            <w:r>
              <w:rPr>
                <w:sz w:val="18"/>
                <w:lang w:eastAsia="cs-CZ"/>
              </w:rPr>
              <w:t xml:space="preserve"> </w:t>
            </w:r>
            <w:proofErr w:type="spellStart"/>
            <w:r>
              <w:rPr>
                <w:sz w:val="18"/>
                <w:lang w:eastAsia="cs-CZ"/>
              </w:rPr>
              <w:t>Protect</w:t>
            </w:r>
            <w:proofErr w:type="spellEnd"/>
            <w:r>
              <w:rPr>
                <w:sz w:val="18"/>
                <w:lang w:eastAsia="cs-CZ"/>
              </w:rPr>
              <w:t>)</w:t>
            </w:r>
          </w:p>
        </w:tc>
        <w:tc>
          <w:tcPr>
            <w:tcW w:w="3288" w:type="dxa"/>
          </w:tcPr>
          <w:p w14:paraId="7792EEF1" w14:textId="26A877A1" w:rsidR="00B32653" w:rsidRPr="006B0BFC" w:rsidRDefault="00B32653" w:rsidP="00B3265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  <w:tr w:rsidR="00B32653" w:rsidRPr="006B0BFC" w14:paraId="14857FE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16715F" w14:textId="5F5C1E46" w:rsidR="00B32653" w:rsidRPr="006B0BFC" w:rsidRDefault="00B32653" w:rsidP="00B32653">
            <w:pPr>
              <w:rPr>
                <w:sz w:val="18"/>
                <w:lang w:eastAsia="cs-CZ"/>
              </w:rPr>
            </w:pPr>
            <w:r>
              <w:rPr>
                <w:sz w:val="18"/>
                <w:lang w:eastAsia="cs-CZ"/>
              </w:rPr>
              <w:t xml:space="preserve">Pokud páskové mechaniky vyžadují použití SFP, </w:t>
            </w:r>
            <w:r w:rsidRPr="006B0BFC">
              <w:rPr>
                <w:sz w:val="18"/>
                <w:lang w:eastAsia="cs-CZ"/>
              </w:rPr>
              <w:t xml:space="preserve">optické moduly pro každý </w:t>
            </w:r>
            <w:proofErr w:type="spellStart"/>
            <w:r w:rsidRPr="006B0BFC">
              <w:rPr>
                <w:sz w:val="18"/>
                <w:lang w:eastAsia="cs-CZ"/>
              </w:rPr>
              <w:t>FibreChannel</w:t>
            </w:r>
            <w:proofErr w:type="spellEnd"/>
            <w:r w:rsidRPr="006B0BFC">
              <w:rPr>
                <w:sz w:val="18"/>
                <w:lang w:eastAsia="cs-CZ"/>
              </w:rPr>
              <w:t xml:space="preserve"> port plně kompatibilní s</w:t>
            </w:r>
            <w:r>
              <w:rPr>
                <w:sz w:val="18"/>
                <w:lang w:eastAsia="cs-CZ"/>
              </w:rPr>
              <w:t> </w:t>
            </w:r>
            <w:r w:rsidRPr="006B0BFC">
              <w:rPr>
                <w:sz w:val="18"/>
                <w:lang w:eastAsia="cs-CZ"/>
              </w:rPr>
              <w:t>dodávan</w:t>
            </w:r>
            <w:r>
              <w:rPr>
                <w:sz w:val="18"/>
                <w:lang w:eastAsia="cs-CZ"/>
              </w:rPr>
              <w:t>ou páskovou mechanikou</w:t>
            </w:r>
          </w:p>
        </w:tc>
        <w:tc>
          <w:tcPr>
            <w:tcW w:w="3288" w:type="dxa"/>
          </w:tcPr>
          <w:p w14:paraId="56083927" w14:textId="77777777" w:rsidR="00B32653" w:rsidRPr="006B0BFC" w:rsidRDefault="00B32653" w:rsidP="00B3265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6087DE76" w14:textId="77777777" w:rsidR="002B7BF9" w:rsidRPr="006B0BFC" w:rsidRDefault="002B7BF9" w:rsidP="002B7BF9">
      <w:pPr>
        <w:spacing w:after="160" w:line="259" w:lineRule="auto"/>
      </w:pPr>
    </w:p>
    <w:p w14:paraId="576E3B25" w14:textId="720939CC" w:rsidR="002B7BF9" w:rsidRPr="006B0BFC" w:rsidRDefault="002B7BF9" w:rsidP="002B7BF9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2</w:t>
      </w:r>
      <w:r w:rsidR="00FE5DB7">
        <w:rPr>
          <w:b/>
          <w:bCs/>
        </w:rPr>
        <w:t>5</w:t>
      </w:r>
      <w:r w:rsidRPr="006B0BFC">
        <w:t xml:space="preserve"> je místem plnění </w:t>
      </w:r>
      <w:r w:rsidRPr="00641E1C">
        <w:rPr>
          <w:b/>
          <w:bCs/>
        </w:rPr>
        <w:t>Olomouc – Ústřední stavědlo, Jeremenkova 11a, Olomouc</w:t>
      </w:r>
      <w:r w:rsidRPr="006B0BFC">
        <w:t>.</w:t>
      </w:r>
    </w:p>
    <w:p w14:paraId="58F0DE4F" w14:textId="77777777" w:rsidR="00EA4E74" w:rsidRPr="006B0BFC" w:rsidRDefault="00EA4E74" w:rsidP="00F8014E">
      <w:pPr>
        <w:spacing w:after="160" w:line="259" w:lineRule="auto"/>
      </w:pPr>
    </w:p>
    <w:p w14:paraId="2B8D6A9F" w14:textId="2B46607F" w:rsidR="00F8014E" w:rsidRPr="006B0BFC" w:rsidRDefault="00FE5DB7" w:rsidP="00F8014E">
      <w:pPr>
        <w:ind w:firstLine="426"/>
      </w:pPr>
      <w:r>
        <w:t>z</w:t>
      </w:r>
      <w:r w:rsidR="00F8014E" w:rsidRPr="006B0BFC">
        <w:t>)</w:t>
      </w:r>
      <w:r w:rsidR="00F8014E">
        <w:t xml:space="preserve"> </w:t>
      </w:r>
      <w:r w:rsidR="00F8014E" w:rsidRPr="006B0BFC">
        <w:rPr>
          <w:b/>
          <w:bCs/>
        </w:rPr>
        <w:t xml:space="preserve">Položka </w:t>
      </w:r>
      <w:r w:rsidR="00F8014E">
        <w:rPr>
          <w:b/>
          <w:bCs/>
        </w:rPr>
        <w:t>2</w:t>
      </w:r>
      <w:r>
        <w:rPr>
          <w:b/>
          <w:bCs/>
        </w:rPr>
        <w:t>6</w:t>
      </w:r>
      <w:r w:rsidR="00F8014E" w:rsidRPr="006B0BFC">
        <w:t xml:space="preserve"> – </w:t>
      </w:r>
      <w:r w:rsidR="00F8014E">
        <w:t>Pásky pro páskovou knihovnu</w:t>
      </w:r>
      <w:r w:rsidR="00F8014E" w:rsidRPr="006B0BFC">
        <w:t xml:space="preserve"> v konfiguraci:</w:t>
      </w:r>
    </w:p>
    <w:p w14:paraId="6B401B25" w14:textId="77777777" w:rsidR="00F8014E" w:rsidRPr="006B0BFC" w:rsidRDefault="00F8014E" w:rsidP="00F8014E">
      <w:pPr>
        <w:rPr>
          <w:rFonts w:cstheme="minorHAnsi"/>
          <w:b/>
          <w:bCs/>
        </w:rPr>
      </w:pPr>
      <w:r w:rsidRPr="006B0BFC">
        <w:rPr>
          <w:highlight w:val="green"/>
          <w:lang w:val="en-US"/>
        </w:rPr>
        <w:t>[IDENTIFIKACE MODELU</w:t>
      </w:r>
      <w:r w:rsidRPr="006B0BFC">
        <w:rPr>
          <w:rFonts w:cstheme="minorHAnsi"/>
          <w:b/>
          <w:bCs/>
          <w:highlight w:val="green"/>
        </w:rPr>
        <w:t xml:space="preserve"> - </w:t>
      </w:r>
      <w:r w:rsidRPr="006B0BFC">
        <w:rPr>
          <w:rFonts w:cstheme="minorHAnsi"/>
          <w:highlight w:val="green"/>
        </w:rPr>
        <w:t>DOPLNÍ PRODÁVAJÍCÍ]</w:t>
      </w:r>
      <w:r w:rsidRPr="006B0BFC"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F8014E" w:rsidRPr="006B0BFC" w14:paraId="032DD221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155E3BED" w14:textId="77777777" w:rsidR="00F8014E" w:rsidRPr="006B0BFC" w:rsidRDefault="00F8014E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B2DB2B6" w14:textId="77777777" w:rsidR="00F8014E" w:rsidRPr="006B0BFC" w:rsidRDefault="00F8014E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6B0BFC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F8014E" w:rsidRPr="006B0BFC" w14:paraId="0446D27E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E2DF95" w14:textId="293A4DBA" w:rsidR="00F8014E" w:rsidRPr="006B0BFC" w:rsidRDefault="00F8014E" w:rsidP="003746AB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F8014E">
              <w:rPr>
                <w:rFonts w:cstheme="minorHAnsi"/>
                <w:b/>
                <w:bCs/>
                <w:sz w:val="18"/>
              </w:rPr>
              <w:t>120x</w:t>
            </w:r>
            <w:r>
              <w:rPr>
                <w:rFonts w:cstheme="minorHAnsi"/>
                <w:sz w:val="18"/>
              </w:rPr>
              <w:t xml:space="preserve"> LTO9 páska</w:t>
            </w:r>
          </w:p>
        </w:tc>
        <w:tc>
          <w:tcPr>
            <w:tcW w:w="3288" w:type="dxa"/>
          </w:tcPr>
          <w:p w14:paraId="0DA81553" w14:textId="77777777" w:rsidR="00F8014E" w:rsidRPr="006B0BFC" w:rsidRDefault="00F8014E" w:rsidP="003746A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6B0BFC">
              <w:rPr>
                <w:sz w:val="18"/>
                <w:highlight w:val="green"/>
              </w:rPr>
              <w:t>[DOPLNÍ PRODÁVAJÍCÍ]</w:t>
            </w:r>
          </w:p>
        </w:tc>
      </w:tr>
    </w:tbl>
    <w:p w14:paraId="616F26CD" w14:textId="77777777" w:rsidR="00F8014E" w:rsidRPr="006B0BFC" w:rsidRDefault="00F8014E" w:rsidP="00F8014E">
      <w:pPr>
        <w:spacing w:after="160" w:line="259" w:lineRule="auto"/>
      </w:pPr>
    </w:p>
    <w:p w14:paraId="00306E07" w14:textId="3D1B2A5A" w:rsidR="00F8014E" w:rsidRPr="006B0BFC" w:rsidRDefault="00F8014E" w:rsidP="00F8014E">
      <w:pPr>
        <w:spacing w:after="160" w:line="259" w:lineRule="auto"/>
      </w:pPr>
      <w:r w:rsidRPr="006B0BFC">
        <w:t xml:space="preserve">Pro </w:t>
      </w:r>
      <w:r w:rsidRPr="006B0BFC">
        <w:rPr>
          <w:b/>
          <w:bCs/>
        </w:rPr>
        <w:t xml:space="preserve">Položku </w:t>
      </w:r>
      <w:r>
        <w:rPr>
          <w:b/>
          <w:bCs/>
        </w:rPr>
        <w:t>2</w:t>
      </w:r>
      <w:r w:rsidR="00FE5DB7">
        <w:rPr>
          <w:b/>
          <w:bCs/>
        </w:rPr>
        <w:t>6</w:t>
      </w:r>
      <w:r w:rsidRPr="006B0BFC">
        <w:t xml:space="preserve"> je místem plnění </w:t>
      </w:r>
      <w:r w:rsidRPr="00641E1C">
        <w:rPr>
          <w:b/>
          <w:bCs/>
        </w:rPr>
        <w:t>Olomouc – Ústřední stavědlo, Jeremenkova 11a, Olomouc</w:t>
      </w:r>
      <w:r w:rsidRPr="006B0BFC">
        <w:t>.</w:t>
      </w:r>
    </w:p>
    <w:p w14:paraId="49E0E4C2" w14:textId="77777777" w:rsidR="00F8014E" w:rsidRDefault="00F8014E" w:rsidP="002D127E">
      <w:pPr>
        <w:ind w:left="360"/>
      </w:pPr>
    </w:p>
    <w:p w14:paraId="49E9B809" w14:textId="16B92DA4" w:rsidR="000B2610" w:rsidRPr="007F7953" w:rsidRDefault="00FE5DB7" w:rsidP="002D127E">
      <w:pPr>
        <w:ind w:left="360"/>
      </w:pPr>
      <w:proofErr w:type="spellStart"/>
      <w:r>
        <w:t>aa</w:t>
      </w:r>
      <w:proofErr w:type="spellEnd"/>
      <w:r w:rsidR="00C2370C" w:rsidRPr="00836082">
        <w:t>)</w:t>
      </w:r>
      <w:r w:rsidR="00C2370C">
        <w:rPr>
          <w:b/>
          <w:bCs/>
        </w:rPr>
        <w:tab/>
      </w:r>
      <w:r w:rsidR="00D032C7" w:rsidRPr="00927BA6">
        <w:rPr>
          <w:b/>
          <w:bCs/>
        </w:rPr>
        <w:t xml:space="preserve">Položka </w:t>
      </w:r>
      <w:r w:rsidR="00BD46B8">
        <w:rPr>
          <w:b/>
          <w:bCs/>
        </w:rPr>
        <w:t>2</w:t>
      </w:r>
      <w:r>
        <w:rPr>
          <w:b/>
          <w:bCs/>
        </w:rPr>
        <w:t>7</w:t>
      </w:r>
      <w:r w:rsidR="00AD3A53" w:rsidRPr="008E56C7">
        <w:t xml:space="preserve"> </w:t>
      </w:r>
      <w:r w:rsidR="00D032C7" w:rsidRPr="008E56C7">
        <w:t xml:space="preserve">– </w:t>
      </w:r>
      <w:r w:rsidR="00D032C7">
        <w:t>Instalační materiál: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664A67" w:rsidRPr="0050706D" w14:paraId="705303FB" w14:textId="77777777" w:rsidTr="00664A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2D423376" w14:textId="77777777" w:rsidR="00664A67" w:rsidRPr="00927BA6" w:rsidRDefault="00664A67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5FBCFD6C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64A67" w:rsidRPr="0050706D" w14:paraId="52D58E4D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3BCC95AA" w14:textId="7869A8AD" w:rsidR="00664A67" w:rsidRPr="002D127E" w:rsidRDefault="00D6496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7</w:t>
            </w:r>
            <w:r w:rsidR="00383E25">
              <w:rPr>
                <w:rFonts w:cstheme="minorHAnsi"/>
                <w:b/>
                <w:bCs/>
                <w:sz w:val="18"/>
              </w:rPr>
              <w:t>0</w:t>
            </w:r>
            <w:r w:rsidR="00664A67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664A67" w:rsidRPr="002D127E">
              <w:rPr>
                <w:rFonts w:cstheme="minorHAnsi"/>
                <w:sz w:val="18"/>
              </w:rPr>
              <w:t xml:space="preserve">minimálně </w:t>
            </w:r>
            <w:r w:rsidR="00180924">
              <w:rPr>
                <w:rFonts w:cstheme="minorHAnsi"/>
                <w:sz w:val="18"/>
              </w:rPr>
              <w:t>3</w:t>
            </w:r>
            <w:r w:rsidR="00664A67" w:rsidRPr="002D127E">
              <w:rPr>
                <w:rFonts w:cstheme="minorHAnsi"/>
                <w:sz w:val="18"/>
              </w:rPr>
              <w:t>m optický patch kabel MM LC duplex/LC duplex OM4</w:t>
            </w:r>
          </w:p>
        </w:tc>
        <w:tc>
          <w:tcPr>
            <w:tcW w:w="4449" w:type="dxa"/>
          </w:tcPr>
          <w:p w14:paraId="329680BD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64A67" w:rsidRPr="0050706D" w14:paraId="3BAE6280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19FA997F" w14:textId="09800F97" w:rsidR="00664A67" w:rsidRPr="002D127E" w:rsidRDefault="00861B19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3</w:t>
            </w:r>
            <w:r w:rsidR="00E4585E">
              <w:rPr>
                <w:rFonts w:cstheme="minorHAnsi"/>
                <w:b/>
                <w:bCs/>
                <w:sz w:val="18"/>
              </w:rPr>
              <w:t>0</w:t>
            </w:r>
            <w:r w:rsidR="00664A67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664A67" w:rsidRPr="002D127E">
              <w:rPr>
                <w:rFonts w:cstheme="minorHAnsi"/>
                <w:sz w:val="18"/>
              </w:rPr>
              <w:t xml:space="preserve">minimálně </w:t>
            </w:r>
            <w:r w:rsidR="001C391F">
              <w:rPr>
                <w:rFonts w:cstheme="minorHAnsi"/>
                <w:sz w:val="18"/>
              </w:rPr>
              <w:t>3</w:t>
            </w:r>
            <w:r w:rsidR="00664A67" w:rsidRPr="002D127E">
              <w:rPr>
                <w:rFonts w:cstheme="minorHAnsi"/>
                <w:sz w:val="18"/>
              </w:rPr>
              <w:t>m optický patch kabel SM LC duplex/LC duplex OS2</w:t>
            </w:r>
          </w:p>
        </w:tc>
        <w:tc>
          <w:tcPr>
            <w:tcW w:w="4449" w:type="dxa"/>
          </w:tcPr>
          <w:p w14:paraId="3DDF5436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D6496B" w:rsidRPr="0050706D" w14:paraId="4A36523A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24C96F71" w14:textId="0E90DC3D" w:rsidR="00D6496B" w:rsidRPr="002D127E" w:rsidRDefault="00D6496B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30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Pr="002D127E">
              <w:rPr>
                <w:rFonts w:cstheme="minorHAnsi"/>
                <w:sz w:val="18"/>
              </w:rPr>
              <w:t xml:space="preserve">minimálně </w:t>
            </w:r>
            <w:r>
              <w:rPr>
                <w:rFonts w:cstheme="minorHAnsi"/>
                <w:sz w:val="18"/>
              </w:rPr>
              <w:t>5</w:t>
            </w:r>
            <w:r w:rsidRPr="002D127E">
              <w:rPr>
                <w:rFonts w:cstheme="minorHAnsi"/>
                <w:sz w:val="18"/>
              </w:rPr>
              <w:t>m optický patch kabel MM LC duplex/LC duplex OM4</w:t>
            </w:r>
          </w:p>
        </w:tc>
        <w:tc>
          <w:tcPr>
            <w:tcW w:w="4449" w:type="dxa"/>
          </w:tcPr>
          <w:p w14:paraId="5EC517FE" w14:textId="77777777" w:rsidR="00D6496B" w:rsidRPr="00927BA6" w:rsidRDefault="00D6496B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D6496B" w:rsidRPr="0050706D" w14:paraId="434D10A7" w14:textId="77777777" w:rsidTr="001934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20FD4494" w14:textId="6944BFAF" w:rsidR="00D6496B" w:rsidRPr="002D127E" w:rsidRDefault="00861B19" w:rsidP="001934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lastRenderedPageBreak/>
              <w:t>2</w:t>
            </w:r>
            <w:r w:rsidR="00D6496B">
              <w:rPr>
                <w:rFonts w:cstheme="minorHAnsi"/>
                <w:b/>
                <w:bCs/>
                <w:sz w:val="18"/>
              </w:rPr>
              <w:t>0</w:t>
            </w:r>
            <w:r w:rsidR="00D6496B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D6496B" w:rsidRPr="002D127E">
              <w:rPr>
                <w:rFonts w:cstheme="minorHAnsi"/>
                <w:sz w:val="18"/>
              </w:rPr>
              <w:t xml:space="preserve">minimálně </w:t>
            </w:r>
            <w:r w:rsidR="00D6496B">
              <w:rPr>
                <w:rFonts w:cstheme="minorHAnsi"/>
                <w:sz w:val="18"/>
              </w:rPr>
              <w:t>5</w:t>
            </w:r>
            <w:r w:rsidR="00D6496B" w:rsidRPr="002D127E">
              <w:rPr>
                <w:rFonts w:cstheme="minorHAnsi"/>
                <w:sz w:val="18"/>
              </w:rPr>
              <w:t>m optický patch kabel SM LC duplex/LC duplex OS2</w:t>
            </w:r>
          </w:p>
        </w:tc>
        <w:tc>
          <w:tcPr>
            <w:tcW w:w="4449" w:type="dxa"/>
          </w:tcPr>
          <w:p w14:paraId="2F3C9C83" w14:textId="77777777" w:rsidR="00D6496B" w:rsidRPr="00927BA6" w:rsidRDefault="00D6496B" w:rsidP="001934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E7C8C" w:rsidRPr="0050706D" w14:paraId="69AACF35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307EE9C7" w14:textId="2D29ECA1" w:rsidR="006E7C8C" w:rsidRPr="002D127E" w:rsidRDefault="00E4585E" w:rsidP="006E7C8C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60</w:t>
            </w:r>
            <w:r w:rsidR="006E7C8C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6E7C8C" w:rsidRPr="002D127E">
              <w:rPr>
                <w:rFonts w:cstheme="minorHAnsi"/>
                <w:sz w:val="18"/>
              </w:rPr>
              <w:t xml:space="preserve">minimálně </w:t>
            </w:r>
            <w:r w:rsidR="006E7C8C">
              <w:rPr>
                <w:rFonts w:cstheme="minorHAnsi"/>
                <w:sz w:val="18"/>
              </w:rPr>
              <w:t>3</w:t>
            </w:r>
            <w:r w:rsidR="006E7C8C" w:rsidRPr="002D127E">
              <w:rPr>
                <w:rFonts w:cstheme="minorHAnsi"/>
                <w:sz w:val="18"/>
              </w:rPr>
              <w:t xml:space="preserve">m RJ45 </w:t>
            </w:r>
            <w:proofErr w:type="spellStart"/>
            <w:r w:rsidR="006E7C8C" w:rsidRPr="002D127E">
              <w:rPr>
                <w:rFonts w:cstheme="minorHAnsi"/>
                <w:sz w:val="18"/>
              </w:rPr>
              <w:t>Cat</w:t>
            </w:r>
            <w:proofErr w:type="spellEnd"/>
            <w:r w:rsidR="006E7C8C" w:rsidRPr="002D127E">
              <w:rPr>
                <w:rFonts w:cstheme="minorHAnsi"/>
                <w:sz w:val="18"/>
              </w:rPr>
              <w:t xml:space="preserve">. 5e nebo </w:t>
            </w:r>
            <w:proofErr w:type="spellStart"/>
            <w:r w:rsidR="006E7C8C" w:rsidRPr="002D127E">
              <w:rPr>
                <w:rFonts w:cstheme="minorHAnsi"/>
                <w:sz w:val="18"/>
              </w:rPr>
              <w:t>Cat</w:t>
            </w:r>
            <w:proofErr w:type="spellEnd"/>
            <w:r w:rsidR="006E7C8C" w:rsidRPr="002D127E">
              <w:rPr>
                <w:rFonts w:cstheme="minorHAnsi"/>
                <w:sz w:val="18"/>
              </w:rPr>
              <w:t>. 6 patch kabel pro připojení HW managementu</w:t>
            </w:r>
          </w:p>
        </w:tc>
        <w:tc>
          <w:tcPr>
            <w:tcW w:w="4449" w:type="dxa"/>
          </w:tcPr>
          <w:p w14:paraId="0FDB4320" w14:textId="77777777" w:rsidR="006E7C8C" w:rsidRPr="004A30EA" w:rsidRDefault="006E7C8C" w:rsidP="006E7C8C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4A30EA">
              <w:rPr>
                <w:sz w:val="18"/>
                <w:highlight w:val="green"/>
              </w:rPr>
              <w:t>[DOPLNÍ PRODÁVAJÍCÍ]</w:t>
            </w:r>
          </w:p>
        </w:tc>
      </w:tr>
      <w:tr w:rsidR="004A30EA" w:rsidRPr="0050706D" w14:paraId="7F7498BC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14315B9B" w14:textId="7B771D5A" w:rsidR="004A30EA" w:rsidRPr="002623DD" w:rsidRDefault="000A4D9C" w:rsidP="004A30E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50</w:t>
            </w:r>
            <w:r w:rsidR="004A30EA" w:rsidRPr="004A30EA">
              <w:rPr>
                <w:rFonts w:cstheme="minorHAnsi"/>
                <w:b/>
                <w:bCs/>
                <w:sz w:val="18"/>
              </w:rPr>
              <w:t>x</w:t>
            </w:r>
            <w:r w:rsidR="004A30EA">
              <w:rPr>
                <w:rFonts w:cstheme="minorHAnsi"/>
                <w:sz w:val="18"/>
              </w:rPr>
              <w:t xml:space="preserve"> SFP 1G RJ45 plně kompatibilní se serverovým HW</w:t>
            </w:r>
          </w:p>
        </w:tc>
        <w:tc>
          <w:tcPr>
            <w:tcW w:w="4449" w:type="dxa"/>
          </w:tcPr>
          <w:p w14:paraId="4494119D" w14:textId="49F2355F" w:rsidR="004A30EA" w:rsidRPr="00927BA6" w:rsidRDefault="004A30EA" w:rsidP="004A30E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4A30EA" w:rsidRPr="0050706D" w14:paraId="5DC8E774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58DC0104" w14:textId="371D0E50" w:rsidR="004A30EA" w:rsidRPr="002D127E" w:rsidRDefault="004A30EA" w:rsidP="004A30EA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Materiál pro montáž dodaného Hardware do rackové skříně</w:t>
            </w:r>
          </w:p>
        </w:tc>
        <w:tc>
          <w:tcPr>
            <w:tcW w:w="4449" w:type="dxa"/>
          </w:tcPr>
          <w:p w14:paraId="0B1FCB5A" w14:textId="77777777" w:rsidR="004A30EA" w:rsidRPr="00927BA6" w:rsidRDefault="004A30EA" w:rsidP="004A30EA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11081CDD" w14:textId="77777777" w:rsidR="00D02C25" w:rsidRDefault="00D02C25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  <w:u w:val="single"/>
        </w:rPr>
      </w:pPr>
    </w:p>
    <w:p w14:paraId="70F6FF03" w14:textId="77777777" w:rsidR="00E60B8C" w:rsidRDefault="009D3A9E" w:rsidP="00763C7A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asciiTheme="majorHAnsi" w:eastAsia="Times New Roman" w:hAnsiTheme="majorHAnsi" w:cs="Times New Roman"/>
        </w:rPr>
      </w:pPr>
      <w:r w:rsidRPr="009D3A9E">
        <w:rPr>
          <w:rFonts w:asciiTheme="majorHAnsi" w:eastAsia="Times New Roman" w:hAnsiTheme="majorHAnsi" w:cs="Times New Roman"/>
        </w:rPr>
        <w:t>Tímto plněním zadavatel rozšiřuje v současné době provozované virtualizační farmy, které jsou založeny na architektuře Intel x86-64 a technologiích výrobc</w:t>
      </w:r>
      <w:r w:rsidR="00252045">
        <w:rPr>
          <w:rFonts w:asciiTheme="majorHAnsi" w:eastAsia="Times New Roman" w:hAnsiTheme="majorHAnsi" w:cs="Times New Roman"/>
        </w:rPr>
        <w:t>ů Dell a</w:t>
      </w:r>
      <w:r w:rsidRPr="009D3A9E">
        <w:rPr>
          <w:rFonts w:asciiTheme="majorHAnsi" w:eastAsia="Times New Roman" w:hAnsiTheme="majorHAnsi" w:cs="Times New Roman"/>
        </w:rPr>
        <w:t xml:space="preserve"> Lenovo, a to včetně </w:t>
      </w:r>
      <w:r w:rsidR="00E60B8C">
        <w:rPr>
          <w:rFonts w:asciiTheme="majorHAnsi" w:eastAsia="Times New Roman" w:hAnsiTheme="majorHAnsi" w:cs="Times New Roman"/>
        </w:rPr>
        <w:t xml:space="preserve">řešení </w:t>
      </w:r>
      <w:r w:rsidRPr="009D3A9E">
        <w:rPr>
          <w:rFonts w:asciiTheme="majorHAnsi" w:eastAsia="Times New Roman" w:hAnsiTheme="majorHAnsi" w:cs="Times New Roman"/>
        </w:rPr>
        <w:t xml:space="preserve">centralizované vzdálené správy a dohledu serverové infrastruktury – </w:t>
      </w:r>
      <w:r w:rsidR="00E60B8C" w:rsidRPr="00E60B8C">
        <w:rPr>
          <w:rFonts w:asciiTheme="majorHAnsi" w:eastAsia="Times New Roman" w:hAnsiTheme="majorHAnsi" w:cs="Times New Roman"/>
          <w:b/>
          <w:bCs/>
        </w:rPr>
        <w:t xml:space="preserve">Dell </w:t>
      </w:r>
      <w:proofErr w:type="spellStart"/>
      <w:r w:rsidR="00E60B8C" w:rsidRPr="00E60B8C">
        <w:rPr>
          <w:rFonts w:asciiTheme="majorHAnsi" w:eastAsia="Times New Roman" w:hAnsiTheme="majorHAnsi" w:cs="Times New Roman"/>
          <w:b/>
          <w:bCs/>
        </w:rPr>
        <w:t>OpenManage</w:t>
      </w:r>
      <w:proofErr w:type="spellEnd"/>
      <w:r w:rsidR="00E60B8C">
        <w:rPr>
          <w:rFonts w:asciiTheme="majorHAnsi" w:eastAsia="Times New Roman" w:hAnsiTheme="majorHAnsi" w:cs="Times New Roman"/>
        </w:rPr>
        <w:t xml:space="preserve"> a </w:t>
      </w:r>
      <w:r w:rsidRPr="00E60B8C">
        <w:rPr>
          <w:rFonts w:asciiTheme="majorHAnsi" w:eastAsia="Times New Roman" w:hAnsiTheme="majorHAnsi" w:cs="Times New Roman"/>
          <w:b/>
          <w:bCs/>
        </w:rPr>
        <w:t xml:space="preserve">Lenovo </w:t>
      </w:r>
      <w:proofErr w:type="spellStart"/>
      <w:r w:rsidRPr="00E60B8C">
        <w:rPr>
          <w:rFonts w:asciiTheme="majorHAnsi" w:eastAsia="Times New Roman" w:hAnsiTheme="majorHAnsi" w:cs="Times New Roman"/>
          <w:b/>
          <w:bCs/>
        </w:rPr>
        <w:t>XClarity</w:t>
      </w:r>
      <w:proofErr w:type="spellEnd"/>
      <w:r w:rsidRPr="009D3A9E">
        <w:rPr>
          <w:rFonts w:asciiTheme="majorHAnsi" w:eastAsia="Times New Roman" w:hAnsiTheme="majorHAnsi" w:cs="Times New Roman"/>
        </w:rPr>
        <w:t>.</w:t>
      </w:r>
    </w:p>
    <w:p w14:paraId="17FD0F21" w14:textId="55B08BFB" w:rsidR="009D3A9E" w:rsidRPr="009D3A9E" w:rsidRDefault="009D3A9E" w:rsidP="00763C7A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asciiTheme="majorHAnsi" w:eastAsia="Times New Roman" w:hAnsiTheme="majorHAnsi" w:cs="Times New Roman"/>
        </w:rPr>
      </w:pPr>
      <w:r w:rsidRPr="009D3A9E">
        <w:rPr>
          <w:rFonts w:asciiTheme="majorHAnsi" w:eastAsia="Times New Roman" w:hAnsiTheme="majorHAnsi" w:cs="Times New Roman"/>
        </w:rPr>
        <w:t>Z důvodu zachování plné funkčnosti virtualizačních farem zadavatel:</w:t>
      </w:r>
    </w:p>
    <w:p w14:paraId="623A159D" w14:textId="7E645C81" w:rsidR="009D3A9E" w:rsidRPr="00E60B8C" w:rsidRDefault="007726E3" w:rsidP="009A4A77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p</w:t>
      </w:r>
      <w:r w:rsidR="009D3A9E" w:rsidRPr="00E60B8C">
        <w:rPr>
          <w:rFonts w:asciiTheme="majorHAnsi" w:eastAsia="Times New Roman" w:hAnsiTheme="majorHAnsi" w:cs="Times New Roman"/>
        </w:rPr>
        <w:t xml:space="preserve">ožaduje dodržení architektury Intel x86-64 z důvodu kompatibility současného virtuálního prostředí (mimo jiné </w:t>
      </w:r>
      <w:proofErr w:type="spellStart"/>
      <w:r w:rsidR="009D3A9E" w:rsidRPr="00E60B8C">
        <w:rPr>
          <w:rFonts w:asciiTheme="majorHAnsi" w:eastAsia="Times New Roman" w:hAnsiTheme="majorHAnsi" w:cs="Times New Roman"/>
        </w:rPr>
        <w:t>VMware</w:t>
      </w:r>
      <w:proofErr w:type="spellEnd"/>
      <w:r w:rsidR="009D3A9E" w:rsidRPr="00E60B8C">
        <w:rPr>
          <w:rFonts w:asciiTheme="majorHAnsi" w:eastAsia="Times New Roman" w:hAnsiTheme="majorHAnsi" w:cs="Times New Roman"/>
        </w:rPr>
        <w:t xml:space="preserve"> </w:t>
      </w:r>
      <w:proofErr w:type="spellStart"/>
      <w:r w:rsidR="009D3A9E" w:rsidRPr="00E60B8C">
        <w:rPr>
          <w:rFonts w:asciiTheme="majorHAnsi" w:eastAsia="Times New Roman" w:hAnsiTheme="majorHAnsi" w:cs="Times New Roman"/>
        </w:rPr>
        <w:t>vMotion</w:t>
      </w:r>
      <w:proofErr w:type="spellEnd"/>
      <w:r w:rsidR="009D3A9E" w:rsidRPr="00E60B8C">
        <w:rPr>
          <w:rFonts w:asciiTheme="majorHAnsi" w:eastAsia="Times New Roman" w:hAnsiTheme="majorHAnsi" w:cs="Times New Roman"/>
        </w:rPr>
        <w:t>).</w:t>
      </w:r>
    </w:p>
    <w:p w14:paraId="0ED6E577" w14:textId="6ACD371F" w:rsidR="009D3A9E" w:rsidRPr="007726E3" w:rsidRDefault="007726E3" w:rsidP="009A4A77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u</w:t>
      </w:r>
      <w:r w:rsidR="009D3A9E" w:rsidRPr="007726E3">
        <w:rPr>
          <w:rFonts w:asciiTheme="majorHAnsi" w:eastAsia="Times New Roman" w:hAnsiTheme="majorHAnsi" w:cs="Times New Roman"/>
        </w:rPr>
        <w:t xml:space="preserve"> serverového hardware požad</w:t>
      </w:r>
      <w:r>
        <w:rPr>
          <w:rFonts w:asciiTheme="majorHAnsi" w:eastAsia="Times New Roman" w:hAnsiTheme="majorHAnsi" w:cs="Times New Roman"/>
        </w:rPr>
        <w:t>uje</w:t>
      </w:r>
      <w:r w:rsidR="009D3A9E" w:rsidRPr="007726E3">
        <w:rPr>
          <w:rFonts w:asciiTheme="majorHAnsi" w:eastAsia="Times New Roman" w:hAnsiTheme="majorHAnsi" w:cs="Times New Roman"/>
        </w:rPr>
        <w:t xml:space="preserve"> 100% kompatibilit</w:t>
      </w:r>
      <w:r w:rsidR="004A2CC5">
        <w:rPr>
          <w:rFonts w:asciiTheme="majorHAnsi" w:eastAsia="Times New Roman" w:hAnsiTheme="majorHAnsi" w:cs="Times New Roman"/>
        </w:rPr>
        <w:t>u</w:t>
      </w:r>
      <w:r w:rsidR="009D3A9E" w:rsidRPr="007726E3">
        <w:rPr>
          <w:rFonts w:asciiTheme="majorHAnsi" w:eastAsia="Times New Roman" w:hAnsiTheme="majorHAnsi" w:cs="Times New Roman"/>
        </w:rPr>
        <w:t xml:space="preserve"> s virtualizační platformou </w:t>
      </w:r>
      <w:proofErr w:type="spellStart"/>
      <w:r w:rsidR="009D3A9E" w:rsidRPr="007726E3">
        <w:rPr>
          <w:rFonts w:asciiTheme="majorHAnsi" w:eastAsia="Times New Roman" w:hAnsiTheme="majorHAnsi" w:cs="Times New Roman"/>
        </w:rPr>
        <w:t>VMware</w:t>
      </w:r>
      <w:proofErr w:type="spellEnd"/>
      <w:r w:rsidR="009D3A9E" w:rsidRPr="007726E3">
        <w:rPr>
          <w:rFonts w:asciiTheme="majorHAnsi" w:eastAsia="Times New Roman" w:hAnsiTheme="majorHAnsi" w:cs="Times New Roman"/>
        </w:rPr>
        <w:t xml:space="preserve"> </w:t>
      </w:r>
      <w:proofErr w:type="spellStart"/>
      <w:r w:rsidR="009D3A9E" w:rsidRPr="007726E3">
        <w:rPr>
          <w:rFonts w:asciiTheme="majorHAnsi" w:eastAsia="Times New Roman" w:hAnsiTheme="majorHAnsi" w:cs="Times New Roman"/>
        </w:rPr>
        <w:t>vSphere</w:t>
      </w:r>
      <w:proofErr w:type="spellEnd"/>
      <w:r w:rsidR="009D3A9E" w:rsidRPr="007726E3">
        <w:rPr>
          <w:rFonts w:asciiTheme="majorHAnsi" w:eastAsia="Times New Roman" w:hAnsiTheme="majorHAnsi" w:cs="Times New Roman"/>
        </w:rPr>
        <w:t xml:space="preserve"> verze 8, včetně centralizované správy </w:t>
      </w:r>
      <w:proofErr w:type="spellStart"/>
      <w:r w:rsidR="009D3A9E" w:rsidRPr="007726E3">
        <w:rPr>
          <w:rFonts w:asciiTheme="majorHAnsi" w:eastAsia="Times New Roman" w:hAnsiTheme="majorHAnsi" w:cs="Times New Roman"/>
        </w:rPr>
        <w:t>VMware</w:t>
      </w:r>
      <w:proofErr w:type="spellEnd"/>
      <w:r w:rsidR="009D3A9E" w:rsidRPr="007726E3">
        <w:rPr>
          <w:rFonts w:asciiTheme="majorHAnsi" w:eastAsia="Times New Roman" w:hAnsiTheme="majorHAnsi" w:cs="Times New Roman"/>
        </w:rPr>
        <w:t xml:space="preserve"> </w:t>
      </w:r>
      <w:proofErr w:type="spellStart"/>
      <w:r w:rsidR="009D3A9E" w:rsidRPr="007726E3">
        <w:rPr>
          <w:rFonts w:asciiTheme="majorHAnsi" w:eastAsia="Times New Roman" w:hAnsiTheme="majorHAnsi" w:cs="Times New Roman"/>
        </w:rPr>
        <w:t>vCenter</w:t>
      </w:r>
      <w:proofErr w:type="spellEnd"/>
      <w:r w:rsidR="009D3A9E" w:rsidRPr="007726E3">
        <w:rPr>
          <w:rFonts w:asciiTheme="majorHAnsi" w:eastAsia="Times New Roman" w:hAnsiTheme="majorHAnsi" w:cs="Times New Roman"/>
        </w:rPr>
        <w:t xml:space="preserve"> verze 8.</w:t>
      </w:r>
    </w:p>
    <w:p w14:paraId="281A30D5" w14:textId="1C51B1B2" w:rsidR="009D3A9E" w:rsidRPr="007726E3" w:rsidRDefault="007726E3" w:rsidP="009A4A77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požaduje</w:t>
      </w:r>
      <w:r w:rsidR="009D3A9E" w:rsidRPr="007726E3">
        <w:rPr>
          <w:rFonts w:asciiTheme="majorHAnsi" w:eastAsia="Times New Roman" w:hAnsiTheme="majorHAnsi" w:cs="Times New Roman"/>
        </w:rPr>
        <w:t xml:space="preserve"> 100% kompatibilit</w:t>
      </w:r>
      <w:r w:rsidR="004A2CC5">
        <w:rPr>
          <w:rFonts w:asciiTheme="majorHAnsi" w:eastAsia="Times New Roman" w:hAnsiTheme="majorHAnsi" w:cs="Times New Roman"/>
        </w:rPr>
        <w:t>u</w:t>
      </w:r>
      <w:r w:rsidR="009D3A9E" w:rsidRPr="007726E3">
        <w:rPr>
          <w:rFonts w:asciiTheme="majorHAnsi" w:eastAsia="Times New Roman" w:hAnsiTheme="majorHAnsi" w:cs="Times New Roman"/>
        </w:rPr>
        <w:t xml:space="preserve"> se systém</w:t>
      </w:r>
      <w:r>
        <w:rPr>
          <w:rFonts w:asciiTheme="majorHAnsi" w:eastAsia="Times New Roman" w:hAnsiTheme="majorHAnsi" w:cs="Times New Roman"/>
        </w:rPr>
        <w:t>y</w:t>
      </w:r>
      <w:r w:rsidR="009D3A9E" w:rsidRPr="007726E3">
        <w:rPr>
          <w:rFonts w:asciiTheme="majorHAnsi" w:eastAsia="Times New Roman" w:hAnsiTheme="majorHAnsi" w:cs="Times New Roman"/>
        </w:rPr>
        <w:t xml:space="preserve"> centralizované vzdálené správy serverových nodů – </w:t>
      </w:r>
      <w:r w:rsidRPr="007726E3">
        <w:rPr>
          <w:rFonts w:asciiTheme="majorHAnsi" w:eastAsia="Times New Roman" w:hAnsiTheme="majorHAnsi" w:cs="Times New Roman"/>
          <w:b/>
          <w:bCs/>
        </w:rPr>
        <w:t xml:space="preserve">Dell </w:t>
      </w:r>
      <w:proofErr w:type="spellStart"/>
      <w:r w:rsidRPr="007726E3">
        <w:rPr>
          <w:rFonts w:asciiTheme="majorHAnsi" w:eastAsia="Times New Roman" w:hAnsiTheme="majorHAnsi" w:cs="Times New Roman"/>
          <w:b/>
          <w:bCs/>
        </w:rPr>
        <w:t>OpenManage</w:t>
      </w:r>
      <w:proofErr w:type="spellEnd"/>
      <w:r>
        <w:rPr>
          <w:rFonts w:asciiTheme="majorHAnsi" w:eastAsia="Times New Roman" w:hAnsiTheme="majorHAnsi" w:cs="Times New Roman"/>
        </w:rPr>
        <w:t xml:space="preserve"> a </w:t>
      </w:r>
      <w:r w:rsidR="009D3A9E" w:rsidRPr="007726E3">
        <w:rPr>
          <w:rFonts w:asciiTheme="majorHAnsi" w:eastAsia="Times New Roman" w:hAnsiTheme="majorHAnsi" w:cs="Times New Roman"/>
          <w:b/>
          <w:bCs/>
        </w:rPr>
        <w:t xml:space="preserve">Lenovo </w:t>
      </w:r>
      <w:proofErr w:type="spellStart"/>
      <w:r w:rsidR="009D3A9E" w:rsidRPr="007726E3">
        <w:rPr>
          <w:rFonts w:asciiTheme="majorHAnsi" w:eastAsia="Times New Roman" w:hAnsiTheme="majorHAnsi" w:cs="Times New Roman"/>
          <w:b/>
          <w:bCs/>
        </w:rPr>
        <w:t>xClarity</w:t>
      </w:r>
      <w:proofErr w:type="spellEnd"/>
      <w:r w:rsidR="009D3A9E" w:rsidRPr="007726E3">
        <w:rPr>
          <w:rFonts w:asciiTheme="majorHAnsi" w:eastAsia="Times New Roman" w:hAnsiTheme="majorHAnsi" w:cs="Times New Roman"/>
        </w:rPr>
        <w:t xml:space="preserve"> – formou přímého napojení, a to bez využití dalšího nadstavbového SW nebo serverového HW.</w:t>
      </w:r>
    </w:p>
    <w:p w14:paraId="0FD010BB" w14:textId="396D3A0C" w:rsidR="009D3A9E" w:rsidRPr="004A2CC5" w:rsidRDefault="009D3A9E" w:rsidP="009A4A77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 w:rsidRPr="004A2CC5">
        <w:rPr>
          <w:rFonts w:asciiTheme="majorHAnsi" w:eastAsia="Times New Roman" w:hAnsiTheme="majorHAnsi" w:cs="Times New Roman"/>
        </w:rPr>
        <w:t>požad</w:t>
      </w:r>
      <w:r w:rsidR="004A2CC5">
        <w:rPr>
          <w:rFonts w:asciiTheme="majorHAnsi" w:eastAsia="Times New Roman" w:hAnsiTheme="majorHAnsi" w:cs="Times New Roman"/>
        </w:rPr>
        <w:t>uje</w:t>
      </w:r>
      <w:r w:rsidRPr="004A2CC5">
        <w:rPr>
          <w:rFonts w:asciiTheme="majorHAnsi" w:eastAsia="Times New Roman" w:hAnsiTheme="majorHAnsi" w:cs="Times New Roman"/>
        </w:rPr>
        <w:t xml:space="preserve"> 100% kompatibilit</w:t>
      </w:r>
      <w:r w:rsidR="004A2CC5">
        <w:rPr>
          <w:rFonts w:asciiTheme="majorHAnsi" w:eastAsia="Times New Roman" w:hAnsiTheme="majorHAnsi" w:cs="Times New Roman"/>
        </w:rPr>
        <w:t>u</w:t>
      </w:r>
      <w:r w:rsidRPr="004A2CC5">
        <w:rPr>
          <w:rFonts w:asciiTheme="majorHAnsi" w:eastAsia="Times New Roman" w:hAnsiTheme="majorHAnsi" w:cs="Times New Roman"/>
        </w:rPr>
        <w:t xml:space="preserve"> s OS Windows Server ve verzích 2019 a 2022.</w:t>
      </w:r>
    </w:p>
    <w:p w14:paraId="3C1E95FF" w14:textId="242B84BA" w:rsidR="009D3A9E" w:rsidRPr="006E04E2" w:rsidRDefault="009D3A9E" w:rsidP="009A4A77">
      <w:pPr>
        <w:pStyle w:val="Odstavecseseznamem"/>
        <w:keepLines/>
        <w:widowControl w:val="0"/>
        <w:numPr>
          <w:ilvl w:val="0"/>
          <w:numId w:val="43"/>
        </w:numPr>
        <w:tabs>
          <w:tab w:val="num" w:pos="567"/>
        </w:tabs>
        <w:spacing w:before="120" w:after="120" w:line="240" w:lineRule="auto"/>
        <w:ind w:left="567" w:hanging="141"/>
        <w:rPr>
          <w:rFonts w:asciiTheme="majorHAnsi" w:eastAsia="Times New Roman" w:hAnsiTheme="majorHAnsi" w:cs="Times New Roman"/>
        </w:rPr>
      </w:pPr>
      <w:r w:rsidRPr="006E04E2">
        <w:rPr>
          <w:rFonts w:asciiTheme="majorHAnsi" w:eastAsia="Times New Roman" w:hAnsiTheme="majorHAnsi" w:cs="Times New Roman"/>
        </w:rPr>
        <w:t>požad</w:t>
      </w:r>
      <w:r w:rsidR="006E04E2">
        <w:rPr>
          <w:rFonts w:asciiTheme="majorHAnsi" w:eastAsia="Times New Roman" w:hAnsiTheme="majorHAnsi" w:cs="Times New Roman"/>
        </w:rPr>
        <w:t>uje</w:t>
      </w:r>
      <w:r w:rsidRPr="006E04E2">
        <w:rPr>
          <w:rFonts w:asciiTheme="majorHAnsi" w:eastAsia="Times New Roman" w:hAnsiTheme="majorHAnsi" w:cs="Times New Roman"/>
        </w:rPr>
        <w:t xml:space="preserve"> 100% kompatibilita s OS RHEL ve verzích 8.x a 9.x.</w:t>
      </w:r>
    </w:p>
    <w:p w14:paraId="5CA590A7" w14:textId="77777777" w:rsidR="00501C42" w:rsidRDefault="00501C42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  <w:u w:val="single"/>
        </w:rPr>
      </w:pPr>
    </w:p>
    <w:p w14:paraId="3BE9E2AA" w14:textId="13B9DED0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  <w:u w:val="single"/>
        </w:rPr>
        <w:t>K</w:t>
      </w:r>
      <w:r w:rsidRPr="00A17A0F">
        <w:rPr>
          <w:rFonts w:asciiTheme="majorHAnsi" w:eastAsia="Times New Roman" w:hAnsiTheme="majorHAnsi" w:cs="Times New Roman"/>
          <w:u w:val="single"/>
        </w:rPr>
        <w:t>valita a specifikace Hardware:</w:t>
      </w:r>
      <w:r w:rsidRPr="00221465">
        <w:rPr>
          <w:rFonts w:asciiTheme="majorHAnsi" w:eastAsia="Times New Roman" w:hAnsiTheme="majorHAnsi" w:cs="Times New Roman"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72084293" w14:textId="77777777" w:rsidR="00D032C7" w:rsidRDefault="00D032C7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u w:val="single"/>
        </w:rPr>
      </w:pPr>
    </w:p>
    <w:p w14:paraId="16A97970" w14:textId="324A9378" w:rsidR="000E00D4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A17A0F">
        <w:rPr>
          <w:rFonts w:asciiTheme="majorHAnsi" w:eastAsia="Times New Roman" w:hAnsiTheme="majorHAnsi" w:cs="Arial"/>
          <w:bCs/>
          <w:iCs/>
          <w:u w:val="single"/>
        </w:rPr>
        <w:t>Specifikace dalšího zařízení, které je součástí Plnění:</w:t>
      </w:r>
      <w:r w:rsidRPr="00221465">
        <w:rPr>
          <w:rFonts w:asciiTheme="majorHAnsi" w:eastAsia="Times New Roman" w:hAnsiTheme="majorHAnsi" w:cs="Arial"/>
          <w:bCs/>
          <w:iCs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12D26EBF" w14:textId="77777777" w:rsidR="00D032C7" w:rsidRDefault="00D032C7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2A5351DD" w14:textId="46FF2755" w:rsidR="00297020" w:rsidRPr="006E04E2" w:rsidRDefault="007B0E67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/>
          <w:iCs/>
        </w:rPr>
      </w:pPr>
      <w:r w:rsidRPr="006E04E2">
        <w:rPr>
          <w:rFonts w:asciiTheme="majorHAnsi" w:eastAsia="Times New Roman" w:hAnsiTheme="majorHAnsi" w:cs="Arial"/>
          <w:b/>
          <w:iCs/>
        </w:rPr>
        <w:t>Kupující požaduje</w:t>
      </w:r>
      <w:r w:rsidR="003F163C">
        <w:rPr>
          <w:rFonts w:asciiTheme="majorHAnsi" w:eastAsia="Times New Roman" w:hAnsiTheme="majorHAnsi" w:cs="Arial"/>
          <w:b/>
          <w:iCs/>
        </w:rPr>
        <w:t>,</w:t>
      </w:r>
      <w:r w:rsidRPr="006E04E2">
        <w:rPr>
          <w:rFonts w:asciiTheme="majorHAnsi" w:eastAsia="Times New Roman" w:hAnsiTheme="majorHAnsi" w:cs="Arial"/>
          <w:b/>
          <w:iCs/>
        </w:rPr>
        <w:t xml:space="preserve"> </w:t>
      </w:r>
      <w:r w:rsidR="00CD672C">
        <w:rPr>
          <w:rFonts w:asciiTheme="majorHAnsi" w:eastAsia="Times New Roman" w:hAnsiTheme="majorHAnsi" w:cs="Arial"/>
          <w:b/>
          <w:iCs/>
        </w:rPr>
        <w:t xml:space="preserve">krom vyplnění Přílohy </w:t>
      </w:r>
      <w:r w:rsidR="003F163C">
        <w:rPr>
          <w:rFonts w:asciiTheme="majorHAnsi" w:eastAsia="Times New Roman" w:hAnsiTheme="majorHAnsi" w:cs="Arial"/>
          <w:b/>
          <w:iCs/>
        </w:rPr>
        <w:t>č. 2 K</w:t>
      </w:r>
      <w:r w:rsidR="00CD672C">
        <w:rPr>
          <w:rFonts w:asciiTheme="majorHAnsi" w:eastAsia="Times New Roman" w:hAnsiTheme="majorHAnsi" w:cs="Arial"/>
          <w:b/>
          <w:iCs/>
        </w:rPr>
        <w:t xml:space="preserve">upní smlouvy </w:t>
      </w:r>
      <w:r w:rsidR="008C0F1A">
        <w:rPr>
          <w:rFonts w:asciiTheme="majorHAnsi" w:eastAsia="Times New Roman" w:hAnsiTheme="majorHAnsi" w:cs="Arial"/>
          <w:b/>
          <w:iCs/>
        </w:rPr>
        <w:t>–</w:t>
      </w:r>
      <w:r w:rsidR="003F163C">
        <w:rPr>
          <w:rFonts w:asciiTheme="majorHAnsi" w:eastAsia="Times New Roman" w:hAnsiTheme="majorHAnsi" w:cs="Arial"/>
          <w:b/>
          <w:iCs/>
        </w:rPr>
        <w:t xml:space="preserve"> </w:t>
      </w:r>
      <w:r w:rsidR="00CD672C" w:rsidRPr="003F163C">
        <w:rPr>
          <w:rFonts w:asciiTheme="majorHAnsi" w:eastAsia="Times New Roman" w:hAnsiTheme="majorHAnsi" w:cs="Arial"/>
          <w:b/>
          <w:i/>
        </w:rPr>
        <w:t>Cena Plnění</w:t>
      </w:r>
      <w:r w:rsidR="003F163C">
        <w:rPr>
          <w:rFonts w:asciiTheme="majorHAnsi" w:eastAsia="Times New Roman" w:hAnsiTheme="majorHAnsi" w:cs="Arial"/>
          <w:b/>
          <w:iCs/>
        </w:rPr>
        <w:t xml:space="preserve">, také </w:t>
      </w:r>
      <w:r w:rsidRPr="006E04E2">
        <w:rPr>
          <w:rFonts w:asciiTheme="majorHAnsi" w:eastAsia="Times New Roman" w:hAnsiTheme="majorHAnsi" w:cs="Arial"/>
          <w:b/>
          <w:iCs/>
        </w:rPr>
        <w:t>doložení detailního rozpadu nabídkové ceny na jednotlivé komponenty, licence a</w:t>
      </w:r>
      <w:r w:rsidR="008C0F1A">
        <w:rPr>
          <w:rFonts w:asciiTheme="majorHAnsi" w:eastAsia="Times New Roman" w:hAnsiTheme="majorHAnsi" w:cs="Arial"/>
          <w:b/>
          <w:iCs/>
        </w:rPr>
        <w:t> </w:t>
      </w:r>
      <w:r w:rsidRPr="006E04E2">
        <w:rPr>
          <w:rFonts w:asciiTheme="majorHAnsi" w:eastAsia="Times New Roman" w:hAnsiTheme="majorHAnsi" w:cs="Arial"/>
          <w:b/>
          <w:iCs/>
        </w:rPr>
        <w:t>software, tak jak to poskytují výrobci hardware ve svých konfigurátorech (tzv.</w:t>
      </w:r>
      <w:r w:rsidR="008C0F1A">
        <w:rPr>
          <w:rFonts w:asciiTheme="majorHAnsi" w:eastAsia="Times New Roman" w:hAnsiTheme="majorHAnsi" w:cs="Arial"/>
          <w:b/>
          <w:iCs/>
        </w:rPr>
        <w:t> </w:t>
      </w:r>
      <w:proofErr w:type="spellStart"/>
      <w:r w:rsidRPr="006E04E2">
        <w:rPr>
          <w:rFonts w:asciiTheme="majorHAnsi" w:eastAsia="Times New Roman" w:hAnsiTheme="majorHAnsi" w:cs="Arial"/>
          <w:b/>
          <w:iCs/>
        </w:rPr>
        <w:t>estimate</w:t>
      </w:r>
      <w:proofErr w:type="spellEnd"/>
      <w:r w:rsidRPr="006E04E2">
        <w:rPr>
          <w:rFonts w:asciiTheme="majorHAnsi" w:eastAsia="Times New Roman" w:hAnsiTheme="majorHAnsi" w:cs="Arial"/>
          <w:b/>
          <w:iCs/>
        </w:rPr>
        <w:t>).</w:t>
      </w:r>
    </w:p>
    <w:p w14:paraId="6BA13936" w14:textId="77777777" w:rsidR="00096EEC" w:rsidRDefault="00096EEC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7EA483D1" w14:textId="1E3FDB72" w:rsidR="000E00D4" w:rsidRPr="00221465" w:rsidRDefault="000E00D4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>Prodávající</w:t>
      </w:r>
      <w:r w:rsidRPr="00221465">
        <w:rPr>
          <w:rFonts w:asciiTheme="majorHAnsi" w:eastAsia="Times New Roman" w:hAnsiTheme="majorHAnsi" w:cs="Arial"/>
          <w:bCs/>
          <w:iCs/>
        </w:rPr>
        <w:t xml:space="preserve"> je povinen předat </w:t>
      </w:r>
      <w:r>
        <w:rPr>
          <w:rFonts w:asciiTheme="majorHAnsi" w:eastAsia="Times New Roman" w:hAnsiTheme="majorHAnsi" w:cs="Arial"/>
          <w:bCs/>
          <w:iCs/>
        </w:rPr>
        <w:t>Kupujícímu</w:t>
      </w:r>
      <w:r w:rsidRPr="00221465">
        <w:rPr>
          <w:rFonts w:asciiTheme="majorHAnsi" w:eastAsia="Times New Roman" w:hAnsiTheme="majorHAnsi" w:cs="Arial"/>
          <w:bCs/>
          <w:iCs/>
        </w:rPr>
        <w:t xml:space="preserve"> spolu s Hardware doklady, které jsou nutné k převzetí a k užívání Hardware, a to: </w:t>
      </w:r>
    </w:p>
    <w:p w14:paraId="0861E9BB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technickou dokumentaci Hardware a Software;</w:t>
      </w:r>
    </w:p>
    <w:p w14:paraId="2F5067B4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návod k obsluze;</w:t>
      </w:r>
    </w:p>
    <w:p w14:paraId="3AA723C8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prohlášení výrobce o shodě;</w:t>
      </w:r>
    </w:p>
    <w:p w14:paraId="39147CC2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Dodací list;</w:t>
      </w:r>
    </w:p>
    <w:p w14:paraId="6202F4CB" w14:textId="77777777" w:rsidR="000E00D4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 xml:space="preserve">a další dokumenty potřebné k užívání Hardware či Software: </w:t>
      </w:r>
      <w:r w:rsidRPr="002D127E">
        <w:rPr>
          <w:rFonts w:asciiTheme="majorHAnsi" w:eastAsia="Times New Roman" w:hAnsiTheme="majorHAnsi" w:cs="Times New Roman"/>
          <w:highlight w:val="green"/>
        </w:rPr>
        <w:t>[</w:t>
      </w:r>
      <w:r w:rsidRPr="002D127E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D127E">
        <w:rPr>
          <w:rFonts w:asciiTheme="majorHAnsi" w:eastAsia="Times New Roman" w:hAnsiTheme="majorHAnsi" w:cs="Times New Roman"/>
          <w:highlight w:val="green"/>
        </w:rPr>
        <w:t>]</w:t>
      </w:r>
      <w:r w:rsidRPr="002D127E">
        <w:rPr>
          <w:rFonts w:asciiTheme="majorHAnsi" w:eastAsia="Times New Roman" w:hAnsiTheme="majorHAnsi" w:cs="Times New Roman"/>
        </w:rPr>
        <w:t>.</w:t>
      </w:r>
    </w:p>
    <w:p w14:paraId="39BCF4E0" w14:textId="77777777" w:rsidR="006F719D" w:rsidRDefault="006F719D" w:rsidP="006F719D">
      <w:pPr>
        <w:keepLines/>
        <w:widowControl w:val="0"/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0FE76B22" w14:textId="77777777" w:rsidR="006F719D" w:rsidRDefault="006F719D" w:rsidP="006F719D">
      <w:pPr>
        <w:keepLines/>
        <w:widowControl w:val="0"/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3962896C" w14:textId="77777777" w:rsidR="00F80435" w:rsidRPr="002D127E" w:rsidRDefault="00F80435" w:rsidP="002D127E">
      <w:pPr>
        <w:keepLines/>
        <w:widowControl w:val="0"/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5EE451D3" w14:textId="77777777" w:rsidR="00087D48" w:rsidRPr="00221465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Instalace hardware</w:t>
      </w:r>
      <w:bookmarkEnd w:id="4"/>
      <w:bookmarkEnd w:id="5"/>
      <w:bookmarkEnd w:id="6"/>
      <w:bookmarkEnd w:id="7"/>
    </w:p>
    <w:p w14:paraId="63D9C826" w14:textId="01052E8F" w:rsidR="00F4225A" w:rsidRDefault="00B623EA" w:rsidP="005B72EB">
      <w:pPr>
        <w:keepNext/>
        <w:keepLines/>
        <w:tabs>
          <w:tab w:val="center" w:pos="2412"/>
        </w:tabs>
        <w:spacing w:before="240" w:after="120" w:line="266" w:lineRule="auto"/>
        <w:ind w:left="-17" w:firstLine="17"/>
        <w:outlineLvl w:val="0"/>
      </w:pPr>
      <w:bookmarkStart w:id="8" w:name="_Toc517632208"/>
      <w:bookmarkStart w:id="9" w:name="_Toc517978985"/>
      <w:bookmarkStart w:id="10" w:name="_Toc518251182"/>
      <w:bookmarkStart w:id="11" w:name="_Toc533063758"/>
      <w:r w:rsidRPr="006309C9">
        <w:rPr>
          <w:rFonts w:eastAsia="Calibri" w:cs="Times New Roman"/>
        </w:rPr>
        <w:t xml:space="preserve">Instalace dodaného </w:t>
      </w:r>
      <w:r>
        <w:rPr>
          <w:rFonts w:eastAsia="Calibri" w:cs="Times New Roman"/>
        </w:rPr>
        <w:t>Hardware</w:t>
      </w:r>
      <w:r w:rsidRPr="006309C9">
        <w:rPr>
          <w:rFonts w:eastAsia="Calibri" w:cs="Times New Roman"/>
        </w:rPr>
        <w:t xml:space="preserve"> v</w:t>
      </w:r>
      <w:r w:rsidR="005C0D96">
        <w:rPr>
          <w:rFonts w:eastAsia="Calibri" w:cs="Times New Roman"/>
        </w:rPr>
        <w:t xml:space="preserve"> předmětných </w:t>
      </w:r>
      <w:r w:rsidRPr="006309C9">
        <w:rPr>
          <w:rFonts w:eastAsia="Calibri" w:cs="Times New Roman"/>
        </w:rPr>
        <w:t>lokalit</w:t>
      </w:r>
      <w:r w:rsidR="005C0D96">
        <w:rPr>
          <w:rFonts w:eastAsia="Calibri" w:cs="Times New Roman"/>
        </w:rPr>
        <w:t>ách</w:t>
      </w:r>
      <w:r w:rsidRPr="006309C9">
        <w:rPr>
          <w:rFonts w:eastAsia="Calibri" w:cs="Times New Roman"/>
        </w:rPr>
        <w:t xml:space="preserve"> </w:t>
      </w:r>
      <w:r w:rsidR="00634F7A">
        <w:rPr>
          <w:rFonts w:eastAsia="Calibri" w:cs="Times New Roman"/>
        </w:rPr>
        <w:t>v rozsahu:</w:t>
      </w:r>
    </w:p>
    <w:p w14:paraId="121B8E96" w14:textId="15A1DDA8" w:rsidR="00820798" w:rsidRDefault="00B623EA" w:rsidP="00F7516D">
      <w:pPr>
        <w:pStyle w:val="Odstavecseseznamem"/>
        <w:numPr>
          <w:ilvl w:val="0"/>
          <w:numId w:val="7"/>
        </w:numPr>
      </w:pPr>
      <w:r w:rsidRPr="006309C9">
        <w:t xml:space="preserve">Montáž dodaného </w:t>
      </w:r>
      <w:r>
        <w:t>Hardware</w:t>
      </w:r>
      <w:r w:rsidRPr="006309C9">
        <w:t xml:space="preserve"> do rack</w:t>
      </w:r>
      <w:r w:rsidR="003E3E1A">
        <w:t>ových skříní v</w:t>
      </w:r>
      <w:r w:rsidR="00DE6C19">
        <w:t> jednotlivých lokalitách</w:t>
      </w:r>
    </w:p>
    <w:p w14:paraId="620B472A" w14:textId="0781E396" w:rsidR="005B72EB" w:rsidRPr="006309C9" w:rsidRDefault="00B52CAC" w:rsidP="00F7516D">
      <w:pPr>
        <w:pStyle w:val="Odstavecseseznamem"/>
        <w:numPr>
          <w:ilvl w:val="0"/>
          <w:numId w:val="7"/>
        </w:numPr>
      </w:pPr>
      <w:r>
        <w:t>Odvoz a ekologická likvidace obalových mater</w:t>
      </w:r>
      <w:r w:rsidR="002823DF">
        <w:t>i</w:t>
      </w:r>
      <w:r>
        <w:t>álů</w:t>
      </w:r>
    </w:p>
    <w:p w14:paraId="080C7E01" w14:textId="77777777" w:rsidR="000B2610" w:rsidRPr="006309C9" w:rsidRDefault="000B2610" w:rsidP="002D127E"/>
    <w:p w14:paraId="5CB81A8F" w14:textId="107F76F8" w:rsidR="00B623EA" w:rsidRPr="006309C9" w:rsidRDefault="00B623EA" w:rsidP="002D127E"/>
    <w:p w14:paraId="13FCDD64" w14:textId="77777777" w:rsidR="00087D48" w:rsidRPr="00221465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software</w:t>
      </w:r>
      <w:bookmarkEnd w:id="8"/>
      <w:bookmarkEnd w:id="9"/>
      <w:bookmarkEnd w:id="10"/>
      <w:bookmarkEnd w:id="11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 dodávaného k hardware</w:t>
      </w:r>
    </w:p>
    <w:p w14:paraId="66C606E3" w14:textId="346310C2" w:rsidR="00087D48" w:rsidRPr="00221465" w:rsidRDefault="00087D48" w:rsidP="002D127E">
      <w:pPr>
        <w:widowControl w:val="0"/>
        <w:numPr>
          <w:ilvl w:val="1"/>
          <w:numId w:val="0"/>
        </w:numPr>
        <w:tabs>
          <w:tab w:val="num" w:pos="142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>Současně s Dodávkou poskytne Prodávající Kupujícímu tento Software (např. firmware, obslužné ovladače a další níže specifikovaný Software):</w:t>
      </w:r>
      <w:r w:rsidR="007F2B3A">
        <w:rPr>
          <w:rFonts w:asciiTheme="majorHAnsi" w:eastAsia="Times New Roman" w:hAnsiTheme="majorHAnsi" w:cs="Arial"/>
          <w:bCs/>
          <w:iCs/>
        </w:rPr>
        <w:br/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NÍŽE UVEDENOU TABULKU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POUŽIJE DLE POČTU POSKYTNUTÉHO SOFTWARE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.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tbl>
      <w:tblPr>
        <w:tblStyle w:val="Mkatabulky1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011"/>
      </w:tblGrid>
      <w:tr w:rsidR="00087D48" w:rsidRPr="003D7AA7" w14:paraId="535CC00F" w14:textId="77777777" w:rsidTr="002D127E">
        <w:tc>
          <w:tcPr>
            <w:tcW w:w="8697" w:type="dxa"/>
            <w:gridSpan w:val="2"/>
            <w:shd w:val="clear" w:color="auto" w:fill="D9D9D9"/>
          </w:tcPr>
          <w:p w14:paraId="56033032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C07E9A">
              <w:rPr>
                <w:rFonts w:asciiTheme="majorHAnsi" w:hAnsiTheme="majorHAnsi" w:cs="Arial"/>
                <w:b/>
                <w:bCs/>
                <w:iCs/>
              </w:rPr>
              <w:t>Specifikace Software:</w:t>
            </w:r>
          </w:p>
        </w:tc>
      </w:tr>
      <w:tr w:rsidR="00087D48" w:rsidRPr="003D7AA7" w14:paraId="7A77B620" w14:textId="77777777" w:rsidTr="002D127E">
        <w:tc>
          <w:tcPr>
            <w:tcW w:w="3686" w:type="dxa"/>
          </w:tcPr>
          <w:p w14:paraId="2840EDBF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5011" w:type="dxa"/>
          </w:tcPr>
          <w:p w14:paraId="5DED7A3F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C07E9A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C07E9A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3D7AA7" w14:paraId="7053AFD7" w14:textId="77777777" w:rsidTr="002D127E">
        <w:tc>
          <w:tcPr>
            <w:tcW w:w="3686" w:type="dxa"/>
          </w:tcPr>
          <w:p w14:paraId="5D92D166" w14:textId="77777777" w:rsidR="00087D48" w:rsidRPr="00C07E9A" w:rsidRDefault="00087D48" w:rsidP="00805A75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07E9A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5011" w:type="dxa"/>
          </w:tcPr>
          <w:p w14:paraId="647825EC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C07E9A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C07E9A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3D7AA7" w14:paraId="7898A202" w14:textId="77777777" w:rsidTr="002D127E">
        <w:tc>
          <w:tcPr>
            <w:tcW w:w="3686" w:type="dxa"/>
          </w:tcPr>
          <w:p w14:paraId="558DB487" w14:textId="77777777" w:rsidR="00087D48" w:rsidRPr="00C07E9A" w:rsidRDefault="00087D48" w:rsidP="00805A75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</w:rPr>
              <w:t xml:space="preserve">popis jakým způsobem budou Kupujícímu zajištěny aktualizace Software </w:t>
            </w:r>
          </w:p>
        </w:tc>
        <w:tc>
          <w:tcPr>
            <w:tcW w:w="5011" w:type="dxa"/>
          </w:tcPr>
          <w:p w14:paraId="38538EC3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C07E9A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C07E9A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5FE21BD7" w14:textId="5786A83C" w:rsidR="007F3A13" w:rsidRDefault="007F3A13">
      <w:pPr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2" w:name="_Toc517632209"/>
      <w:bookmarkStart w:id="13" w:name="_Toc517978986"/>
      <w:bookmarkStart w:id="14" w:name="_Toc518251183"/>
      <w:bookmarkStart w:id="15" w:name="_Toc533063759"/>
    </w:p>
    <w:p w14:paraId="57AF9C85" w14:textId="77777777" w:rsidR="00473E0C" w:rsidRDefault="00473E0C">
      <w:pPr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7C235FE7" w14:textId="3592FD09" w:rsidR="00E927BA" w:rsidRPr="00221465" w:rsidRDefault="00E927BA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>S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pecifikace 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SOFTWARE</w:t>
      </w:r>
    </w:p>
    <w:p w14:paraId="59C34207" w14:textId="1A39A050" w:rsidR="00D15231" w:rsidRDefault="00E927BA" w:rsidP="002D127E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Na základě této Smlouvy dodá Prodávající </w:t>
      </w:r>
      <w:r>
        <w:rPr>
          <w:rFonts w:asciiTheme="majorHAnsi" w:eastAsia="Times New Roman" w:hAnsiTheme="majorHAnsi" w:cs="Arial"/>
          <w:bCs/>
          <w:iCs/>
        </w:rPr>
        <w:t>Software</w:t>
      </w:r>
      <w:r w:rsidRPr="00221465">
        <w:rPr>
          <w:rFonts w:asciiTheme="majorHAnsi" w:eastAsia="Times New Roman" w:hAnsiTheme="majorHAnsi" w:cs="Arial"/>
          <w:bCs/>
          <w:iCs/>
        </w:rPr>
        <w:t xml:space="preserve"> dle následujících požadavků Kupujícího:</w:t>
      </w:r>
    </w:p>
    <w:p w14:paraId="0F391A46" w14:textId="77777777" w:rsidR="00777E4B" w:rsidRDefault="00777E4B" w:rsidP="002D127E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</w:p>
    <w:p w14:paraId="291D2692" w14:textId="4FED25FB" w:rsidR="00643CDC" w:rsidRPr="00704DC1" w:rsidRDefault="00643CDC" w:rsidP="00704DC1">
      <w:pPr>
        <w:ind w:firstLine="426"/>
      </w:pPr>
      <w:r>
        <w:t>a)</w:t>
      </w:r>
      <w:r>
        <w:tab/>
      </w:r>
      <w:r w:rsidRPr="002D127E">
        <w:rPr>
          <w:b/>
          <w:bCs/>
        </w:rPr>
        <w:t>Položka 1</w:t>
      </w:r>
      <w:r w:rsidR="00704DC1">
        <w:rPr>
          <w:b/>
          <w:bCs/>
        </w:rPr>
        <w:t>b</w:t>
      </w:r>
      <w:r>
        <w:t xml:space="preserve"> – </w:t>
      </w:r>
      <w:r w:rsidR="00704DC1">
        <w:t xml:space="preserve">Virtualizační software </w:t>
      </w:r>
      <w:r w:rsidRPr="00143089">
        <w:t>pro farm</w:t>
      </w:r>
      <w:r>
        <w:t>u „KB TDS / CDP Praha“ v</w:t>
      </w:r>
      <w:r w:rsidR="00704DC1">
        <w:t>e specifikaci</w:t>
      </w:r>
      <w:r>
        <w:t>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80570A" w:rsidRPr="0050706D" w14:paraId="28E6282A" w14:textId="77777777" w:rsidTr="002D12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47FF5D96" w14:textId="77777777" w:rsidR="0080570A" w:rsidRPr="00927BA6" w:rsidRDefault="0080570A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2AB62640" w14:textId="77777777" w:rsidR="0080570A" w:rsidRPr="00927BA6" w:rsidRDefault="0080570A" w:rsidP="00927BA6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80570A" w:rsidRPr="0050706D" w14:paraId="26B39101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209F8E9A" w14:textId="23A2971D" w:rsidR="0080570A" w:rsidRPr="00534ED5" w:rsidRDefault="00703A47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1</w:t>
            </w:r>
            <w:r w:rsidR="00030D66">
              <w:rPr>
                <w:rFonts w:cstheme="minorHAnsi"/>
                <w:b/>
                <w:bCs/>
                <w:sz w:val="18"/>
              </w:rPr>
              <w:t>0</w:t>
            </w:r>
            <w:r w:rsidR="0039664E" w:rsidRPr="00534ED5">
              <w:rPr>
                <w:rFonts w:cstheme="minorHAnsi"/>
                <w:b/>
                <w:bCs/>
                <w:sz w:val="18"/>
              </w:rPr>
              <w:t xml:space="preserve"> </w:t>
            </w:r>
            <w:r w:rsidR="00D15231" w:rsidRPr="00534ED5">
              <w:rPr>
                <w:rFonts w:cstheme="minorHAnsi"/>
                <w:b/>
                <w:bCs/>
                <w:sz w:val="18"/>
              </w:rPr>
              <w:t>kusů</w:t>
            </w:r>
            <w:r w:rsidR="00D15231" w:rsidRPr="00534ED5">
              <w:rPr>
                <w:rFonts w:cstheme="minorHAnsi"/>
                <w:sz w:val="18"/>
              </w:rPr>
              <w:t xml:space="preserve"> </w:t>
            </w:r>
            <w:r w:rsidR="00795B0F">
              <w:rPr>
                <w:rFonts w:cstheme="minorHAnsi"/>
                <w:sz w:val="18"/>
              </w:rPr>
              <w:t xml:space="preserve">licence </w:t>
            </w:r>
            <w:proofErr w:type="spellStart"/>
            <w:r w:rsidR="00D15231" w:rsidRPr="00534ED5">
              <w:rPr>
                <w:rFonts w:cstheme="minorHAnsi"/>
                <w:sz w:val="18"/>
              </w:rPr>
              <w:t>VMware</w:t>
            </w:r>
            <w:proofErr w:type="spellEnd"/>
            <w:r w:rsidR="00D15231"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="00D15231" w:rsidRPr="00534ED5">
              <w:rPr>
                <w:rFonts w:cstheme="minorHAnsi"/>
                <w:sz w:val="18"/>
              </w:rPr>
              <w:t>vSphere</w:t>
            </w:r>
            <w:proofErr w:type="spellEnd"/>
            <w:r w:rsidR="00D15231"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="00242F85">
              <w:rPr>
                <w:rFonts w:cstheme="minorHAnsi"/>
                <w:sz w:val="18"/>
              </w:rPr>
              <w:t>Foundation</w:t>
            </w:r>
            <w:proofErr w:type="spellEnd"/>
            <w:r w:rsidR="00D15231" w:rsidRPr="00534ED5">
              <w:rPr>
                <w:rFonts w:cstheme="minorHAnsi"/>
                <w:sz w:val="18"/>
              </w:rPr>
              <w:t xml:space="preserve"> verze </w:t>
            </w:r>
            <w:r w:rsidR="002B03B0">
              <w:rPr>
                <w:rFonts w:cstheme="minorHAnsi"/>
                <w:sz w:val="18"/>
              </w:rPr>
              <w:t>8</w:t>
            </w:r>
            <w:r w:rsidR="002B03B0" w:rsidRPr="00534ED5">
              <w:rPr>
                <w:rFonts w:cstheme="minorHAnsi"/>
                <w:sz w:val="18"/>
              </w:rPr>
              <w:t xml:space="preserve"> </w:t>
            </w:r>
            <w:r w:rsidR="00D15231" w:rsidRPr="00534ED5">
              <w:rPr>
                <w:rFonts w:cstheme="minorHAnsi"/>
                <w:sz w:val="18"/>
              </w:rPr>
              <w:t>nebo vyšší</w:t>
            </w:r>
            <w:r w:rsidR="006C36F7">
              <w:rPr>
                <w:rFonts w:cstheme="minorHAnsi"/>
                <w:sz w:val="18"/>
              </w:rPr>
              <w:t>,</w:t>
            </w:r>
            <w:r w:rsidR="000F781D">
              <w:rPr>
                <w:rFonts w:cstheme="minorHAnsi"/>
                <w:sz w:val="18"/>
              </w:rPr>
              <w:t xml:space="preserve"> včetně </w:t>
            </w:r>
            <w:proofErr w:type="spellStart"/>
            <w:r w:rsidR="000F781D">
              <w:rPr>
                <w:rFonts w:cstheme="minorHAnsi"/>
                <w:sz w:val="18"/>
              </w:rPr>
              <w:t>VMware</w:t>
            </w:r>
            <w:proofErr w:type="spellEnd"/>
            <w:r w:rsidR="000F781D">
              <w:rPr>
                <w:rFonts w:cstheme="minorHAnsi"/>
                <w:sz w:val="18"/>
              </w:rPr>
              <w:t xml:space="preserve"> </w:t>
            </w:r>
            <w:proofErr w:type="spellStart"/>
            <w:r w:rsidR="000F781D">
              <w:rPr>
                <w:rFonts w:cstheme="minorHAnsi"/>
                <w:sz w:val="18"/>
              </w:rPr>
              <w:t>Aria</w:t>
            </w:r>
            <w:proofErr w:type="spellEnd"/>
            <w:r w:rsidR="000F781D">
              <w:rPr>
                <w:rFonts w:cstheme="minorHAnsi"/>
                <w:sz w:val="18"/>
              </w:rPr>
              <w:t xml:space="preserve"> </w:t>
            </w:r>
            <w:proofErr w:type="spellStart"/>
            <w:r w:rsidR="000F781D">
              <w:rPr>
                <w:rFonts w:cstheme="minorHAnsi"/>
                <w:sz w:val="18"/>
              </w:rPr>
              <w:t>Operations</w:t>
            </w:r>
            <w:proofErr w:type="spellEnd"/>
            <w:r w:rsidR="00875952">
              <w:rPr>
                <w:rFonts w:cstheme="minorHAnsi"/>
                <w:sz w:val="18"/>
              </w:rPr>
              <w:t xml:space="preserve"> a podpory</w:t>
            </w:r>
            <w:r w:rsidR="00D15231"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242E7E64" w14:textId="77777777" w:rsidR="0080570A" w:rsidRPr="00927BA6" w:rsidRDefault="0080570A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45AFE" w:rsidRPr="0050706D" w14:paraId="4D0E41DE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61971ED9" w14:textId="6D0B9EAD" w:rsidR="00C45AFE" w:rsidRPr="00E24000" w:rsidRDefault="00C45AFE" w:rsidP="00C45AF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 w:rsidR="006C36F7"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E24000">
              <w:rPr>
                <w:rFonts w:cstheme="minorHAnsi"/>
                <w:sz w:val="18"/>
              </w:rPr>
              <w:t>VMware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</w:t>
            </w:r>
            <w:proofErr w:type="spellStart"/>
            <w:r w:rsidRPr="00E24000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Center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Standard verze 8 nebo vyšší na 5 let</w:t>
            </w:r>
            <w:r w:rsidR="00031BCA">
              <w:rPr>
                <w:rFonts w:cstheme="minorHAnsi"/>
                <w:sz w:val="18"/>
              </w:rPr>
              <w:t xml:space="preserve">, pokud </w:t>
            </w:r>
            <w:r w:rsidR="001D51B9">
              <w:rPr>
                <w:rFonts w:cstheme="minorHAnsi"/>
                <w:sz w:val="18"/>
              </w:rPr>
              <w:t>již ne</w:t>
            </w:r>
            <w:r w:rsidR="003515D5">
              <w:rPr>
                <w:rFonts w:cstheme="minorHAnsi"/>
                <w:sz w:val="18"/>
              </w:rPr>
              <w:t>ní</w:t>
            </w:r>
            <w:r w:rsidR="001D51B9">
              <w:rPr>
                <w:rFonts w:cstheme="minorHAnsi"/>
                <w:sz w:val="18"/>
              </w:rPr>
              <w:t xml:space="preserve"> součástí </w:t>
            </w:r>
            <w:proofErr w:type="spellStart"/>
            <w:r w:rsidR="001D51B9" w:rsidRPr="001D51B9">
              <w:rPr>
                <w:rFonts w:cstheme="minorHAnsi"/>
                <w:sz w:val="18"/>
              </w:rPr>
              <w:t>VMware</w:t>
            </w:r>
            <w:proofErr w:type="spellEnd"/>
            <w:r w:rsidR="001D51B9" w:rsidRPr="001D51B9">
              <w:rPr>
                <w:rFonts w:cstheme="minorHAnsi"/>
                <w:sz w:val="18"/>
              </w:rPr>
              <w:t xml:space="preserve"> </w:t>
            </w:r>
            <w:proofErr w:type="spellStart"/>
            <w:r w:rsidR="001D51B9" w:rsidRPr="001D51B9">
              <w:rPr>
                <w:rFonts w:cstheme="minorHAnsi"/>
                <w:sz w:val="18"/>
              </w:rPr>
              <w:t>vSphere</w:t>
            </w:r>
            <w:proofErr w:type="spellEnd"/>
            <w:r w:rsidR="001D51B9" w:rsidRPr="001D51B9">
              <w:rPr>
                <w:rFonts w:cstheme="minorHAnsi"/>
                <w:sz w:val="18"/>
              </w:rPr>
              <w:t xml:space="preserve"> </w:t>
            </w:r>
            <w:proofErr w:type="spellStart"/>
            <w:r w:rsidR="001D51B9" w:rsidRPr="001D51B9">
              <w:rPr>
                <w:rFonts w:cstheme="minorHAnsi"/>
                <w:sz w:val="18"/>
              </w:rPr>
              <w:t>Foundation</w:t>
            </w:r>
            <w:proofErr w:type="spellEnd"/>
          </w:p>
        </w:tc>
        <w:tc>
          <w:tcPr>
            <w:tcW w:w="4449" w:type="dxa"/>
          </w:tcPr>
          <w:p w14:paraId="7D875D2B" w14:textId="1D2E2B25" w:rsidR="00C45AFE" w:rsidRPr="00927BA6" w:rsidRDefault="00C45AFE" w:rsidP="00C45AF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3621BE7F" w14:textId="77777777" w:rsidR="00F90E80" w:rsidRDefault="00F90E80" w:rsidP="00AE7762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127A73A0" w14:textId="31A5DECD" w:rsidR="008B08AA" w:rsidRPr="00704DC1" w:rsidRDefault="008B08AA" w:rsidP="008B08AA">
      <w:pPr>
        <w:ind w:firstLine="426"/>
      </w:pPr>
      <w:r>
        <w:t>b)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2b</w:t>
      </w:r>
      <w:r>
        <w:t xml:space="preserve"> – Virtualizační software </w:t>
      </w:r>
      <w:r w:rsidRPr="00143089">
        <w:t>pro farm</w:t>
      </w:r>
      <w:r>
        <w:t>u „KB TDS / CDP P</w:t>
      </w:r>
      <w:r w:rsidR="00993157">
        <w:t>řerov</w:t>
      </w:r>
      <w:r>
        <w:t>“ ve specifikaci: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8B08AA" w:rsidRPr="0050706D" w14:paraId="6D3C6581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7EB27E7D" w14:textId="77777777" w:rsidR="008B08AA" w:rsidRPr="00927BA6" w:rsidRDefault="008B08AA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20AB788C" w14:textId="77777777" w:rsidR="008B08AA" w:rsidRPr="00927BA6" w:rsidRDefault="008B08AA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5B3FE9" w:rsidRPr="0050706D" w14:paraId="6C37DF5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410EED1D" w14:textId="45050867" w:rsidR="005B3FE9" w:rsidRPr="00534ED5" w:rsidRDefault="005B3FE9" w:rsidP="005B3F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10</w:t>
            </w:r>
            <w:r w:rsidRPr="00534ED5">
              <w:rPr>
                <w:rFonts w:cstheme="minorHAnsi"/>
                <w:b/>
                <w:bCs/>
                <w:sz w:val="18"/>
              </w:rPr>
              <w:t xml:space="preserve"> kusů</w:t>
            </w:r>
            <w:r w:rsidRPr="00534ED5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534ED5">
              <w:rPr>
                <w:rFonts w:cstheme="minorHAnsi"/>
                <w:sz w:val="18"/>
              </w:rPr>
              <w:t>VMware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Pr="00534ED5">
              <w:rPr>
                <w:rFonts w:cstheme="minorHAnsi"/>
                <w:sz w:val="18"/>
              </w:rPr>
              <w:t>vSphere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Foundation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verze </w:t>
            </w:r>
            <w:r>
              <w:rPr>
                <w:rFonts w:cstheme="minorHAnsi"/>
                <w:sz w:val="18"/>
              </w:rPr>
              <w:t>8</w:t>
            </w:r>
            <w:r w:rsidRPr="00534ED5">
              <w:rPr>
                <w:rFonts w:cstheme="minorHAnsi"/>
                <w:sz w:val="18"/>
              </w:rPr>
              <w:t xml:space="preserve"> nebo vyšší</w:t>
            </w:r>
            <w:r>
              <w:rPr>
                <w:rFonts w:cstheme="minorHAnsi"/>
                <w:sz w:val="18"/>
              </w:rPr>
              <w:t xml:space="preserve">, včetně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Aria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Operations</w:t>
            </w:r>
            <w:proofErr w:type="spellEnd"/>
            <w:r>
              <w:rPr>
                <w:rFonts w:cstheme="minorHAnsi"/>
                <w:sz w:val="18"/>
              </w:rPr>
              <w:t xml:space="preserve"> a podpory</w:t>
            </w:r>
            <w:r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74AB570F" w14:textId="77777777" w:rsidR="005B3FE9" w:rsidRPr="00927BA6" w:rsidRDefault="005B3FE9" w:rsidP="005B3F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E05B8" w:rsidRPr="0050706D" w14:paraId="35AD20D0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4882F0A5" w14:textId="29E0F08C" w:rsidR="005E05B8" w:rsidRDefault="005E05B8" w:rsidP="005E05B8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 w:rsidR="00B52D29"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E24000">
              <w:rPr>
                <w:rFonts w:cstheme="minorHAnsi"/>
                <w:sz w:val="18"/>
              </w:rPr>
              <w:t>VMware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</w:t>
            </w:r>
            <w:proofErr w:type="spellStart"/>
            <w:r w:rsidRPr="00E24000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Center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Standard verze 8 nebo vyšší na 5 let</w:t>
            </w:r>
            <w:r w:rsidR="00AB0B59" w:rsidRPr="00AB0B59">
              <w:rPr>
                <w:rFonts w:cstheme="minorHAnsi"/>
                <w:sz w:val="18"/>
              </w:rPr>
              <w:t>, pokud již ne</w:t>
            </w:r>
            <w:r w:rsidR="00B52D29">
              <w:rPr>
                <w:rFonts w:cstheme="minorHAnsi"/>
                <w:sz w:val="18"/>
              </w:rPr>
              <w:t>ní</w:t>
            </w:r>
            <w:r w:rsidR="00AB0B59" w:rsidRPr="00AB0B59">
              <w:rPr>
                <w:rFonts w:cstheme="minorHAnsi"/>
                <w:sz w:val="18"/>
              </w:rPr>
              <w:t xml:space="preserve"> součástí </w:t>
            </w:r>
            <w:proofErr w:type="spellStart"/>
            <w:r w:rsidR="00AB0B59" w:rsidRPr="00AB0B59">
              <w:rPr>
                <w:rFonts w:cstheme="minorHAnsi"/>
                <w:sz w:val="18"/>
              </w:rPr>
              <w:t>VMware</w:t>
            </w:r>
            <w:proofErr w:type="spellEnd"/>
            <w:r w:rsidR="00AB0B59"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="00AB0B59" w:rsidRPr="00AB0B59">
              <w:rPr>
                <w:rFonts w:cstheme="minorHAnsi"/>
                <w:sz w:val="18"/>
              </w:rPr>
              <w:t>vSphere</w:t>
            </w:r>
            <w:proofErr w:type="spellEnd"/>
            <w:r w:rsidR="00AB0B59"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="00AB0B59" w:rsidRPr="00AB0B59">
              <w:rPr>
                <w:rFonts w:cstheme="minorHAnsi"/>
                <w:sz w:val="18"/>
              </w:rPr>
              <w:t>Foundation</w:t>
            </w:r>
            <w:proofErr w:type="spellEnd"/>
          </w:p>
        </w:tc>
        <w:tc>
          <w:tcPr>
            <w:tcW w:w="4449" w:type="dxa"/>
          </w:tcPr>
          <w:p w14:paraId="6256C414" w14:textId="640F807C" w:rsidR="005E05B8" w:rsidRPr="00927BA6" w:rsidRDefault="005E05B8" w:rsidP="005E05B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00747B8E" w14:textId="77777777" w:rsidR="00F87714" w:rsidRDefault="00F87714" w:rsidP="00F87714">
      <w:pPr>
        <w:ind w:firstLine="426"/>
      </w:pPr>
    </w:p>
    <w:p w14:paraId="588912BD" w14:textId="2EC66D55" w:rsidR="00F87714" w:rsidRPr="00704DC1" w:rsidRDefault="00F87714" w:rsidP="00F87714">
      <w:pPr>
        <w:ind w:firstLine="426"/>
      </w:pPr>
      <w:r>
        <w:t>c)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3b</w:t>
      </w:r>
      <w:r>
        <w:t xml:space="preserve"> – Virtualizační software </w:t>
      </w:r>
      <w:r w:rsidRPr="00143089">
        <w:t>pro farm</w:t>
      </w:r>
      <w:r>
        <w:t xml:space="preserve">u „KB TDS / </w:t>
      </w:r>
      <w:r w:rsidR="00D23118">
        <w:t>Plzeň</w:t>
      </w:r>
      <w:r>
        <w:t>“ ve specifikaci: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F87714" w:rsidRPr="0050706D" w14:paraId="2421C5E5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1DA0BE5E" w14:textId="77777777" w:rsidR="00F87714" w:rsidRPr="00927BA6" w:rsidRDefault="00F8771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3AB3F098" w14:textId="77777777" w:rsidR="00F87714" w:rsidRPr="00927BA6" w:rsidRDefault="00F87714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5B3FE9" w:rsidRPr="0050706D" w14:paraId="0E1C5AAF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3EB1B164" w14:textId="2F596ED2" w:rsidR="005B3FE9" w:rsidRPr="00534ED5" w:rsidRDefault="005B3FE9" w:rsidP="005B3F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8</w:t>
            </w:r>
            <w:r w:rsidRPr="00534ED5">
              <w:rPr>
                <w:rFonts w:cstheme="minorHAnsi"/>
                <w:b/>
                <w:bCs/>
                <w:sz w:val="18"/>
              </w:rPr>
              <w:t xml:space="preserve"> kusů</w:t>
            </w:r>
            <w:r w:rsidRPr="00534ED5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534ED5">
              <w:rPr>
                <w:rFonts w:cstheme="minorHAnsi"/>
                <w:sz w:val="18"/>
              </w:rPr>
              <w:t>VMware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Pr="00534ED5">
              <w:rPr>
                <w:rFonts w:cstheme="minorHAnsi"/>
                <w:sz w:val="18"/>
              </w:rPr>
              <w:t>vSphere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Foundation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verze </w:t>
            </w:r>
            <w:r>
              <w:rPr>
                <w:rFonts w:cstheme="minorHAnsi"/>
                <w:sz w:val="18"/>
              </w:rPr>
              <w:t>8</w:t>
            </w:r>
            <w:r w:rsidRPr="00534ED5">
              <w:rPr>
                <w:rFonts w:cstheme="minorHAnsi"/>
                <w:sz w:val="18"/>
              </w:rPr>
              <w:t xml:space="preserve"> nebo vyšší</w:t>
            </w:r>
            <w:r>
              <w:rPr>
                <w:rFonts w:cstheme="minorHAnsi"/>
                <w:sz w:val="18"/>
              </w:rPr>
              <w:t xml:space="preserve">, včetně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Aria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Operations</w:t>
            </w:r>
            <w:proofErr w:type="spellEnd"/>
            <w:r>
              <w:rPr>
                <w:rFonts w:cstheme="minorHAnsi"/>
                <w:sz w:val="18"/>
              </w:rPr>
              <w:t xml:space="preserve"> a podpory</w:t>
            </w:r>
            <w:r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41EF22F1" w14:textId="77777777" w:rsidR="005B3FE9" w:rsidRPr="00927BA6" w:rsidRDefault="005B3FE9" w:rsidP="005B3F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B52D29" w:rsidRPr="0050706D" w14:paraId="1AB3CBC6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70CFAAF6" w14:textId="14360612" w:rsidR="00B52D29" w:rsidRPr="00E24000" w:rsidRDefault="00B52D29" w:rsidP="00B52D2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E24000">
              <w:rPr>
                <w:rFonts w:cstheme="minorHAnsi"/>
                <w:sz w:val="18"/>
              </w:rPr>
              <w:t>VMware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</w:t>
            </w:r>
            <w:proofErr w:type="spellStart"/>
            <w:r w:rsidRPr="00E24000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Center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Standard verze 8 nebo vyšší na 5 let</w:t>
            </w:r>
            <w:r w:rsidRPr="00AB0B59">
              <w:rPr>
                <w:rFonts w:cstheme="minorHAnsi"/>
                <w:sz w:val="18"/>
              </w:rPr>
              <w:t>, pokud již ne</w:t>
            </w:r>
            <w:r>
              <w:rPr>
                <w:rFonts w:cstheme="minorHAnsi"/>
                <w:sz w:val="18"/>
              </w:rPr>
              <w:t>ní</w:t>
            </w:r>
            <w:r w:rsidRPr="00AB0B59">
              <w:rPr>
                <w:rFonts w:cstheme="minorHAnsi"/>
                <w:sz w:val="18"/>
              </w:rPr>
              <w:t xml:space="preserve"> součástí </w:t>
            </w:r>
            <w:proofErr w:type="spellStart"/>
            <w:r w:rsidRPr="00AB0B59">
              <w:rPr>
                <w:rFonts w:cstheme="minorHAnsi"/>
                <w:sz w:val="18"/>
              </w:rPr>
              <w:t>VMware</w:t>
            </w:r>
            <w:proofErr w:type="spellEnd"/>
            <w:r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Pr="00AB0B59">
              <w:rPr>
                <w:rFonts w:cstheme="minorHAnsi"/>
                <w:sz w:val="18"/>
              </w:rPr>
              <w:t>vSphere</w:t>
            </w:r>
            <w:proofErr w:type="spellEnd"/>
            <w:r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Pr="00AB0B59">
              <w:rPr>
                <w:rFonts w:cstheme="minorHAnsi"/>
                <w:sz w:val="18"/>
              </w:rPr>
              <w:t>Foundation</w:t>
            </w:r>
            <w:proofErr w:type="spellEnd"/>
          </w:p>
        </w:tc>
        <w:tc>
          <w:tcPr>
            <w:tcW w:w="4449" w:type="dxa"/>
          </w:tcPr>
          <w:p w14:paraId="69DE92D4" w14:textId="77777777" w:rsidR="00B52D29" w:rsidRPr="00927BA6" w:rsidRDefault="00B52D29" w:rsidP="00B52D2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7E9D2EF6" w14:textId="77777777" w:rsidR="00F87714" w:rsidRDefault="00F87714" w:rsidP="00F8771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6F1F90DF" w14:textId="2CDF2558" w:rsidR="00F87714" w:rsidRPr="00704DC1" w:rsidRDefault="00F87714" w:rsidP="00F87714">
      <w:pPr>
        <w:ind w:firstLine="426"/>
      </w:pPr>
      <w:r>
        <w:t>d)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4b</w:t>
      </w:r>
      <w:r>
        <w:t xml:space="preserve"> – Virtualizační software </w:t>
      </w:r>
      <w:r w:rsidRPr="00143089">
        <w:t>pro farm</w:t>
      </w:r>
      <w:r>
        <w:t>u „KB TDS / Pardubice“ ve specifikaci: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F87714" w:rsidRPr="0050706D" w14:paraId="1DF92FEA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29059E71" w14:textId="77777777" w:rsidR="00F87714" w:rsidRPr="00927BA6" w:rsidRDefault="00F87714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579C3063" w14:textId="77777777" w:rsidR="00F87714" w:rsidRPr="00927BA6" w:rsidRDefault="00F87714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5B3FE9" w:rsidRPr="0050706D" w14:paraId="30C52638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7BAFF7B3" w14:textId="2A4AEBEF" w:rsidR="005B3FE9" w:rsidRPr="00534ED5" w:rsidRDefault="005B3FE9" w:rsidP="005B3F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8</w:t>
            </w:r>
            <w:r w:rsidRPr="00534ED5">
              <w:rPr>
                <w:rFonts w:cstheme="minorHAnsi"/>
                <w:b/>
                <w:bCs/>
                <w:sz w:val="18"/>
              </w:rPr>
              <w:t xml:space="preserve"> kusů</w:t>
            </w:r>
            <w:r w:rsidRPr="00534ED5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534ED5">
              <w:rPr>
                <w:rFonts w:cstheme="minorHAnsi"/>
                <w:sz w:val="18"/>
              </w:rPr>
              <w:t>VMware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Pr="00534ED5">
              <w:rPr>
                <w:rFonts w:cstheme="minorHAnsi"/>
                <w:sz w:val="18"/>
              </w:rPr>
              <w:t>vSphere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Foundation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verze </w:t>
            </w:r>
            <w:r>
              <w:rPr>
                <w:rFonts w:cstheme="minorHAnsi"/>
                <w:sz w:val="18"/>
              </w:rPr>
              <w:t>8</w:t>
            </w:r>
            <w:r w:rsidRPr="00534ED5">
              <w:rPr>
                <w:rFonts w:cstheme="minorHAnsi"/>
                <w:sz w:val="18"/>
              </w:rPr>
              <w:t xml:space="preserve"> nebo vyšší</w:t>
            </w:r>
            <w:r>
              <w:rPr>
                <w:rFonts w:cstheme="minorHAnsi"/>
                <w:sz w:val="18"/>
              </w:rPr>
              <w:t xml:space="preserve">, včetně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Aria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Operations</w:t>
            </w:r>
            <w:proofErr w:type="spellEnd"/>
            <w:r>
              <w:rPr>
                <w:rFonts w:cstheme="minorHAnsi"/>
                <w:sz w:val="18"/>
              </w:rPr>
              <w:t xml:space="preserve"> a podpory</w:t>
            </w:r>
            <w:r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28BE8A1C" w14:textId="77777777" w:rsidR="005B3FE9" w:rsidRPr="00927BA6" w:rsidRDefault="005B3FE9" w:rsidP="005B3F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B52D29" w:rsidRPr="0050706D" w14:paraId="0F71E49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16580837" w14:textId="396EF090" w:rsidR="00B52D29" w:rsidRDefault="00B52D29" w:rsidP="00B52D2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E24000">
              <w:rPr>
                <w:rFonts w:cstheme="minorHAnsi"/>
                <w:sz w:val="18"/>
              </w:rPr>
              <w:t>VMware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</w:t>
            </w:r>
            <w:proofErr w:type="spellStart"/>
            <w:r w:rsidRPr="00E24000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Center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Standard verze 8 nebo vyšší na 5 let</w:t>
            </w:r>
            <w:r w:rsidRPr="00AB0B59">
              <w:rPr>
                <w:rFonts w:cstheme="minorHAnsi"/>
                <w:sz w:val="18"/>
              </w:rPr>
              <w:t>, pokud již ne</w:t>
            </w:r>
            <w:r>
              <w:rPr>
                <w:rFonts w:cstheme="minorHAnsi"/>
                <w:sz w:val="18"/>
              </w:rPr>
              <w:t>ní</w:t>
            </w:r>
            <w:r w:rsidRPr="00AB0B59">
              <w:rPr>
                <w:rFonts w:cstheme="minorHAnsi"/>
                <w:sz w:val="18"/>
              </w:rPr>
              <w:t xml:space="preserve"> součástí </w:t>
            </w:r>
            <w:proofErr w:type="spellStart"/>
            <w:r w:rsidRPr="00AB0B59">
              <w:rPr>
                <w:rFonts w:cstheme="minorHAnsi"/>
                <w:sz w:val="18"/>
              </w:rPr>
              <w:t>VMware</w:t>
            </w:r>
            <w:proofErr w:type="spellEnd"/>
            <w:r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Pr="00AB0B59">
              <w:rPr>
                <w:rFonts w:cstheme="minorHAnsi"/>
                <w:sz w:val="18"/>
              </w:rPr>
              <w:t>vSphere</w:t>
            </w:r>
            <w:proofErr w:type="spellEnd"/>
            <w:r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Pr="00AB0B59">
              <w:rPr>
                <w:rFonts w:cstheme="minorHAnsi"/>
                <w:sz w:val="18"/>
              </w:rPr>
              <w:t>Foundation</w:t>
            </w:r>
            <w:proofErr w:type="spellEnd"/>
          </w:p>
        </w:tc>
        <w:tc>
          <w:tcPr>
            <w:tcW w:w="4449" w:type="dxa"/>
          </w:tcPr>
          <w:p w14:paraId="4A3FDF9A" w14:textId="77777777" w:rsidR="00B52D29" w:rsidRPr="00927BA6" w:rsidRDefault="00B52D29" w:rsidP="00B52D2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10879A6E" w14:textId="77777777" w:rsidR="00E003D1" w:rsidRDefault="00E003D1" w:rsidP="00E003D1">
      <w:pPr>
        <w:ind w:firstLine="426"/>
      </w:pPr>
    </w:p>
    <w:p w14:paraId="3D3C2C3A" w14:textId="53A60267" w:rsidR="00E003D1" w:rsidRPr="00704DC1" w:rsidRDefault="00E003D1" w:rsidP="00E003D1">
      <w:pPr>
        <w:ind w:firstLine="426"/>
      </w:pPr>
      <w:r>
        <w:t>e)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5b</w:t>
      </w:r>
      <w:r>
        <w:t xml:space="preserve"> – Virtualizační software </w:t>
      </w:r>
      <w:r w:rsidRPr="00143089">
        <w:t>pro farm</w:t>
      </w:r>
      <w:r>
        <w:t>u „KB TDS / Brno“ ve specifikaci: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E003D1" w:rsidRPr="0050706D" w14:paraId="2CB67FFD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487984BC" w14:textId="77777777" w:rsidR="00E003D1" w:rsidRPr="00927BA6" w:rsidRDefault="00E003D1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78E60E10" w14:textId="77777777" w:rsidR="00E003D1" w:rsidRPr="00927BA6" w:rsidRDefault="00E003D1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5B3FE9" w:rsidRPr="0050706D" w14:paraId="5CB9629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7058D045" w14:textId="1280D02B" w:rsidR="005B3FE9" w:rsidRPr="00534ED5" w:rsidRDefault="005B3FE9" w:rsidP="005B3F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8</w:t>
            </w:r>
            <w:r w:rsidRPr="00534ED5">
              <w:rPr>
                <w:rFonts w:cstheme="minorHAnsi"/>
                <w:b/>
                <w:bCs/>
                <w:sz w:val="18"/>
              </w:rPr>
              <w:t xml:space="preserve"> kusů</w:t>
            </w:r>
            <w:r w:rsidRPr="00534ED5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534ED5">
              <w:rPr>
                <w:rFonts w:cstheme="minorHAnsi"/>
                <w:sz w:val="18"/>
              </w:rPr>
              <w:t>VMware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Pr="00534ED5">
              <w:rPr>
                <w:rFonts w:cstheme="minorHAnsi"/>
                <w:sz w:val="18"/>
              </w:rPr>
              <w:t>vSphere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Foundation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verze </w:t>
            </w:r>
            <w:r>
              <w:rPr>
                <w:rFonts w:cstheme="minorHAnsi"/>
                <w:sz w:val="18"/>
              </w:rPr>
              <w:t>8</w:t>
            </w:r>
            <w:r w:rsidRPr="00534ED5">
              <w:rPr>
                <w:rFonts w:cstheme="minorHAnsi"/>
                <w:sz w:val="18"/>
              </w:rPr>
              <w:t xml:space="preserve"> nebo vyšší</w:t>
            </w:r>
            <w:r>
              <w:rPr>
                <w:rFonts w:cstheme="minorHAnsi"/>
                <w:sz w:val="18"/>
              </w:rPr>
              <w:t xml:space="preserve">, včetně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Aria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Operations</w:t>
            </w:r>
            <w:proofErr w:type="spellEnd"/>
            <w:r>
              <w:rPr>
                <w:rFonts w:cstheme="minorHAnsi"/>
                <w:sz w:val="18"/>
              </w:rPr>
              <w:t xml:space="preserve"> a podpory</w:t>
            </w:r>
            <w:r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1A3ACC39" w14:textId="77777777" w:rsidR="005B3FE9" w:rsidRPr="00927BA6" w:rsidRDefault="005B3FE9" w:rsidP="005B3F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B52D29" w:rsidRPr="0050706D" w14:paraId="6E60CD3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4F078043" w14:textId="497DAD3B" w:rsidR="00B52D29" w:rsidRPr="00E24000" w:rsidRDefault="00B52D29" w:rsidP="00B52D2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E24000">
              <w:rPr>
                <w:rFonts w:cstheme="minorHAnsi"/>
                <w:sz w:val="18"/>
              </w:rPr>
              <w:t>VMware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</w:t>
            </w:r>
            <w:proofErr w:type="spellStart"/>
            <w:r w:rsidRPr="00E24000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Center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Standard verze 8 nebo vyšší na 5 let</w:t>
            </w:r>
            <w:r w:rsidRPr="00AB0B59">
              <w:rPr>
                <w:rFonts w:cstheme="minorHAnsi"/>
                <w:sz w:val="18"/>
              </w:rPr>
              <w:t>, pokud již ne</w:t>
            </w:r>
            <w:r>
              <w:rPr>
                <w:rFonts w:cstheme="minorHAnsi"/>
                <w:sz w:val="18"/>
              </w:rPr>
              <w:t>ní</w:t>
            </w:r>
            <w:r w:rsidRPr="00AB0B59">
              <w:rPr>
                <w:rFonts w:cstheme="minorHAnsi"/>
                <w:sz w:val="18"/>
              </w:rPr>
              <w:t xml:space="preserve"> součástí </w:t>
            </w:r>
            <w:proofErr w:type="spellStart"/>
            <w:r w:rsidRPr="00AB0B59">
              <w:rPr>
                <w:rFonts w:cstheme="minorHAnsi"/>
                <w:sz w:val="18"/>
              </w:rPr>
              <w:t>VMware</w:t>
            </w:r>
            <w:proofErr w:type="spellEnd"/>
            <w:r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Pr="00AB0B59">
              <w:rPr>
                <w:rFonts w:cstheme="minorHAnsi"/>
                <w:sz w:val="18"/>
              </w:rPr>
              <w:t>vSphere</w:t>
            </w:r>
            <w:proofErr w:type="spellEnd"/>
            <w:r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Pr="00AB0B59">
              <w:rPr>
                <w:rFonts w:cstheme="minorHAnsi"/>
                <w:sz w:val="18"/>
              </w:rPr>
              <w:t>Foundation</w:t>
            </w:r>
            <w:proofErr w:type="spellEnd"/>
          </w:p>
        </w:tc>
        <w:tc>
          <w:tcPr>
            <w:tcW w:w="4449" w:type="dxa"/>
          </w:tcPr>
          <w:p w14:paraId="6DD06287" w14:textId="77777777" w:rsidR="00B52D29" w:rsidRPr="00927BA6" w:rsidRDefault="00B52D29" w:rsidP="00B52D2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12AE1166" w14:textId="77777777" w:rsidR="00E003D1" w:rsidRDefault="00E003D1" w:rsidP="00E003D1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3ADE3C1D" w14:textId="32DA5AC3" w:rsidR="00E003D1" w:rsidRPr="00704DC1" w:rsidRDefault="00E003D1" w:rsidP="00E003D1">
      <w:pPr>
        <w:ind w:firstLine="426"/>
      </w:pPr>
      <w:r>
        <w:t>f)</w:t>
      </w:r>
      <w:r>
        <w:tab/>
      </w:r>
      <w:r w:rsidRPr="002D127E">
        <w:rPr>
          <w:b/>
          <w:bCs/>
        </w:rPr>
        <w:t xml:space="preserve">Položka </w:t>
      </w:r>
      <w:r>
        <w:rPr>
          <w:b/>
          <w:bCs/>
        </w:rPr>
        <w:t>6b</w:t>
      </w:r>
      <w:r>
        <w:t xml:space="preserve"> – Virtualizační software </w:t>
      </w:r>
      <w:r w:rsidRPr="00143089">
        <w:t>pro farm</w:t>
      </w:r>
      <w:r>
        <w:t xml:space="preserve">u „KB TDS / </w:t>
      </w:r>
      <w:r w:rsidR="00D23118">
        <w:t>Ústí nad Labem</w:t>
      </w:r>
      <w:r>
        <w:t>“ ve</w:t>
      </w:r>
      <w:r w:rsidR="009B028C">
        <w:t> </w:t>
      </w:r>
      <w:r>
        <w:t>specifikaci: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E003D1" w:rsidRPr="0050706D" w14:paraId="59FBFD9E" w14:textId="77777777" w:rsidTr="003746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7AB4F801" w14:textId="77777777" w:rsidR="00E003D1" w:rsidRPr="00927BA6" w:rsidRDefault="00E003D1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0B9B258B" w14:textId="77777777" w:rsidR="00E003D1" w:rsidRPr="00927BA6" w:rsidRDefault="00E003D1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5B3FE9" w:rsidRPr="0050706D" w14:paraId="20520D0A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333D721D" w14:textId="2355A5A4" w:rsidR="005B3FE9" w:rsidRPr="00534ED5" w:rsidRDefault="005B3FE9" w:rsidP="005B3FE9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8</w:t>
            </w:r>
            <w:r w:rsidRPr="00534ED5">
              <w:rPr>
                <w:rFonts w:cstheme="minorHAnsi"/>
                <w:b/>
                <w:bCs/>
                <w:sz w:val="18"/>
              </w:rPr>
              <w:t xml:space="preserve"> kusů</w:t>
            </w:r>
            <w:r w:rsidRPr="00534ED5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534ED5">
              <w:rPr>
                <w:rFonts w:cstheme="minorHAnsi"/>
                <w:sz w:val="18"/>
              </w:rPr>
              <w:t>VMware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Pr="00534ED5">
              <w:rPr>
                <w:rFonts w:cstheme="minorHAnsi"/>
                <w:sz w:val="18"/>
              </w:rPr>
              <w:t>vSphere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Foundation</w:t>
            </w:r>
            <w:proofErr w:type="spellEnd"/>
            <w:r w:rsidRPr="00534ED5">
              <w:rPr>
                <w:rFonts w:cstheme="minorHAnsi"/>
                <w:sz w:val="18"/>
              </w:rPr>
              <w:t xml:space="preserve"> verze </w:t>
            </w:r>
            <w:r>
              <w:rPr>
                <w:rFonts w:cstheme="minorHAnsi"/>
                <w:sz w:val="18"/>
              </w:rPr>
              <w:t>8</w:t>
            </w:r>
            <w:r w:rsidRPr="00534ED5">
              <w:rPr>
                <w:rFonts w:cstheme="minorHAnsi"/>
                <w:sz w:val="18"/>
              </w:rPr>
              <w:t xml:space="preserve"> nebo vyšší</w:t>
            </w:r>
            <w:r>
              <w:rPr>
                <w:rFonts w:cstheme="minorHAnsi"/>
                <w:sz w:val="18"/>
              </w:rPr>
              <w:t xml:space="preserve">, včetně </w:t>
            </w:r>
            <w:proofErr w:type="spellStart"/>
            <w:r>
              <w:rPr>
                <w:rFonts w:cstheme="minorHAnsi"/>
                <w:sz w:val="18"/>
              </w:rPr>
              <w:t>VMware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Aria</w:t>
            </w:r>
            <w:proofErr w:type="spellEnd"/>
            <w:r>
              <w:rPr>
                <w:rFonts w:cstheme="minorHAnsi"/>
                <w:sz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</w:rPr>
              <w:t>Operations</w:t>
            </w:r>
            <w:proofErr w:type="spellEnd"/>
            <w:r>
              <w:rPr>
                <w:rFonts w:cstheme="minorHAnsi"/>
                <w:sz w:val="18"/>
              </w:rPr>
              <w:t xml:space="preserve"> a podpory</w:t>
            </w:r>
            <w:r w:rsidRPr="00534ED5">
              <w:rPr>
                <w:rFonts w:cstheme="minorHAnsi"/>
                <w:sz w:val="18"/>
              </w:rPr>
              <w:t xml:space="preserve"> na 5 let</w:t>
            </w:r>
          </w:p>
        </w:tc>
        <w:tc>
          <w:tcPr>
            <w:tcW w:w="4449" w:type="dxa"/>
          </w:tcPr>
          <w:p w14:paraId="574F8299" w14:textId="77777777" w:rsidR="005B3FE9" w:rsidRPr="00927BA6" w:rsidRDefault="005B3FE9" w:rsidP="005B3FE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B52D29" w:rsidRPr="0050706D" w14:paraId="441C3223" w14:textId="77777777" w:rsidTr="003746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06CAE9DD" w14:textId="56D59B87" w:rsidR="00B52D29" w:rsidRDefault="00B52D29" w:rsidP="00B52D29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C45AFE">
              <w:rPr>
                <w:rFonts w:cstheme="minorHAnsi"/>
                <w:b/>
                <w:bCs/>
                <w:sz w:val="18"/>
              </w:rPr>
              <w:t>1 kus</w:t>
            </w:r>
            <w:r w:rsidRPr="00E24000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 xml:space="preserve">licence </w:t>
            </w:r>
            <w:proofErr w:type="spellStart"/>
            <w:r w:rsidRPr="00E24000">
              <w:rPr>
                <w:rFonts w:cstheme="minorHAnsi"/>
                <w:sz w:val="18"/>
              </w:rPr>
              <w:t>VMware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</w:t>
            </w:r>
            <w:proofErr w:type="spellStart"/>
            <w:r w:rsidRPr="00E24000">
              <w:rPr>
                <w:rFonts w:cstheme="minorHAnsi"/>
                <w:sz w:val="18"/>
              </w:rPr>
              <w:t>v</w:t>
            </w:r>
            <w:r>
              <w:rPr>
                <w:rFonts w:cstheme="minorHAnsi"/>
                <w:sz w:val="18"/>
              </w:rPr>
              <w:t>Center</w:t>
            </w:r>
            <w:proofErr w:type="spellEnd"/>
            <w:r w:rsidRPr="00E24000">
              <w:rPr>
                <w:rFonts w:cstheme="minorHAnsi"/>
                <w:sz w:val="18"/>
              </w:rPr>
              <w:t xml:space="preserve"> Standard verze 8 nebo vyšší na 5 let</w:t>
            </w:r>
            <w:r w:rsidRPr="00AB0B59">
              <w:rPr>
                <w:rFonts w:cstheme="minorHAnsi"/>
                <w:sz w:val="18"/>
              </w:rPr>
              <w:t>, pokud již ne</w:t>
            </w:r>
            <w:r>
              <w:rPr>
                <w:rFonts w:cstheme="minorHAnsi"/>
                <w:sz w:val="18"/>
              </w:rPr>
              <w:t>ní</w:t>
            </w:r>
            <w:r w:rsidRPr="00AB0B59">
              <w:rPr>
                <w:rFonts w:cstheme="minorHAnsi"/>
                <w:sz w:val="18"/>
              </w:rPr>
              <w:t xml:space="preserve"> součástí </w:t>
            </w:r>
            <w:proofErr w:type="spellStart"/>
            <w:r w:rsidRPr="00AB0B59">
              <w:rPr>
                <w:rFonts w:cstheme="minorHAnsi"/>
                <w:sz w:val="18"/>
              </w:rPr>
              <w:t>VMware</w:t>
            </w:r>
            <w:proofErr w:type="spellEnd"/>
            <w:r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Pr="00AB0B59">
              <w:rPr>
                <w:rFonts w:cstheme="minorHAnsi"/>
                <w:sz w:val="18"/>
              </w:rPr>
              <w:t>vSphere</w:t>
            </w:r>
            <w:proofErr w:type="spellEnd"/>
            <w:r w:rsidRPr="00AB0B59">
              <w:rPr>
                <w:rFonts w:cstheme="minorHAnsi"/>
                <w:sz w:val="18"/>
              </w:rPr>
              <w:t xml:space="preserve"> </w:t>
            </w:r>
            <w:proofErr w:type="spellStart"/>
            <w:r w:rsidRPr="00AB0B59">
              <w:rPr>
                <w:rFonts w:cstheme="minorHAnsi"/>
                <w:sz w:val="18"/>
              </w:rPr>
              <w:t>Foundation</w:t>
            </w:r>
            <w:proofErr w:type="spellEnd"/>
          </w:p>
        </w:tc>
        <w:tc>
          <w:tcPr>
            <w:tcW w:w="4449" w:type="dxa"/>
          </w:tcPr>
          <w:p w14:paraId="317A83BA" w14:textId="77777777" w:rsidR="00B52D29" w:rsidRPr="00927BA6" w:rsidRDefault="00B52D29" w:rsidP="00B52D2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22A74E3F" w14:textId="77777777" w:rsidR="008B08AA" w:rsidRDefault="008B08AA" w:rsidP="00AE7762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5AE1BEAA" w14:textId="47935F3F" w:rsidR="00AE7762" w:rsidRPr="00AE7762" w:rsidRDefault="00AE7762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AE7762">
        <w:rPr>
          <w:rFonts w:asciiTheme="majorHAnsi" w:eastAsia="Times New Roman" w:hAnsiTheme="majorHAnsi" w:cs="Arial"/>
          <w:bCs/>
          <w:iCs/>
        </w:rPr>
        <w:t xml:space="preserve">V současnosti </w:t>
      </w:r>
      <w:r>
        <w:rPr>
          <w:rFonts w:asciiTheme="majorHAnsi" w:eastAsia="Times New Roman" w:hAnsiTheme="majorHAnsi" w:cs="Arial"/>
          <w:bCs/>
          <w:iCs/>
        </w:rPr>
        <w:t>Kupující</w:t>
      </w:r>
      <w:r w:rsidRPr="00AE7762">
        <w:rPr>
          <w:rFonts w:asciiTheme="majorHAnsi" w:eastAsia="Times New Roman" w:hAnsiTheme="majorHAnsi" w:cs="Arial"/>
          <w:bCs/>
          <w:iCs/>
        </w:rPr>
        <w:t xml:space="preserve"> provozuje centralizovan</w:t>
      </w:r>
      <w:r w:rsidR="00C64AB2">
        <w:rPr>
          <w:rFonts w:asciiTheme="majorHAnsi" w:eastAsia="Times New Roman" w:hAnsiTheme="majorHAnsi" w:cs="Arial"/>
          <w:bCs/>
          <w:iCs/>
        </w:rPr>
        <w:t>ou</w:t>
      </w:r>
      <w:r w:rsidRPr="00AE7762">
        <w:rPr>
          <w:rFonts w:asciiTheme="majorHAnsi" w:eastAsia="Times New Roman" w:hAnsiTheme="majorHAnsi" w:cs="Arial"/>
          <w:bCs/>
          <w:iCs/>
        </w:rPr>
        <w:t xml:space="preserve"> vzdálen</w:t>
      </w:r>
      <w:r w:rsidR="00C64AB2">
        <w:rPr>
          <w:rFonts w:asciiTheme="majorHAnsi" w:eastAsia="Times New Roman" w:hAnsiTheme="majorHAnsi" w:cs="Arial"/>
          <w:bCs/>
          <w:iCs/>
        </w:rPr>
        <w:t>ou</w:t>
      </w:r>
      <w:r w:rsidRPr="00AE7762">
        <w:rPr>
          <w:rFonts w:asciiTheme="majorHAnsi" w:eastAsia="Times New Roman" w:hAnsiTheme="majorHAnsi" w:cs="Arial"/>
          <w:bCs/>
          <w:iCs/>
        </w:rPr>
        <w:t xml:space="preserve"> správ</w:t>
      </w:r>
      <w:r w:rsidR="00C64AB2">
        <w:rPr>
          <w:rFonts w:asciiTheme="majorHAnsi" w:eastAsia="Times New Roman" w:hAnsiTheme="majorHAnsi" w:cs="Arial"/>
          <w:bCs/>
          <w:iCs/>
        </w:rPr>
        <w:t>u</w:t>
      </w:r>
      <w:r w:rsidRPr="00AE7762">
        <w:rPr>
          <w:rFonts w:asciiTheme="majorHAnsi" w:eastAsia="Times New Roman" w:hAnsiTheme="majorHAnsi" w:cs="Arial"/>
          <w:bCs/>
          <w:iCs/>
        </w:rPr>
        <w:t xml:space="preserve"> a dohled serverové infrastruktury </w:t>
      </w:r>
      <w:r w:rsidR="00C64AB2">
        <w:rPr>
          <w:rFonts w:asciiTheme="majorHAnsi" w:eastAsia="Times New Roman" w:hAnsiTheme="majorHAnsi" w:cs="Arial"/>
          <w:bCs/>
          <w:iCs/>
        </w:rPr>
        <w:t xml:space="preserve">(HW management) </w:t>
      </w:r>
      <w:r w:rsidRPr="00AE7762">
        <w:rPr>
          <w:rFonts w:asciiTheme="majorHAnsi" w:eastAsia="Times New Roman" w:hAnsiTheme="majorHAnsi" w:cs="Arial"/>
          <w:bCs/>
          <w:iCs/>
        </w:rPr>
        <w:t xml:space="preserve">Lenovo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XClarity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a Dell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OpenManage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. Jako virtualizační platformu </w:t>
      </w:r>
      <w:r w:rsidR="00557199">
        <w:rPr>
          <w:rFonts w:asciiTheme="majorHAnsi" w:eastAsia="Times New Roman" w:hAnsiTheme="majorHAnsi" w:cs="Arial"/>
          <w:bCs/>
          <w:iCs/>
        </w:rPr>
        <w:t>Kupující</w:t>
      </w:r>
      <w:r w:rsidRPr="00AE7762">
        <w:rPr>
          <w:rFonts w:asciiTheme="majorHAnsi" w:eastAsia="Times New Roman" w:hAnsiTheme="majorHAnsi" w:cs="Arial"/>
          <w:bCs/>
          <w:iCs/>
        </w:rPr>
        <w:t xml:space="preserve"> provozuje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vSphere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r w:rsidR="002B03B0">
        <w:rPr>
          <w:rFonts w:asciiTheme="majorHAnsi" w:eastAsia="Times New Roman" w:hAnsiTheme="majorHAnsi" w:cs="Arial"/>
          <w:bCs/>
          <w:iCs/>
        </w:rPr>
        <w:t>8</w:t>
      </w:r>
      <w:r w:rsidR="00073371">
        <w:rPr>
          <w:rFonts w:asciiTheme="majorHAnsi" w:eastAsia="Times New Roman" w:hAnsiTheme="majorHAnsi" w:cs="Arial"/>
          <w:bCs/>
          <w:iCs/>
        </w:rPr>
        <w:t xml:space="preserve"> </w:t>
      </w:r>
      <w:r w:rsidRPr="00AE7762">
        <w:rPr>
          <w:rFonts w:asciiTheme="majorHAnsi" w:eastAsia="Times New Roman" w:hAnsiTheme="majorHAnsi" w:cs="Arial"/>
          <w:bCs/>
          <w:iCs/>
        </w:rPr>
        <w:t xml:space="preserve">včetně centralizované správy pomocí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vCenter</w:t>
      </w:r>
      <w:proofErr w:type="spellEnd"/>
      <w:r w:rsidR="00073371">
        <w:rPr>
          <w:rFonts w:asciiTheme="majorHAnsi" w:eastAsia="Times New Roman" w:hAnsiTheme="majorHAnsi" w:cs="Arial"/>
          <w:bCs/>
          <w:iCs/>
        </w:rPr>
        <w:t xml:space="preserve"> </w:t>
      </w:r>
      <w:r w:rsidR="002B03B0">
        <w:rPr>
          <w:rFonts w:asciiTheme="majorHAnsi" w:eastAsia="Times New Roman" w:hAnsiTheme="majorHAnsi" w:cs="Arial"/>
          <w:bCs/>
          <w:iCs/>
        </w:rPr>
        <w:t>8</w:t>
      </w:r>
      <w:r w:rsidRPr="00AE7762">
        <w:rPr>
          <w:rFonts w:asciiTheme="majorHAnsi" w:eastAsia="Times New Roman" w:hAnsiTheme="majorHAnsi" w:cs="Arial"/>
          <w:bCs/>
          <w:iCs/>
        </w:rPr>
        <w:t>, a </w:t>
      </w:r>
      <w:r w:rsidR="00073371">
        <w:rPr>
          <w:rFonts w:asciiTheme="majorHAnsi" w:eastAsia="Times New Roman" w:hAnsiTheme="majorHAnsi" w:cs="Arial"/>
          <w:bCs/>
          <w:iCs/>
        </w:rPr>
        <w:t>pro</w:t>
      </w:r>
      <w:r w:rsidRPr="00AE7762">
        <w:rPr>
          <w:rFonts w:asciiTheme="majorHAnsi" w:eastAsia="Times New Roman" w:hAnsiTheme="majorHAnsi" w:cs="Arial"/>
          <w:bCs/>
          <w:iCs/>
        </w:rPr>
        <w:t xml:space="preserve"> HCI platformu provozuje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vSAN</w:t>
      </w:r>
      <w:proofErr w:type="spellEnd"/>
      <w:r w:rsidR="00073371">
        <w:rPr>
          <w:rFonts w:asciiTheme="majorHAnsi" w:eastAsia="Times New Roman" w:hAnsiTheme="majorHAnsi" w:cs="Arial"/>
          <w:bCs/>
          <w:iCs/>
        </w:rPr>
        <w:t xml:space="preserve"> </w:t>
      </w:r>
      <w:r w:rsidR="002B03B0">
        <w:rPr>
          <w:rFonts w:asciiTheme="majorHAnsi" w:eastAsia="Times New Roman" w:hAnsiTheme="majorHAnsi" w:cs="Arial"/>
          <w:bCs/>
          <w:iCs/>
        </w:rPr>
        <w:t>8</w:t>
      </w:r>
      <w:r w:rsidRPr="00AE7762">
        <w:rPr>
          <w:rFonts w:asciiTheme="majorHAnsi" w:eastAsia="Times New Roman" w:hAnsiTheme="majorHAnsi" w:cs="Arial"/>
          <w:bCs/>
          <w:iCs/>
        </w:rPr>
        <w:t>.</w:t>
      </w:r>
      <w:r w:rsidR="00582966">
        <w:rPr>
          <w:rFonts w:asciiTheme="majorHAnsi" w:eastAsia="Times New Roman" w:hAnsiTheme="majorHAnsi" w:cs="Arial"/>
          <w:bCs/>
          <w:iCs/>
        </w:rPr>
        <w:t xml:space="preserve"> Z tohoto důvodu Kupující požaduje plnou kompatibilitu </w:t>
      </w:r>
      <w:r w:rsidR="00F31516">
        <w:rPr>
          <w:rFonts w:asciiTheme="majorHAnsi" w:eastAsia="Times New Roman" w:hAnsiTheme="majorHAnsi" w:cs="Arial"/>
          <w:bCs/>
          <w:iCs/>
        </w:rPr>
        <w:t>dodávaného Software s již provozovanými technologiemi</w:t>
      </w:r>
      <w:r w:rsidR="00163ECF">
        <w:rPr>
          <w:rFonts w:asciiTheme="majorHAnsi" w:eastAsia="Times New Roman" w:hAnsiTheme="majorHAnsi" w:cs="Arial"/>
          <w:bCs/>
          <w:iCs/>
        </w:rPr>
        <w:t xml:space="preserve"> a integraci dodávaného SW </w:t>
      </w:r>
      <w:r w:rsidR="007B0C37">
        <w:rPr>
          <w:rFonts w:asciiTheme="majorHAnsi" w:eastAsia="Times New Roman" w:hAnsiTheme="majorHAnsi" w:cs="Arial"/>
          <w:bCs/>
          <w:iCs/>
        </w:rPr>
        <w:t>s již provozovaným</w:t>
      </w:r>
      <w:r w:rsidR="00F31516">
        <w:rPr>
          <w:rFonts w:asciiTheme="majorHAnsi" w:eastAsia="Times New Roman" w:hAnsiTheme="majorHAnsi" w:cs="Arial"/>
          <w:bCs/>
          <w:iCs/>
        </w:rPr>
        <w:t>.</w:t>
      </w:r>
    </w:p>
    <w:p w14:paraId="2C88A1AB" w14:textId="77777777" w:rsidR="009C52EC" w:rsidRDefault="009C52EC" w:rsidP="00AE7762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361F4E42" w14:textId="77777777" w:rsidR="000B2610" w:rsidRDefault="000B2610" w:rsidP="00E927BA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754BA8C3" w14:textId="1A2D44B5" w:rsidR="00A00B4D" w:rsidRPr="00221465" w:rsidRDefault="00A00B4D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>POŽADAVKY NA BEZPEČNOST</w:t>
      </w:r>
    </w:p>
    <w:p w14:paraId="72963EDE" w14:textId="69DD0BCB" w:rsidR="00A00B4D" w:rsidRDefault="007538A2" w:rsidP="009A4A77">
      <w:r w:rsidRPr="007538A2">
        <w:t>Výrobce/</w:t>
      </w:r>
      <w:r>
        <w:t>Prodávající</w:t>
      </w:r>
      <w:r w:rsidRPr="007538A2">
        <w:t xml:space="preserve"> musí pro dodávané řešení provádět pravidelné vyhodnocování bezpečnostních rizik a zranitelností (např. dle CVSS) a pro detekované zranitelnosti vydávat</w:t>
      </w:r>
      <w:r w:rsidR="009A4A77">
        <w:t xml:space="preserve"> </w:t>
      </w:r>
      <w:r w:rsidRPr="007538A2">
        <w:t xml:space="preserve">opravy. V případě, že je možnost instalace oprav podmíněna nějakou formou </w:t>
      </w:r>
      <w:proofErr w:type="spellStart"/>
      <w:r w:rsidRPr="007538A2">
        <w:t>maintenance</w:t>
      </w:r>
      <w:proofErr w:type="spellEnd"/>
      <w:r w:rsidRPr="007538A2">
        <w:t xml:space="preserve"> poplatků, musí být tyto poplatky zahrnuty v nabídkové ceně na 5 let.</w:t>
      </w:r>
    </w:p>
    <w:p w14:paraId="7C137E7F" w14:textId="77777777" w:rsidR="00A00B4D" w:rsidRDefault="00A00B4D" w:rsidP="00A00B4D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7FD14FC4" w14:textId="77777777" w:rsidR="009A4A77" w:rsidRPr="00501E7E" w:rsidRDefault="009A4A77" w:rsidP="00A00B4D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128C1865" w14:textId="77777777" w:rsidR="00087D48" w:rsidRPr="00221465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Start w:id="16" w:name="_Toc517632210"/>
      <w:bookmarkStart w:id="17" w:name="_Toc517978987"/>
      <w:bookmarkStart w:id="18" w:name="_Toc518251184"/>
      <w:bookmarkStart w:id="19" w:name="_Toc533063760"/>
      <w:bookmarkEnd w:id="12"/>
      <w:bookmarkEnd w:id="13"/>
      <w:bookmarkEnd w:id="14"/>
      <w:bookmarkEnd w:id="15"/>
    </w:p>
    <w:p w14:paraId="19519E66" w14:textId="77777777" w:rsidR="00501E7E" w:rsidRDefault="00501E7E" w:rsidP="00733A10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</w:rPr>
      </w:pPr>
      <w:r w:rsidRPr="00501E7E">
        <w:rPr>
          <w:rFonts w:asciiTheme="majorHAnsi" w:eastAsia="Times New Roman" w:hAnsiTheme="majorHAnsi" w:cs="Times New Roman"/>
        </w:rPr>
        <w:t>Školení není součástí zakázky.</w:t>
      </w:r>
    </w:p>
    <w:p w14:paraId="6E31E5A3" w14:textId="0AF02230" w:rsidR="00DD5DC6" w:rsidRDefault="00DD5DC6">
      <w:pPr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1C35FA0B" w14:textId="77777777" w:rsidR="00E64156" w:rsidRDefault="00E64156">
      <w:pPr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21C826B6" w14:textId="52B46846" w:rsidR="00950F03" w:rsidRPr="002D127E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Akceptační řízení</w:t>
      </w:r>
      <w:bookmarkEnd w:id="16"/>
      <w:bookmarkEnd w:id="17"/>
      <w:bookmarkEnd w:id="18"/>
      <w:bookmarkEnd w:id="19"/>
    </w:p>
    <w:p w14:paraId="1CEE6662" w14:textId="094248CB" w:rsidR="00F8376F" w:rsidRDefault="00950F03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eastAsia="Calibri" w:cs="Times New Roman"/>
        </w:rPr>
      </w:pPr>
      <w:r w:rsidRPr="00950F03">
        <w:rPr>
          <w:rFonts w:eastAsia="Calibri" w:cs="Times New Roman"/>
        </w:rPr>
        <w:t>Podmínky akceptačního řízení dle čl. 8 Zvláštních obchodních podmínek se neuplatní. O předání</w:t>
      </w:r>
      <w:r w:rsidR="00733A10">
        <w:rPr>
          <w:rFonts w:eastAsia="Calibri" w:cs="Times New Roman"/>
        </w:rPr>
        <w:t xml:space="preserve"> </w:t>
      </w:r>
      <w:r w:rsidRPr="00950F03">
        <w:rPr>
          <w:rFonts w:eastAsia="Calibri" w:cs="Times New Roman"/>
        </w:rPr>
        <w:t xml:space="preserve">a převzetí Hardware </w:t>
      </w:r>
      <w:r w:rsidR="00493D7C">
        <w:rPr>
          <w:rFonts w:eastAsia="Calibri" w:cs="Times New Roman"/>
        </w:rPr>
        <w:t xml:space="preserve">a Software </w:t>
      </w:r>
      <w:r w:rsidRPr="00950F03">
        <w:rPr>
          <w:rFonts w:eastAsia="Calibri" w:cs="Times New Roman"/>
        </w:rPr>
        <w:t xml:space="preserve">dle čl. </w:t>
      </w:r>
      <w:r w:rsidR="00E91917">
        <w:rPr>
          <w:rFonts w:eastAsia="Calibri" w:cs="Times New Roman"/>
        </w:rPr>
        <w:t>1, 3 a 4</w:t>
      </w:r>
      <w:r w:rsidRPr="00950F03">
        <w:rPr>
          <w:rFonts w:eastAsia="Calibri" w:cs="Times New Roman"/>
        </w:rPr>
        <w:t xml:space="preserve"> této přílohy bude sepsán a oboustranně podepsán předávací protokol o dodání Hardware</w:t>
      </w:r>
      <w:r w:rsidR="00E91917">
        <w:rPr>
          <w:rFonts w:eastAsia="Calibri" w:cs="Times New Roman"/>
        </w:rPr>
        <w:t xml:space="preserve"> a Software</w:t>
      </w:r>
      <w:r>
        <w:rPr>
          <w:rFonts w:eastAsia="Calibri" w:cs="Times New Roman"/>
        </w:rPr>
        <w:t xml:space="preserve">, a to po </w:t>
      </w:r>
      <w:r w:rsidR="00E91917">
        <w:rPr>
          <w:rFonts w:eastAsia="Calibri" w:cs="Times New Roman"/>
        </w:rPr>
        <w:t xml:space="preserve">fyzické </w:t>
      </w:r>
      <w:r w:rsidR="00174BE9">
        <w:rPr>
          <w:rFonts w:eastAsia="Calibri" w:cs="Times New Roman"/>
        </w:rPr>
        <w:t>instalaci</w:t>
      </w:r>
      <w:r w:rsidR="00174BE9" w:rsidRPr="00174BE9">
        <w:rPr>
          <w:rFonts w:eastAsia="Calibri" w:cs="Times New Roman"/>
        </w:rPr>
        <w:t xml:space="preserve"> dodaného Hardware v</w:t>
      </w:r>
      <w:r w:rsidR="00E91917">
        <w:rPr>
          <w:rFonts w:eastAsia="Calibri" w:cs="Times New Roman"/>
        </w:rPr>
        <w:t> </w:t>
      </w:r>
      <w:r w:rsidR="00174BE9" w:rsidRPr="00174BE9">
        <w:rPr>
          <w:rFonts w:eastAsia="Calibri" w:cs="Times New Roman"/>
        </w:rPr>
        <w:t>lokalitě</w:t>
      </w:r>
      <w:r w:rsidR="00E91917">
        <w:rPr>
          <w:rFonts w:eastAsia="Calibri" w:cs="Times New Roman"/>
        </w:rPr>
        <w:t xml:space="preserve"> a předání </w:t>
      </w:r>
      <w:r w:rsidR="00B74E70">
        <w:rPr>
          <w:rFonts w:eastAsia="Calibri" w:cs="Times New Roman"/>
        </w:rPr>
        <w:t>Software (licencí)</w:t>
      </w:r>
      <w:r w:rsidRPr="00950F03">
        <w:rPr>
          <w:rFonts w:eastAsia="Calibri" w:cs="Times New Roman"/>
        </w:rPr>
        <w:t>.</w:t>
      </w:r>
    </w:p>
    <w:p w14:paraId="75B17744" w14:textId="77777777" w:rsidR="008478C2" w:rsidRDefault="008478C2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eastAsia="Calibri" w:cs="Times New Roman"/>
        </w:rPr>
      </w:pPr>
    </w:p>
    <w:p w14:paraId="4DAC7761" w14:textId="532489F3" w:rsidR="00620CC8" w:rsidRPr="00950F03" w:rsidRDefault="00620CC8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eastAsia="Calibri" w:cs="Times New Roman"/>
        </w:rPr>
      </w:pPr>
      <w:r>
        <w:rPr>
          <w:rFonts w:eastAsia="Calibri" w:cs="Times New Roman"/>
        </w:rPr>
        <w:t xml:space="preserve">Zadavatel požaduje </w:t>
      </w:r>
      <w:r w:rsidR="006057B7">
        <w:rPr>
          <w:rFonts w:eastAsia="Calibri" w:cs="Times New Roman"/>
        </w:rPr>
        <w:t xml:space="preserve">rozdělení plnění do třech (3) </w:t>
      </w:r>
      <w:r w:rsidR="00340923">
        <w:rPr>
          <w:rFonts w:eastAsia="Calibri" w:cs="Times New Roman"/>
        </w:rPr>
        <w:t>fází</w:t>
      </w:r>
      <w:r w:rsidR="000C4DE7">
        <w:rPr>
          <w:rFonts w:eastAsia="Calibri" w:cs="Times New Roman"/>
        </w:rPr>
        <w:t xml:space="preserve"> dle následujícího rozpisu: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623"/>
        <w:gridCol w:w="4806"/>
        <w:gridCol w:w="3165"/>
      </w:tblGrid>
      <w:tr w:rsidR="008F0FF0" w:rsidRPr="0050706D" w14:paraId="632C99B4" w14:textId="77777777" w:rsidTr="00C470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  <w:shd w:val="clear" w:color="auto" w:fill="D5DCE4" w:themeFill="text2" w:themeFillTint="33"/>
          </w:tcPr>
          <w:p w14:paraId="3D4D0D52" w14:textId="0C4D04AE" w:rsidR="008F0FF0" w:rsidRPr="00927BA6" w:rsidRDefault="008F0FF0" w:rsidP="003746AB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Fáze</w:t>
            </w:r>
          </w:p>
        </w:tc>
        <w:tc>
          <w:tcPr>
            <w:tcW w:w="4820" w:type="dxa"/>
            <w:shd w:val="clear" w:color="auto" w:fill="D5DCE4" w:themeFill="text2" w:themeFillTint="33"/>
          </w:tcPr>
          <w:p w14:paraId="5C3DF828" w14:textId="34021C01" w:rsidR="008F0FF0" w:rsidRDefault="008F0FF0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8F0FF0">
              <w:rPr>
                <w:rFonts w:cstheme="minorHAnsi"/>
                <w:b/>
                <w:bCs/>
                <w:sz w:val="18"/>
              </w:rPr>
              <w:t>Položky</w:t>
            </w:r>
          </w:p>
        </w:tc>
        <w:tc>
          <w:tcPr>
            <w:tcW w:w="3173" w:type="dxa"/>
            <w:shd w:val="clear" w:color="auto" w:fill="D5DCE4" w:themeFill="text2" w:themeFillTint="33"/>
          </w:tcPr>
          <w:p w14:paraId="5004CCAB" w14:textId="296D2C01" w:rsidR="008F0FF0" w:rsidRPr="00927BA6" w:rsidRDefault="008F0FF0" w:rsidP="003746A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Termín dodávky</w:t>
            </w:r>
          </w:p>
        </w:tc>
      </w:tr>
      <w:tr w:rsidR="008F0FF0" w:rsidRPr="0050706D" w14:paraId="61DE038B" w14:textId="77777777" w:rsidTr="00C47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41118993" w14:textId="2C5D02BB" w:rsidR="008F0FF0" w:rsidRPr="008F0FF0" w:rsidRDefault="008F0FF0" w:rsidP="008F0FF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</w:rPr>
            </w:pPr>
            <w:r w:rsidRPr="008F0FF0">
              <w:rPr>
                <w:rFonts w:cstheme="minorHAnsi"/>
                <w:b/>
                <w:bCs/>
                <w:sz w:val="18"/>
              </w:rPr>
              <w:t>1</w:t>
            </w:r>
          </w:p>
        </w:tc>
        <w:tc>
          <w:tcPr>
            <w:tcW w:w="4820" w:type="dxa"/>
          </w:tcPr>
          <w:p w14:paraId="0C36B7AF" w14:textId="77777777" w:rsidR="0066025E" w:rsidRDefault="0066025E" w:rsidP="006602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133B22">
              <w:rPr>
                <w:rFonts w:cstheme="minorHAnsi"/>
                <w:sz w:val="18"/>
              </w:rPr>
              <w:t>Hardware:</w:t>
            </w:r>
            <w:r>
              <w:rPr>
                <w:rFonts w:cstheme="minorHAnsi"/>
                <w:b/>
                <w:bCs/>
                <w:sz w:val="18"/>
              </w:rPr>
              <w:t xml:space="preserve"> Položky 1, 2, 3, 4, 5</w:t>
            </w:r>
            <w:r w:rsidRPr="00F64812">
              <w:rPr>
                <w:rFonts w:cstheme="minorHAnsi"/>
                <w:sz w:val="18"/>
              </w:rPr>
              <w:t xml:space="preserve"> (CDP Praha)</w:t>
            </w:r>
          </w:p>
          <w:p w14:paraId="2A315997" w14:textId="77777777" w:rsidR="0066025E" w:rsidRDefault="0066025E" w:rsidP="006602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133B22">
              <w:rPr>
                <w:rFonts w:cstheme="minorHAnsi"/>
                <w:sz w:val="18"/>
              </w:rPr>
              <w:t>Software:</w:t>
            </w:r>
            <w:r>
              <w:rPr>
                <w:rFonts w:cstheme="minorHAnsi"/>
                <w:b/>
                <w:bCs/>
                <w:sz w:val="18"/>
              </w:rPr>
              <w:t xml:space="preserve"> Položky 1b</w:t>
            </w:r>
            <w:r w:rsidRPr="00250F84">
              <w:rPr>
                <w:rFonts w:cstheme="minorHAnsi"/>
                <w:sz w:val="18"/>
              </w:rPr>
              <w:t xml:space="preserve"> (CDP Praha)</w:t>
            </w:r>
          </w:p>
          <w:p w14:paraId="42788A26" w14:textId="20804052" w:rsidR="00B12963" w:rsidRDefault="00B12963" w:rsidP="00B1296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133B22">
              <w:rPr>
                <w:rFonts w:cstheme="minorHAnsi"/>
                <w:sz w:val="18"/>
              </w:rPr>
              <w:t>Hardware:</w:t>
            </w:r>
            <w:r>
              <w:rPr>
                <w:rFonts w:cstheme="minorHAnsi"/>
                <w:b/>
                <w:bCs/>
                <w:sz w:val="18"/>
              </w:rPr>
              <w:t xml:space="preserve"> Položky 1</w:t>
            </w:r>
            <w:r w:rsidR="0071215C">
              <w:rPr>
                <w:rFonts w:cstheme="minorHAnsi"/>
                <w:b/>
                <w:bCs/>
                <w:sz w:val="18"/>
              </w:rPr>
              <w:t>4</w:t>
            </w:r>
            <w:r>
              <w:rPr>
                <w:rFonts w:cstheme="minorHAnsi"/>
                <w:b/>
                <w:bCs/>
                <w:sz w:val="18"/>
              </w:rPr>
              <w:t>, 1</w:t>
            </w:r>
            <w:r w:rsidR="0071215C">
              <w:rPr>
                <w:rFonts w:cstheme="minorHAnsi"/>
                <w:b/>
                <w:bCs/>
                <w:sz w:val="18"/>
              </w:rPr>
              <w:t>5</w:t>
            </w:r>
            <w:r>
              <w:rPr>
                <w:rFonts w:cstheme="minorHAnsi"/>
                <w:b/>
                <w:bCs/>
                <w:sz w:val="18"/>
              </w:rPr>
              <w:t>, 1</w:t>
            </w:r>
            <w:r w:rsidR="0071215C">
              <w:rPr>
                <w:rFonts w:cstheme="minorHAnsi"/>
                <w:b/>
                <w:bCs/>
                <w:sz w:val="18"/>
              </w:rPr>
              <w:t>6</w:t>
            </w:r>
            <w:r>
              <w:rPr>
                <w:rFonts w:cstheme="minorHAnsi"/>
                <w:b/>
                <w:bCs/>
                <w:sz w:val="18"/>
              </w:rPr>
              <w:t xml:space="preserve"> </w:t>
            </w:r>
            <w:r w:rsidRPr="00F64812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Pardubice</w:t>
            </w:r>
            <w:r w:rsidRPr="00F64812">
              <w:rPr>
                <w:rFonts w:cstheme="minorHAnsi"/>
                <w:sz w:val="18"/>
              </w:rPr>
              <w:t>)</w:t>
            </w:r>
          </w:p>
          <w:p w14:paraId="02E69CBC" w14:textId="77777777" w:rsidR="00B12963" w:rsidRDefault="00B12963" w:rsidP="00B1296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133B22">
              <w:rPr>
                <w:rFonts w:cstheme="minorHAnsi"/>
                <w:sz w:val="18"/>
              </w:rPr>
              <w:t>Software:</w:t>
            </w:r>
            <w:r>
              <w:rPr>
                <w:rFonts w:cstheme="minorHAnsi"/>
                <w:b/>
                <w:bCs/>
                <w:sz w:val="18"/>
              </w:rPr>
              <w:t xml:space="preserve"> Položky 4b </w:t>
            </w:r>
            <w:r w:rsidRPr="00250F84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Pardubice</w:t>
            </w:r>
            <w:r w:rsidRPr="00250F84">
              <w:rPr>
                <w:rFonts w:cstheme="minorHAnsi"/>
                <w:sz w:val="18"/>
              </w:rPr>
              <w:t>)</w:t>
            </w:r>
          </w:p>
          <w:p w14:paraId="063EE187" w14:textId="77777777" w:rsidR="005E1F0B" w:rsidRDefault="005E1F0B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CA0E09">
              <w:rPr>
                <w:rFonts w:cstheme="minorHAnsi"/>
                <w:sz w:val="18"/>
              </w:rPr>
              <w:t xml:space="preserve">Hardware: </w:t>
            </w:r>
            <w:r w:rsidRPr="00CA0E09">
              <w:rPr>
                <w:rFonts w:cstheme="minorHAnsi"/>
                <w:b/>
                <w:bCs/>
                <w:sz w:val="18"/>
              </w:rPr>
              <w:t>Položky</w:t>
            </w:r>
            <w:r>
              <w:rPr>
                <w:rFonts w:cstheme="minorHAnsi"/>
                <w:b/>
                <w:bCs/>
                <w:sz w:val="18"/>
              </w:rPr>
              <w:t xml:space="preserve"> 23, 24, 25, 26</w:t>
            </w:r>
            <w:r w:rsidRPr="00CA0E09">
              <w:rPr>
                <w:rFonts w:cstheme="minorHAnsi"/>
                <w:sz w:val="18"/>
              </w:rPr>
              <w:t xml:space="preserve"> </w:t>
            </w:r>
            <w:r>
              <w:rPr>
                <w:rFonts w:cstheme="minorHAnsi"/>
                <w:sz w:val="18"/>
              </w:rPr>
              <w:t>(Olomouc</w:t>
            </w:r>
            <w:r w:rsidRPr="00CA0E09">
              <w:rPr>
                <w:rFonts w:cstheme="minorHAnsi"/>
                <w:sz w:val="18"/>
              </w:rPr>
              <w:t>)</w:t>
            </w:r>
          </w:p>
          <w:p w14:paraId="79FAB35F" w14:textId="346AF4D2" w:rsidR="00BD46B8" w:rsidRPr="00904B44" w:rsidRDefault="00BD46B8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133B22">
              <w:rPr>
                <w:rFonts w:cstheme="minorHAnsi"/>
                <w:sz w:val="18"/>
              </w:rPr>
              <w:t>Hardware:</w:t>
            </w:r>
            <w:r>
              <w:rPr>
                <w:rFonts w:cstheme="minorHAnsi"/>
                <w:b/>
                <w:bCs/>
                <w:sz w:val="18"/>
              </w:rPr>
              <w:t xml:space="preserve"> Položky 2</w:t>
            </w:r>
            <w:r w:rsidR="0071215C">
              <w:rPr>
                <w:rFonts w:cstheme="minorHAnsi"/>
                <w:b/>
                <w:bCs/>
                <w:sz w:val="18"/>
              </w:rPr>
              <w:t>7</w:t>
            </w:r>
            <w:r>
              <w:rPr>
                <w:rFonts w:cstheme="minorHAnsi"/>
                <w:b/>
                <w:bCs/>
                <w:sz w:val="18"/>
              </w:rPr>
              <w:t xml:space="preserve"> </w:t>
            </w:r>
            <w:r w:rsidRPr="00F64812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Instalační materiál</w:t>
            </w:r>
            <w:r w:rsidRPr="00F64812">
              <w:rPr>
                <w:rFonts w:cstheme="minorHAnsi"/>
                <w:sz w:val="18"/>
              </w:rPr>
              <w:t>)</w:t>
            </w:r>
          </w:p>
        </w:tc>
        <w:tc>
          <w:tcPr>
            <w:tcW w:w="3173" w:type="dxa"/>
          </w:tcPr>
          <w:p w14:paraId="58D7978E" w14:textId="2D2EDDAB" w:rsidR="008F0FF0" w:rsidRPr="00927BA6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DE41C5">
              <w:rPr>
                <w:rFonts w:cstheme="minorHAnsi"/>
                <w:b/>
                <w:bCs/>
                <w:sz w:val="18"/>
              </w:rPr>
              <w:t>Do 90 dnů</w:t>
            </w:r>
            <w:r w:rsidRPr="00904B44">
              <w:rPr>
                <w:rFonts w:cstheme="minorHAnsi"/>
                <w:sz w:val="18"/>
              </w:rPr>
              <w:t xml:space="preserve"> od podpisu smlouvy</w:t>
            </w:r>
          </w:p>
        </w:tc>
      </w:tr>
      <w:tr w:rsidR="008F0FF0" w:rsidRPr="0050706D" w14:paraId="0FE114FF" w14:textId="77777777" w:rsidTr="00C47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1D3AC6FC" w14:textId="225CFFB1" w:rsidR="008F0FF0" w:rsidRPr="008F0FF0" w:rsidRDefault="008F0FF0" w:rsidP="008F0FF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</w:rPr>
            </w:pPr>
            <w:r w:rsidRPr="008F0FF0">
              <w:rPr>
                <w:rFonts w:cstheme="minorHAnsi"/>
                <w:b/>
                <w:bCs/>
                <w:sz w:val="18"/>
              </w:rPr>
              <w:t>2</w:t>
            </w:r>
          </w:p>
        </w:tc>
        <w:tc>
          <w:tcPr>
            <w:tcW w:w="4820" w:type="dxa"/>
          </w:tcPr>
          <w:p w14:paraId="20E01EAE" w14:textId="77777777" w:rsidR="0066025E" w:rsidRDefault="0066025E" w:rsidP="006602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133B22">
              <w:rPr>
                <w:rFonts w:cstheme="minorHAnsi"/>
                <w:sz w:val="18"/>
              </w:rPr>
              <w:t>Hardware:</w:t>
            </w:r>
            <w:r>
              <w:rPr>
                <w:rFonts w:cstheme="minorHAnsi"/>
                <w:b/>
                <w:bCs/>
                <w:sz w:val="18"/>
              </w:rPr>
              <w:t xml:space="preserve"> Položky 11, 12, 13 </w:t>
            </w:r>
            <w:r w:rsidRPr="00F64812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Plzeň</w:t>
            </w:r>
            <w:r w:rsidRPr="00F64812">
              <w:rPr>
                <w:rFonts w:cstheme="minorHAnsi"/>
                <w:sz w:val="18"/>
              </w:rPr>
              <w:t>)</w:t>
            </w:r>
          </w:p>
          <w:p w14:paraId="5105B47A" w14:textId="77777777" w:rsidR="0066025E" w:rsidRDefault="0066025E" w:rsidP="006602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133B22">
              <w:rPr>
                <w:rFonts w:cstheme="minorHAnsi"/>
                <w:sz w:val="18"/>
              </w:rPr>
              <w:t>Software:</w:t>
            </w:r>
            <w:r>
              <w:rPr>
                <w:rFonts w:cstheme="minorHAnsi"/>
                <w:b/>
                <w:bCs/>
                <w:sz w:val="18"/>
              </w:rPr>
              <w:t xml:space="preserve"> Položky 3b </w:t>
            </w:r>
            <w:r w:rsidRPr="00250F84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Plzeň)</w:t>
            </w:r>
          </w:p>
          <w:p w14:paraId="5EACCD68" w14:textId="0C637065" w:rsidR="008F0FF0" w:rsidRPr="008D202D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8D202D">
              <w:rPr>
                <w:rFonts w:cstheme="minorHAnsi"/>
                <w:sz w:val="18"/>
              </w:rPr>
              <w:t xml:space="preserve">Hardware: </w:t>
            </w:r>
            <w:r w:rsidRPr="008D202D">
              <w:rPr>
                <w:rFonts w:cstheme="minorHAnsi"/>
                <w:b/>
                <w:bCs/>
                <w:sz w:val="18"/>
              </w:rPr>
              <w:t>Položky</w:t>
            </w:r>
            <w:r w:rsidR="00B86B8B">
              <w:rPr>
                <w:rFonts w:cstheme="minorHAnsi"/>
                <w:b/>
                <w:bCs/>
                <w:sz w:val="18"/>
              </w:rPr>
              <w:t xml:space="preserve"> </w:t>
            </w:r>
            <w:r w:rsidR="0071215C">
              <w:rPr>
                <w:rFonts w:cstheme="minorHAnsi"/>
                <w:b/>
                <w:bCs/>
                <w:sz w:val="18"/>
              </w:rPr>
              <w:t>20</w:t>
            </w:r>
            <w:r w:rsidR="00B86B8B">
              <w:rPr>
                <w:rFonts w:cstheme="minorHAnsi"/>
                <w:b/>
                <w:bCs/>
                <w:sz w:val="18"/>
              </w:rPr>
              <w:t xml:space="preserve">, </w:t>
            </w:r>
            <w:r w:rsidR="0071215C">
              <w:rPr>
                <w:rFonts w:cstheme="minorHAnsi"/>
                <w:b/>
                <w:bCs/>
                <w:sz w:val="18"/>
              </w:rPr>
              <w:t>2</w:t>
            </w:r>
            <w:r w:rsidR="00B86B8B">
              <w:rPr>
                <w:rFonts w:cstheme="minorHAnsi"/>
                <w:b/>
                <w:bCs/>
                <w:sz w:val="18"/>
              </w:rPr>
              <w:t>1, 2</w:t>
            </w:r>
            <w:r w:rsidR="0071215C">
              <w:rPr>
                <w:rFonts w:cstheme="minorHAnsi"/>
                <w:b/>
                <w:bCs/>
                <w:sz w:val="18"/>
              </w:rPr>
              <w:t>2</w:t>
            </w:r>
            <w:r w:rsidRPr="008D202D">
              <w:rPr>
                <w:rFonts w:cstheme="minorHAnsi"/>
                <w:sz w:val="18"/>
              </w:rPr>
              <w:t xml:space="preserve"> (</w:t>
            </w:r>
            <w:r>
              <w:rPr>
                <w:rFonts w:cstheme="minorHAnsi"/>
                <w:sz w:val="18"/>
              </w:rPr>
              <w:t>Ústí nad Labem</w:t>
            </w:r>
            <w:r w:rsidRPr="008D202D">
              <w:rPr>
                <w:rFonts w:cstheme="minorHAnsi"/>
                <w:sz w:val="18"/>
              </w:rPr>
              <w:t>)</w:t>
            </w:r>
          </w:p>
          <w:p w14:paraId="7E1C4A8F" w14:textId="03EAAA7D" w:rsidR="008F0FF0" w:rsidRPr="00DD5DC6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8D202D">
              <w:rPr>
                <w:rFonts w:cstheme="minorHAnsi"/>
                <w:sz w:val="18"/>
              </w:rPr>
              <w:t xml:space="preserve">Software: </w:t>
            </w:r>
            <w:r w:rsidRPr="008D202D">
              <w:rPr>
                <w:rFonts w:cstheme="minorHAnsi"/>
                <w:b/>
                <w:bCs/>
                <w:sz w:val="18"/>
              </w:rPr>
              <w:t xml:space="preserve">Položky </w:t>
            </w:r>
            <w:r w:rsidR="00B805FE">
              <w:rPr>
                <w:rFonts w:cstheme="minorHAnsi"/>
                <w:b/>
                <w:bCs/>
                <w:sz w:val="18"/>
              </w:rPr>
              <w:t xml:space="preserve">6b </w:t>
            </w:r>
            <w:r w:rsidRPr="008D202D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Ústí nad Labem</w:t>
            </w:r>
            <w:r w:rsidRPr="008D202D">
              <w:rPr>
                <w:rFonts w:cstheme="minorHAnsi"/>
                <w:sz w:val="18"/>
              </w:rPr>
              <w:t>)</w:t>
            </w:r>
          </w:p>
        </w:tc>
        <w:tc>
          <w:tcPr>
            <w:tcW w:w="3173" w:type="dxa"/>
          </w:tcPr>
          <w:p w14:paraId="72F08311" w14:textId="0A265754" w:rsidR="008F0FF0" w:rsidRPr="00927BA6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DE41C5">
              <w:rPr>
                <w:rFonts w:cstheme="minorHAnsi"/>
                <w:b/>
                <w:bCs/>
                <w:sz w:val="18"/>
              </w:rPr>
              <w:t>Do 150 dnů</w:t>
            </w:r>
            <w:r w:rsidRPr="00904B44">
              <w:rPr>
                <w:rFonts w:cstheme="minorHAnsi"/>
                <w:sz w:val="18"/>
              </w:rPr>
              <w:t xml:space="preserve"> od podpisu smlouvy</w:t>
            </w:r>
            <w:r w:rsidR="00924AE1">
              <w:rPr>
                <w:rFonts w:cstheme="minorHAnsi"/>
                <w:sz w:val="18"/>
              </w:rPr>
              <w:t xml:space="preserve">, nejdříve však </w:t>
            </w:r>
            <w:r w:rsidR="006C086E">
              <w:rPr>
                <w:rFonts w:cstheme="minorHAnsi"/>
                <w:sz w:val="18"/>
              </w:rPr>
              <w:t>6</w:t>
            </w:r>
            <w:r w:rsidR="00924AE1">
              <w:rPr>
                <w:rFonts w:cstheme="minorHAnsi"/>
                <w:sz w:val="18"/>
              </w:rPr>
              <w:t xml:space="preserve">0 dnů od </w:t>
            </w:r>
            <w:r w:rsidR="00DE41C5">
              <w:rPr>
                <w:rFonts w:cstheme="minorHAnsi"/>
                <w:sz w:val="18"/>
              </w:rPr>
              <w:t>dodávky fáze 1</w:t>
            </w:r>
          </w:p>
        </w:tc>
      </w:tr>
      <w:tr w:rsidR="008F0FF0" w:rsidRPr="0050706D" w14:paraId="04535B7E" w14:textId="77777777" w:rsidTr="00C470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dxa"/>
          </w:tcPr>
          <w:p w14:paraId="6DE870FE" w14:textId="056C0D85" w:rsidR="008F0FF0" w:rsidRPr="008F0FF0" w:rsidRDefault="008F0FF0" w:rsidP="008F0FF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</w:rPr>
            </w:pPr>
            <w:r w:rsidRPr="008F0FF0">
              <w:rPr>
                <w:rFonts w:cstheme="minorHAnsi"/>
                <w:b/>
                <w:bCs/>
                <w:sz w:val="18"/>
              </w:rPr>
              <w:t>3</w:t>
            </w:r>
          </w:p>
        </w:tc>
        <w:tc>
          <w:tcPr>
            <w:tcW w:w="4820" w:type="dxa"/>
          </w:tcPr>
          <w:p w14:paraId="60635541" w14:textId="77777777" w:rsidR="0066025E" w:rsidRDefault="0066025E" w:rsidP="006602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133B22">
              <w:rPr>
                <w:rFonts w:cstheme="minorHAnsi"/>
                <w:sz w:val="18"/>
              </w:rPr>
              <w:t>Hardware:</w:t>
            </w:r>
            <w:r>
              <w:rPr>
                <w:rFonts w:cstheme="minorHAnsi"/>
                <w:b/>
                <w:bCs/>
                <w:sz w:val="18"/>
              </w:rPr>
              <w:t xml:space="preserve"> Položky 6, 7, 8, 9, 10</w:t>
            </w:r>
            <w:r w:rsidRPr="00F64812">
              <w:rPr>
                <w:rFonts w:cstheme="minorHAnsi"/>
                <w:sz w:val="18"/>
              </w:rPr>
              <w:t xml:space="preserve"> (CDP P</w:t>
            </w:r>
            <w:r>
              <w:rPr>
                <w:rFonts w:cstheme="minorHAnsi"/>
                <w:sz w:val="18"/>
              </w:rPr>
              <w:t>řerov</w:t>
            </w:r>
            <w:r w:rsidRPr="00F64812">
              <w:rPr>
                <w:rFonts w:cstheme="minorHAnsi"/>
                <w:sz w:val="18"/>
              </w:rPr>
              <w:t>)</w:t>
            </w:r>
          </w:p>
          <w:p w14:paraId="5DCA80C5" w14:textId="77777777" w:rsidR="0066025E" w:rsidRDefault="0066025E" w:rsidP="0066025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133B22">
              <w:rPr>
                <w:rFonts w:cstheme="minorHAnsi"/>
                <w:sz w:val="18"/>
              </w:rPr>
              <w:t>Software:</w:t>
            </w:r>
            <w:r>
              <w:rPr>
                <w:rFonts w:cstheme="minorHAnsi"/>
                <w:b/>
                <w:bCs/>
                <w:sz w:val="18"/>
              </w:rPr>
              <w:t xml:space="preserve"> Položky 2b</w:t>
            </w:r>
            <w:r w:rsidRPr="00250F84">
              <w:rPr>
                <w:rFonts w:cstheme="minorHAnsi"/>
                <w:sz w:val="18"/>
              </w:rPr>
              <w:t xml:space="preserve"> (CDP Přerov)</w:t>
            </w:r>
          </w:p>
          <w:p w14:paraId="1F4743CC" w14:textId="4316256A" w:rsidR="008F0FF0" w:rsidRPr="008D202D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133B22">
              <w:rPr>
                <w:rFonts w:cstheme="minorHAnsi"/>
                <w:sz w:val="18"/>
              </w:rPr>
              <w:t>Hardware:</w:t>
            </w:r>
            <w:r>
              <w:rPr>
                <w:rFonts w:cstheme="minorHAnsi"/>
                <w:b/>
                <w:bCs/>
                <w:sz w:val="18"/>
              </w:rPr>
              <w:t xml:space="preserve"> Položky</w:t>
            </w:r>
            <w:r w:rsidRPr="008D202D">
              <w:rPr>
                <w:rFonts w:cstheme="minorHAnsi"/>
                <w:sz w:val="18"/>
              </w:rPr>
              <w:t xml:space="preserve"> </w:t>
            </w:r>
            <w:r w:rsidR="00B86B8B" w:rsidRPr="00B86B8B">
              <w:rPr>
                <w:rFonts w:cstheme="minorHAnsi"/>
                <w:b/>
                <w:bCs/>
                <w:sz w:val="18"/>
              </w:rPr>
              <w:t>1</w:t>
            </w:r>
            <w:r w:rsidR="0071215C">
              <w:rPr>
                <w:rFonts w:cstheme="minorHAnsi"/>
                <w:b/>
                <w:bCs/>
                <w:sz w:val="18"/>
              </w:rPr>
              <w:t>7</w:t>
            </w:r>
            <w:r w:rsidR="00B86B8B" w:rsidRPr="00B86B8B">
              <w:rPr>
                <w:rFonts w:cstheme="minorHAnsi"/>
                <w:b/>
                <w:bCs/>
                <w:sz w:val="18"/>
              </w:rPr>
              <w:t>, 1</w:t>
            </w:r>
            <w:r w:rsidR="0071215C">
              <w:rPr>
                <w:rFonts w:cstheme="minorHAnsi"/>
                <w:b/>
                <w:bCs/>
                <w:sz w:val="18"/>
              </w:rPr>
              <w:t>8</w:t>
            </w:r>
            <w:r w:rsidR="00B86B8B" w:rsidRPr="00B86B8B">
              <w:rPr>
                <w:rFonts w:cstheme="minorHAnsi"/>
                <w:b/>
                <w:bCs/>
                <w:sz w:val="18"/>
              </w:rPr>
              <w:t>, 1</w:t>
            </w:r>
            <w:r w:rsidR="0071215C">
              <w:rPr>
                <w:rFonts w:cstheme="minorHAnsi"/>
                <w:b/>
                <w:bCs/>
                <w:sz w:val="18"/>
              </w:rPr>
              <w:t>9</w:t>
            </w:r>
            <w:r w:rsidR="00B86B8B">
              <w:rPr>
                <w:rFonts w:cstheme="minorHAnsi"/>
                <w:sz w:val="18"/>
              </w:rPr>
              <w:t xml:space="preserve"> </w:t>
            </w:r>
            <w:r w:rsidRPr="008D202D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Brno</w:t>
            </w:r>
            <w:r w:rsidRPr="008D202D">
              <w:rPr>
                <w:rFonts w:cstheme="minorHAnsi"/>
                <w:sz w:val="18"/>
              </w:rPr>
              <w:t>)</w:t>
            </w:r>
          </w:p>
          <w:p w14:paraId="7573BB7E" w14:textId="1E987AA9" w:rsidR="008F0FF0" w:rsidRPr="00B11F66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133B22">
              <w:rPr>
                <w:rFonts w:cstheme="minorHAnsi"/>
                <w:sz w:val="18"/>
              </w:rPr>
              <w:t>Software:</w:t>
            </w:r>
            <w:r>
              <w:rPr>
                <w:rFonts w:cstheme="minorHAnsi"/>
                <w:b/>
                <w:bCs/>
                <w:sz w:val="18"/>
              </w:rPr>
              <w:t xml:space="preserve"> Položky </w:t>
            </w:r>
            <w:r w:rsidR="00B805FE">
              <w:rPr>
                <w:rFonts w:cstheme="minorHAnsi"/>
                <w:b/>
                <w:bCs/>
                <w:sz w:val="18"/>
              </w:rPr>
              <w:t xml:space="preserve">5b </w:t>
            </w:r>
            <w:r w:rsidRPr="008D202D">
              <w:rPr>
                <w:rFonts w:cstheme="minorHAnsi"/>
                <w:sz w:val="18"/>
              </w:rPr>
              <w:t>(</w:t>
            </w:r>
            <w:r>
              <w:rPr>
                <w:rFonts w:cstheme="minorHAnsi"/>
                <w:sz w:val="18"/>
              </w:rPr>
              <w:t>Brno</w:t>
            </w:r>
            <w:r w:rsidRPr="008D202D">
              <w:rPr>
                <w:rFonts w:cstheme="minorHAnsi"/>
                <w:sz w:val="18"/>
              </w:rPr>
              <w:t>)</w:t>
            </w:r>
          </w:p>
        </w:tc>
        <w:tc>
          <w:tcPr>
            <w:tcW w:w="3173" w:type="dxa"/>
          </w:tcPr>
          <w:p w14:paraId="0943AD13" w14:textId="0920C6B3" w:rsidR="008F0FF0" w:rsidRPr="00904B44" w:rsidRDefault="008F0FF0" w:rsidP="008F0FF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E41C5">
              <w:rPr>
                <w:rFonts w:cstheme="minorHAnsi"/>
                <w:b/>
                <w:bCs/>
                <w:sz w:val="18"/>
              </w:rPr>
              <w:t>Do 210 dnů</w:t>
            </w:r>
            <w:r w:rsidRPr="00904B44">
              <w:rPr>
                <w:rFonts w:cstheme="minorHAnsi"/>
                <w:sz w:val="18"/>
              </w:rPr>
              <w:t xml:space="preserve"> od podpisu smlouvy</w:t>
            </w:r>
            <w:r w:rsidR="00924AE1" w:rsidRPr="00924AE1">
              <w:rPr>
                <w:rFonts w:cstheme="minorHAnsi"/>
                <w:sz w:val="18"/>
              </w:rPr>
              <w:t xml:space="preserve">, </w:t>
            </w:r>
            <w:r w:rsidR="00DE41C5" w:rsidRPr="00DE41C5">
              <w:rPr>
                <w:rFonts w:cstheme="minorHAnsi"/>
                <w:sz w:val="18"/>
              </w:rPr>
              <w:t xml:space="preserve">nejdříve však 60 dnů od dodávky fáze </w:t>
            </w:r>
            <w:r w:rsidR="00DE41C5">
              <w:rPr>
                <w:rFonts w:cstheme="minorHAnsi"/>
                <w:sz w:val="18"/>
              </w:rPr>
              <w:t>2</w:t>
            </w:r>
          </w:p>
        </w:tc>
      </w:tr>
    </w:tbl>
    <w:p w14:paraId="39104EFE" w14:textId="77777777" w:rsidR="00340923" w:rsidRDefault="00340923" w:rsidP="002D127E"/>
    <w:p w14:paraId="080953A9" w14:textId="2892AEA2" w:rsidR="009F392E" w:rsidRPr="00F0533E" w:rsidRDefault="005607BE" w:rsidP="002D127E">
      <w:r>
        <w:t>Každá z </w:t>
      </w:r>
      <w:r w:rsidR="00340923">
        <w:t>fází</w:t>
      </w:r>
      <w:r>
        <w:t xml:space="preserve"> bude akceptována samostatně</w:t>
      </w:r>
      <w:r w:rsidR="00F02D84">
        <w:t xml:space="preserve"> a jedná se současně i o platební milník – tedy bude </w:t>
      </w:r>
      <w:r w:rsidR="00133B22">
        <w:t>i samostatně fakturována</w:t>
      </w:r>
      <w:r w:rsidR="00F02D84">
        <w:t>.</w:t>
      </w:r>
    </w:p>
    <w:sectPr w:rsidR="009F392E" w:rsidRPr="00F0533E" w:rsidSect="009726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99FCB" w14:textId="77777777" w:rsidR="00B42E6D" w:rsidRDefault="00B42E6D" w:rsidP="00962258">
      <w:pPr>
        <w:spacing w:after="0" w:line="240" w:lineRule="auto"/>
      </w:pPr>
      <w:r>
        <w:separator/>
      </w:r>
    </w:p>
  </w:endnote>
  <w:endnote w:type="continuationSeparator" w:id="0">
    <w:p w14:paraId="185CE447" w14:textId="77777777" w:rsidR="00B42E6D" w:rsidRDefault="00B42E6D" w:rsidP="00962258">
      <w:pPr>
        <w:spacing w:after="0" w:line="240" w:lineRule="auto"/>
      </w:pPr>
      <w:r>
        <w:continuationSeparator/>
      </w:r>
    </w:p>
  </w:endnote>
  <w:endnote w:type="continuationNotice" w:id="1">
    <w:p w14:paraId="3A740B1A" w14:textId="77777777" w:rsidR="00B42E6D" w:rsidRDefault="00B42E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83DE85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0B759F" w14:textId="4478DED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AC0C8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68B67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12CA18A" w14:textId="77777777" w:rsidR="00F1715C" w:rsidRDefault="00F1715C" w:rsidP="00D831A3">
          <w:pPr>
            <w:pStyle w:val="Zpat"/>
          </w:pPr>
        </w:p>
      </w:tc>
    </w:tr>
  </w:tbl>
  <w:p w14:paraId="6A07878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6D054A79" wp14:editId="7F06F4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48E1858A" wp14:editId="0ECCEC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4A851B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59C360" w14:textId="663C43D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A8EB4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55EAF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24C59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BD68A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665BCD7" w14:textId="77777777" w:rsidR="00F1715C" w:rsidRDefault="00F1715C" w:rsidP="00D17940">
          <w:pPr>
            <w:pStyle w:val="Zpa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180A77F3" w14:textId="77777777" w:rsidR="00F1715C" w:rsidRDefault="00F1715C" w:rsidP="00460660">
          <w:pPr>
            <w:pStyle w:val="Zpat"/>
          </w:pPr>
        </w:p>
      </w:tc>
    </w:tr>
  </w:tbl>
  <w:p w14:paraId="285381F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19DB5FF" wp14:editId="6A5BB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C0AAED3" wp14:editId="20E1B15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6ACD7B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9B75D" w14:textId="77777777" w:rsidR="00B42E6D" w:rsidRDefault="00B42E6D" w:rsidP="00962258">
      <w:pPr>
        <w:spacing w:after="0" w:line="240" w:lineRule="auto"/>
      </w:pPr>
      <w:r>
        <w:separator/>
      </w:r>
    </w:p>
  </w:footnote>
  <w:footnote w:type="continuationSeparator" w:id="0">
    <w:p w14:paraId="60E2D9FA" w14:textId="77777777" w:rsidR="00B42E6D" w:rsidRDefault="00B42E6D" w:rsidP="00962258">
      <w:pPr>
        <w:spacing w:after="0" w:line="240" w:lineRule="auto"/>
      </w:pPr>
      <w:r>
        <w:continuationSeparator/>
      </w:r>
    </w:p>
  </w:footnote>
  <w:footnote w:type="continuationNotice" w:id="1">
    <w:p w14:paraId="6881ABD9" w14:textId="77777777" w:rsidR="00B42E6D" w:rsidRDefault="00B42E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48FD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008093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559DF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9A5F5B" w14:textId="77777777" w:rsidR="00F1715C" w:rsidRPr="00D6163D" w:rsidRDefault="00F1715C" w:rsidP="00D6163D">
          <w:pPr>
            <w:pStyle w:val="Druhdokumentu"/>
          </w:pPr>
        </w:p>
      </w:tc>
    </w:tr>
  </w:tbl>
  <w:p w14:paraId="66404FB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6C44A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5A6B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CF1C2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D78E169" w14:textId="77777777" w:rsidR="00F1715C" w:rsidRPr="00D6163D" w:rsidRDefault="00F1715C" w:rsidP="00FC6389">
          <w:pPr>
            <w:pStyle w:val="Druhdokumentu"/>
          </w:pPr>
        </w:p>
      </w:tc>
    </w:tr>
    <w:tr w:rsidR="009F392E" w14:paraId="7AA6CE7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9357E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A0BF9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E3E3CC" w14:textId="77777777" w:rsidR="009F392E" w:rsidRPr="00D6163D" w:rsidRDefault="009F392E" w:rsidP="00FC6389">
          <w:pPr>
            <w:pStyle w:val="Druhdokumentu"/>
          </w:pPr>
        </w:p>
      </w:tc>
    </w:tr>
  </w:tbl>
  <w:p w14:paraId="6C4B295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66A377FC" wp14:editId="283EF08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D03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D9260B"/>
    <w:multiLevelType w:val="hybridMultilevel"/>
    <w:tmpl w:val="476684CA"/>
    <w:lvl w:ilvl="0" w:tplc="0088D47C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83909"/>
    <w:multiLevelType w:val="hybridMultilevel"/>
    <w:tmpl w:val="A2CE4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88575DE"/>
    <w:multiLevelType w:val="hybridMultilevel"/>
    <w:tmpl w:val="F4B8B7C0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86832"/>
    <w:multiLevelType w:val="hybridMultilevel"/>
    <w:tmpl w:val="DCAC5E2E"/>
    <w:lvl w:ilvl="0" w:tplc="7EB0AEA8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06E3C"/>
    <w:multiLevelType w:val="hybridMultilevel"/>
    <w:tmpl w:val="70F86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B4A81"/>
    <w:multiLevelType w:val="hybridMultilevel"/>
    <w:tmpl w:val="2634097E"/>
    <w:lvl w:ilvl="0" w:tplc="E3CEFFD4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11841AA1"/>
    <w:multiLevelType w:val="hybridMultilevel"/>
    <w:tmpl w:val="9D8A1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 w15:restartNumberingAfterBreak="0">
    <w:nsid w:val="1BAD7D8C"/>
    <w:multiLevelType w:val="hybridMultilevel"/>
    <w:tmpl w:val="E59AE0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FC3AAC"/>
    <w:multiLevelType w:val="hybridMultilevel"/>
    <w:tmpl w:val="477604F4"/>
    <w:lvl w:ilvl="0" w:tplc="1AB2907C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E07969"/>
    <w:multiLevelType w:val="hybridMultilevel"/>
    <w:tmpl w:val="24AC44CA"/>
    <w:lvl w:ilvl="0" w:tplc="7EB0AEA8">
      <w:start w:val="1"/>
      <w:numFmt w:val="bullet"/>
      <w:lvlText w:val="-"/>
      <w:lvlJc w:val="left"/>
      <w:pPr>
        <w:ind w:left="142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4A87F58"/>
    <w:multiLevelType w:val="hybridMultilevel"/>
    <w:tmpl w:val="C08069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129E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E1345FC"/>
    <w:multiLevelType w:val="hybridMultilevel"/>
    <w:tmpl w:val="65CCDFD6"/>
    <w:lvl w:ilvl="0" w:tplc="818EA70E">
      <w:start w:val="3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1F6098"/>
    <w:multiLevelType w:val="hybridMultilevel"/>
    <w:tmpl w:val="F4D8A4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4B4C44"/>
    <w:multiLevelType w:val="multilevel"/>
    <w:tmpl w:val="CABE99FC"/>
    <w:numStyleLink w:val="ListNumbermultilevel"/>
  </w:abstractNum>
  <w:abstractNum w:abstractNumId="19" w15:restartNumberingAfterBreak="0">
    <w:nsid w:val="34EE549F"/>
    <w:multiLevelType w:val="multilevel"/>
    <w:tmpl w:val="CABE99FC"/>
    <w:numStyleLink w:val="ListNumbermultilevel"/>
  </w:abstractNum>
  <w:abstractNum w:abstractNumId="20" w15:restartNumberingAfterBreak="0">
    <w:nsid w:val="39192F46"/>
    <w:multiLevelType w:val="hybridMultilevel"/>
    <w:tmpl w:val="BF9A0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1144A1"/>
    <w:multiLevelType w:val="hybridMultilevel"/>
    <w:tmpl w:val="0A98D4B4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36F41AA"/>
    <w:multiLevelType w:val="hybridMultilevel"/>
    <w:tmpl w:val="BE8480F8"/>
    <w:lvl w:ilvl="0" w:tplc="5C9E7A0E">
      <w:start w:val="5"/>
      <w:numFmt w:val="bullet"/>
      <w:lvlText w:val="-"/>
      <w:lvlJc w:val="left"/>
      <w:pPr>
        <w:ind w:left="1069" w:hanging="360"/>
      </w:pPr>
      <w:rPr>
        <w:rFonts w:ascii="Arial" w:eastAsia="Time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6880362"/>
    <w:multiLevelType w:val="hybridMultilevel"/>
    <w:tmpl w:val="B8C273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2C7DE4"/>
    <w:multiLevelType w:val="hybridMultilevel"/>
    <w:tmpl w:val="5DFE33AA"/>
    <w:lvl w:ilvl="0" w:tplc="13760BC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D16B87"/>
    <w:multiLevelType w:val="hybridMultilevel"/>
    <w:tmpl w:val="DCD2FE4E"/>
    <w:lvl w:ilvl="0" w:tplc="0405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48CAE98C">
      <w:numFmt w:val="bullet"/>
      <w:lvlText w:val=""/>
      <w:lvlJc w:val="left"/>
      <w:pPr>
        <w:ind w:left="1075" w:hanging="705"/>
      </w:pPr>
      <w:rPr>
        <w:rFonts w:ascii="Symbol" w:eastAsiaTheme="minorHAnsi" w:hAnsi="Symbol" w:cstheme="minorBidi" w:hint="default"/>
      </w:rPr>
    </w:lvl>
    <w:lvl w:ilvl="2" w:tplc="04050005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26" w15:restartNumberingAfterBreak="0">
    <w:nsid w:val="521D7352"/>
    <w:multiLevelType w:val="hybridMultilevel"/>
    <w:tmpl w:val="B0C4C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0F26AB"/>
    <w:multiLevelType w:val="hybridMultilevel"/>
    <w:tmpl w:val="F2289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4B4270"/>
    <w:multiLevelType w:val="hybridMultilevel"/>
    <w:tmpl w:val="71EAB2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510E35"/>
    <w:multiLevelType w:val="hybridMultilevel"/>
    <w:tmpl w:val="A1DC0984"/>
    <w:lvl w:ilvl="0" w:tplc="7A6870AA">
      <w:start w:val="4"/>
      <w:numFmt w:val="bullet"/>
      <w:lvlText w:val="-"/>
      <w:lvlJc w:val="left"/>
      <w:pPr>
        <w:ind w:left="92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 w15:restartNumberingAfterBreak="0">
    <w:nsid w:val="59C051E0"/>
    <w:multiLevelType w:val="hybridMultilevel"/>
    <w:tmpl w:val="959CFDCC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E36EC8"/>
    <w:multiLevelType w:val="multilevel"/>
    <w:tmpl w:val="7E54C4B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8072095"/>
    <w:multiLevelType w:val="multilevel"/>
    <w:tmpl w:val="41166B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AAF0A8C"/>
    <w:multiLevelType w:val="multilevel"/>
    <w:tmpl w:val="0D34D660"/>
    <w:numStyleLink w:val="ListBulletmultilevel"/>
  </w:abstractNum>
  <w:abstractNum w:abstractNumId="34" w15:restartNumberingAfterBreak="0">
    <w:nsid w:val="6E60300D"/>
    <w:multiLevelType w:val="multilevel"/>
    <w:tmpl w:val="3B429E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00E1392"/>
    <w:multiLevelType w:val="hybridMultilevel"/>
    <w:tmpl w:val="E4E6D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C34412"/>
    <w:multiLevelType w:val="hybridMultilevel"/>
    <w:tmpl w:val="BDFC1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070991"/>
    <w:multiLevelType w:val="multilevel"/>
    <w:tmpl w:val="CABE99FC"/>
    <w:numStyleLink w:val="ListNumbermultilevel"/>
  </w:abstractNum>
  <w:abstractNum w:abstractNumId="39" w15:restartNumberingAfterBreak="0">
    <w:nsid w:val="748143FD"/>
    <w:multiLevelType w:val="multilevel"/>
    <w:tmpl w:val="F670B3A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7885E57"/>
    <w:multiLevelType w:val="hybridMultilevel"/>
    <w:tmpl w:val="A0789E86"/>
    <w:lvl w:ilvl="0" w:tplc="3D565A74">
      <w:numFmt w:val="bullet"/>
      <w:lvlText w:val="•"/>
      <w:lvlJc w:val="left"/>
      <w:pPr>
        <w:ind w:left="705" w:hanging="705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E60B9C"/>
    <w:multiLevelType w:val="hybridMultilevel"/>
    <w:tmpl w:val="AA8AE9C8"/>
    <w:lvl w:ilvl="0" w:tplc="FF5E52F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535373">
    <w:abstractNumId w:val="9"/>
  </w:num>
  <w:num w:numId="2" w16cid:durableId="1620333331">
    <w:abstractNumId w:val="3"/>
  </w:num>
  <w:num w:numId="3" w16cid:durableId="891309216">
    <w:abstractNumId w:val="33"/>
  </w:num>
  <w:num w:numId="4" w16cid:durableId="15912335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106209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8911581">
    <w:abstractNumId w:val="6"/>
  </w:num>
  <w:num w:numId="7" w16cid:durableId="976376817">
    <w:abstractNumId w:val="27"/>
  </w:num>
  <w:num w:numId="8" w16cid:durableId="408158686">
    <w:abstractNumId w:val="5"/>
  </w:num>
  <w:num w:numId="9" w16cid:durableId="967929016">
    <w:abstractNumId w:val="40"/>
  </w:num>
  <w:num w:numId="10" w16cid:durableId="5742448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6126157">
    <w:abstractNumId w:val="11"/>
  </w:num>
  <w:num w:numId="12" w16cid:durableId="603610716">
    <w:abstractNumId w:val="15"/>
  </w:num>
  <w:num w:numId="13" w16cid:durableId="1136799272">
    <w:abstractNumId w:val="0"/>
  </w:num>
  <w:num w:numId="14" w16cid:durableId="1588422527">
    <w:abstractNumId w:val="18"/>
  </w:num>
  <w:num w:numId="15" w16cid:durableId="817570934">
    <w:abstractNumId w:val="38"/>
  </w:num>
  <w:num w:numId="16" w16cid:durableId="1984237952">
    <w:abstractNumId w:val="25"/>
  </w:num>
  <w:num w:numId="17" w16cid:durableId="125515505">
    <w:abstractNumId w:val="29"/>
  </w:num>
  <w:num w:numId="18" w16cid:durableId="2006396674">
    <w:abstractNumId w:val="14"/>
  </w:num>
  <w:num w:numId="19" w16cid:durableId="593438761">
    <w:abstractNumId w:val="21"/>
  </w:num>
  <w:num w:numId="20" w16cid:durableId="1475877977">
    <w:abstractNumId w:val="37"/>
  </w:num>
  <w:num w:numId="21" w16cid:durableId="1214586821">
    <w:abstractNumId w:val="23"/>
  </w:num>
  <w:num w:numId="22" w16cid:durableId="210924614">
    <w:abstractNumId w:val="22"/>
  </w:num>
  <w:num w:numId="23" w16cid:durableId="2147165161">
    <w:abstractNumId w:val="36"/>
  </w:num>
  <w:num w:numId="24" w16cid:durableId="1432897008">
    <w:abstractNumId w:val="28"/>
  </w:num>
  <w:num w:numId="25" w16cid:durableId="1313363959">
    <w:abstractNumId w:val="7"/>
  </w:num>
  <w:num w:numId="26" w16cid:durableId="1501312600">
    <w:abstractNumId w:val="10"/>
  </w:num>
  <w:num w:numId="27" w16cid:durableId="399059114">
    <w:abstractNumId w:val="4"/>
  </w:num>
  <w:num w:numId="28" w16cid:durableId="1040204710">
    <w:abstractNumId w:val="26"/>
  </w:num>
  <w:num w:numId="29" w16cid:durableId="1879777648">
    <w:abstractNumId w:val="8"/>
  </w:num>
  <w:num w:numId="30" w16cid:durableId="197090518">
    <w:abstractNumId w:val="20"/>
  </w:num>
  <w:num w:numId="31" w16cid:durableId="938369480">
    <w:abstractNumId w:val="16"/>
  </w:num>
  <w:num w:numId="32" w16cid:durableId="1970084172">
    <w:abstractNumId w:val="1"/>
  </w:num>
  <w:num w:numId="33" w16cid:durableId="955989638">
    <w:abstractNumId w:val="12"/>
  </w:num>
  <w:num w:numId="34" w16cid:durableId="1783652406">
    <w:abstractNumId w:val="13"/>
  </w:num>
  <w:num w:numId="35" w16cid:durableId="1333875565">
    <w:abstractNumId w:val="30"/>
  </w:num>
  <w:num w:numId="36" w16cid:durableId="2147232649">
    <w:abstractNumId w:val="39"/>
  </w:num>
  <w:num w:numId="37" w16cid:durableId="1619947039">
    <w:abstractNumId w:val="34"/>
  </w:num>
  <w:num w:numId="38" w16cid:durableId="1215196054">
    <w:abstractNumId w:val="32"/>
  </w:num>
  <w:num w:numId="39" w16cid:durableId="1075321557">
    <w:abstractNumId w:val="31"/>
  </w:num>
  <w:num w:numId="40" w16cid:durableId="2042120087">
    <w:abstractNumId w:val="17"/>
  </w:num>
  <w:num w:numId="41" w16cid:durableId="1578007760">
    <w:abstractNumId w:val="41"/>
  </w:num>
  <w:num w:numId="42" w16cid:durableId="1431317783">
    <w:abstractNumId w:val="2"/>
  </w:num>
  <w:num w:numId="43" w16cid:durableId="241257009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00A1A"/>
    <w:rsid w:val="000020D4"/>
    <w:rsid w:val="0001222A"/>
    <w:rsid w:val="0001392D"/>
    <w:rsid w:val="00015DEE"/>
    <w:rsid w:val="00020513"/>
    <w:rsid w:val="00022B07"/>
    <w:rsid w:val="000258EC"/>
    <w:rsid w:val="00026C2A"/>
    <w:rsid w:val="00026D60"/>
    <w:rsid w:val="00026F99"/>
    <w:rsid w:val="00030D66"/>
    <w:rsid w:val="00031BCA"/>
    <w:rsid w:val="00032B09"/>
    <w:rsid w:val="00034B6B"/>
    <w:rsid w:val="00035E45"/>
    <w:rsid w:val="0004219D"/>
    <w:rsid w:val="0004421D"/>
    <w:rsid w:val="0004694E"/>
    <w:rsid w:val="000507EF"/>
    <w:rsid w:val="00053731"/>
    <w:rsid w:val="00061D5F"/>
    <w:rsid w:val="00067E2D"/>
    <w:rsid w:val="00070E8F"/>
    <w:rsid w:val="00070FB9"/>
    <w:rsid w:val="00072C1E"/>
    <w:rsid w:val="00073371"/>
    <w:rsid w:val="00084237"/>
    <w:rsid w:val="000845B5"/>
    <w:rsid w:val="00087D48"/>
    <w:rsid w:val="00090778"/>
    <w:rsid w:val="00091F5F"/>
    <w:rsid w:val="00093CA0"/>
    <w:rsid w:val="000942C8"/>
    <w:rsid w:val="00096EEC"/>
    <w:rsid w:val="000A3425"/>
    <w:rsid w:val="000A4D9C"/>
    <w:rsid w:val="000A5227"/>
    <w:rsid w:val="000B0E99"/>
    <w:rsid w:val="000B2610"/>
    <w:rsid w:val="000B4A87"/>
    <w:rsid w:val="000C4DE7"/>
    <w:rsid w:val="000C518B"/>
    <w:rsid w:val="000D23B7"/>
    <w:rsid w:val="000D292E"/>
    <w:rsid w:val="000D646D"/>
    <w:rsid w:val="000E00D4"/>
    <w:rsid w:val="000E23A7"/>
    <w:rsid w:val="000E579C"/>
    <w:rsid w:val="000E7BED"/>
    <w:rsid w:val="000F4DED"/>
    <w:rsid w:val="000F7718"/>
    <w:rsid w:val="000F781D"/>
    <w:rsid w:val="00100275"/>
    <w:rsid w:val="00100730"/>
    <w:rsid w:val="00105E90"/>
    <w:rsid w:val="0010693F"/>
    <w:rsid w:val="001104F8"/>
    <w:rsid w:val="00111BD4"/>
    <w:rsid w:val="00113BF5"/>
    <w:rsid w:val="00114472"/>
    <w:rsid w:val="00114F3C"/>
    <w:rsid w:val="00115F47"/>
    <w:rsid w:val="00122500"/>
    <w:rsid w:val="001239C5"/>
    <w:rsid w:val="00123E1A"/>
    <w:rsid w:val="001255B2"/>
    <w:rsid w:val="00127123"/>
    <w:rsid w:val="001275A1"/>
    <w:rsid w:val="00127C27"/>
    <w:rsid w:val="001307A9"/>
    <w:rsid w:val="00133B22"/>
    <w:rsid w:val="001364FA"/>
    <w:rsid w:val="00136D79"/>
    <w:rsid w:val="00136F07"/>
    <w:rsid w:val="00143089"/>
    <w:rsid w:val="00147ADA"/>
    <w:rsid w:val="00150453"/>
    <w:rsid w:val="001550BC"/>
    <w:rsid w:val="00155C96"/>
    <w:rsid w:val="001605B9"/>
    <w:rsid w:val="00163811"/>
    <w:rsid w:val="00163ECF"/>
    <w:rsid w:val="001670FE"/>
    <w:rsid w:val="00167BF2"/>
    <w:rsid w:val="00170431"/>
    <w:rsid w:val="00170654"/>
    <w:rsid w:val="00170EC5"/>
    <w:rsid w:val="00172598"/>
    <w:rsid w:val="001747C1"/>
    <w:rsid w:val="00174BE9"/>
    <w:rsid w:val="00180924"/>
    <w:rsid w:val="00180BB6"/>
    <w:rsid w:val="00181D28"/>
    <w:rsid w:val="001822B6"/>
    <w:rsid w:val="001828B2"/>
    <w:rsid w:val="00184743"/>
    <w:rsid w:val="00185F3F"/>
    <w:rsid w:val="001876D7"/>
    <w:rsid w:val="00193E67"/>
    <w:rsid w:val="001945C7"/>
    <w:rsid w:val="00197089"/>
    <w:rsid w:val="001A1206"/>
    <w:rsid w:val="001A1241"/>
    <w:rsid w:val="001A33CD"/>
    <w:rsid w:val="001A7CC2"/>
    <w:rsid w:val="001B0385"/>
    <w:rsid w:val="001B2FCE"/>
    <w:rsid w:val="001B629B"/>
    <w:rsid w:val="001B7820"/>
    <w:rsid w:val="001C391F"/>
    <w:rsid w:val="001C5DDF"/>
    <w:rsid w:val="001D004B"/>
    <w:rsid w:val="001D51B9"/>
    <w:rsid w:val="001E0968"/>
    <w:rsid w:val="001E6B16"/>
    <w:rsid w:val="001E7DA6"/>
    <w:rsid w:val="001F2B7B"/>
    <w:rsid w:val="001F59F2"/>
    <w:rsid w:val="00203586"/>
    <w:rsid w:val="00207DF5"/>
    <w:rsid w:val="0021310B"/>
    <w:rsid w:val="002209D1"/>
    <w:rsid w:val="00222273"/>
    <w:rsid w:val="00222306"/>
    <w:rsid w:val="0022397A"/>
    <w:rsid w:val="00224044"/>
    <w:rsid w:val="00224B11"/>
    <w:rsid w:val="00225B2C"/>
    <w:rsid w:val="00231B85"/>
    <w:rsid w:val="00236E68"/>
    <w:rsid w:val="00242F85"/>
    <w:rsid w:val="00246FC0"/>
    <w:rsid w:val="00250F84"/>
    <w:rsid w:val="00252045"/>
    <w:rsid w:val="002528CD"/>
    <w:rsid w:val="002531A6"/>
    <w:rsid w:val="00260B71"/>
    <w:rsid w:val="002623DD"/>
    <w:rsid w:val="00262690"/>
    <w:rsid w:val="002628B7"/>
    <w:rsid w:val="00270A0E"/>
    <w:rsid w:val="00272298"/>
    <w:rsid w:val="00276A27"/>
    <w:rsid w:val="00280E07"/>
    <w:rsid w:val="002823DF"/>
    <w:rsid w:val="00283053"/>
    <w:rsid w:val="0028548A"/>
    <w:rsid w:val="00290BF9"/>
    <w:rsid w:val="00291870"/>
    <w:rsid w:val="002935EB"/>
    <w:rsid w:val="00293779"/>
    <w:rsid w:val="00294666"/>
    <w:rsid w:val="00297020"/>
    <w:rsid w:val="002A2C36"/>
    <w:rsid w:val="002A61BC"/>
    <w:rsid w:val="002A662F"/>
    <w:rsid w:val="002A6FFA"/>
    <w:rsid w:val="002B03B0"/>
    <w:rsid w:val="002B3FF8"/>
    <w:rsid w:val="002B6EC5"/>
    <w:rsid w:val="002B703F"/>
    <w:rsid w:val="002B7BF9"/>
    <w:rsid w:val="002C31BF"/>
    <w:rsid w:val="002D08B1"/>
    <w:rsid w:val="002D127E"/>
    <w:rsid w:val="002E0CD7"/>
    <w:rsid w:val="002E1CA8"/>
    <w:rsid w:val="002E360F"/>
    <w:rsid w:val="002E3BD1"/>
    <w:rsid w:val="002E6818"/>
    <w:rsid w:val="002F296B"/>
    <w:rsid w:val="002F3EB3"/>
    <w:rsid w:val="002F4646"/>
    <w:rsid w:val="002F6136"/>
    <w:rsid w:val="00300682"/>
    <w:rsid w:val="00301C82"/>
    <w:rsid w:val="00302776"/>
    <w:rsid w:val="00302B16"/>
    <w:rsid w:val="003039CE"/>
    <w:rsid w:val="0030692E"/>
    <w:rsid w:val="003107AC"/>
    <w:rsid w:val="00310D06"/>
    <w:rsid w:val="003118FA"/>
    <w:rsid w:val="00314830"/>
    <w:rsid w:val="0031733A"/>
    <w:rsid w:val="00320AA1"/>
    <w:rsid w:val="00323331"/>
    <w:rsid w:val="00324DD2"/>
    <w:rsid w:val="00331734"/>
    <w:rsid w:val="0033391C"/>
    <w:rsid w:val="003369C9"/>
    <w:rsid w:val="00337BBF"/>
    <w:rsid w:val="00340923"/>
    <w:rsid w:val="00341DCF"/>
    <w:rsid w:val="00344930"/>
    <w:rsid w:val="003449B4"/>
    <w:rsid w:val="00350B50"/>
    <w:rsid w:val="003515D5"/>
    <w:rsid w:val="00353C0F"/>
    <w:rsid w:val="00357428"/>
    <w:rsid w:val="00357BC6"/>
    <w:rsid w:val="003661BA"/>
    <w:rsid w:val="00367A4A"/>
    <w:rsid w:val="00374855"/>
    <w:rsid w:val="00375E19"/>
    <w:rsid w:val="00376E12"/>
    <w:rsid w:val="00380BBF"/>
    <w:rsid w:val="00383E25"/>
    <w:rsid w:val="00384EC7"/>
    <w:rsid w:val="003874B0"/>
    <w:rsid w:val="00387B22"/>
    <w:rsid w:val="003956C6"/>
    <w:rsid w:val="0039664E"/>
    <w:rsid w:val="003A3B0A"/>
    <w:rsid w:val="003A3C60"/>
    <w:rsid w:val="003A40DA"/>
    <w:rsid w:val="003A4E1F"/>
    <w:rsid w:val="003B0ECB"/>
    <w:rsid w:val="003B1379"/>
    <w:rsid w:val="003B5FA6"/>
    <w:rsid w:val="003B62B7"/>
    <w:rsid w:val="003C4D9F"/>
    <w:rsid w:val="003D264E"/>
    <w:rsid w:val="003D78AD"/>
    <w:rsid w:val="003D7AA7"/>
    <w:rsid w:val="003E20D1"/>
    <w:rsid w:val="003E3E1A"/>
    <w:rsid w:val="003F0BDE"/>
    <w:rsid w:val="003F0CAD"/>
    <w:rsid w:val="003F1446"/>
    <w:rsid w:val="003F163C"/>
    <w:rsid w:val="003F2BFE"/>
    <w:rsid w:val="003F3F53"/>
    <w:rsid w:val="003F74A4"/>
    <w:rsid w:val="00400422"/>
    <w:rsid w:val="00400BE9"/>
    <w:rsid w:val="00402D2E"/>
    <w:rsid w:val="00403FDB"/>
    <w:rsid w:val="00405F01"/>
    <w:rsid w:val="00412951"/>
    <w:rsid w:val="00414054"/>
    <w:rsid w:val="00417D20"/>
    <w:rsid w:val="00417FB4"/>
    <w:rsid w:val="00424BC3"/>
    <w:rsid w:val="00426602"/>
    <w:rsid w:val="0043342A"/>
    <w:rsid w:val="00437033"/>
    <w:rsid w:val="00441430"/>
    <w:rsid w:val="004439A6"/>
    <w:rsid w:val="00444E99"/>
    <w:rsid w:val="00450943"/>
    <w:rsid w:val="00450F07"/>
    <w:rsid w:val="00453CD3"/>
    <w:rsid w:val="00453E36"/>
    <w:rsid w:val="00454FC3"/>
    <w:rsid w:val="0045545F"/>
    <w:rsid w:val="00460660"/>
    <w:rsid w:val="0046140A"/>
    <w:rsid w:val="00462F4B"/>
    <w:rsid w:val="004635E5"/>
    <w:rsid w:val="004641CA"/>
    <w:rsid w:val="00465221"/>
    <w:rsid w:val="004724E2"/>
    <w:rsid w:val="004731B2"/>
    <w:rsid w:val="00473E0C"/>
    <w:rsid w:val="00480CEC"/>
    <w:rsid w:val="00481D88"/>
    <w:rsid w:val="00482FB4"/>
    <w:rsid w:val="00484360"/>
    <w:rsid w:val="00486107"/>
    <w:rsid w:val="00490F2A"/>
    <w:rsid w:val="00491827"/>
    <w:rsid w:val="00493D7C"/>
    <w:rsid w:val="0049486B"/>
    <w:rsid w:val="004A049E"/>
    <w:rsid w:val="004A26CF"/>
    <w:rsid w:val="004A29BB"/>
    <w:rsid w:val="004A2CC5"/>
    <w:rsid w:val="004A2FF5"/>
    <w:rsid w:val="004A30EA"/>
    <w:rsid w:val="004A5E9C"/>
    <w:rsid w:val="004A65F4"/>
    <w:rsid w:val="004A6F44"/>
    <w:rsid w:val="004B1F8F"/>
    <w:rsid w:val="004B2588"/>
    <w:rsid w:val="004B2D76"/>
    <w:rsid w:val="004B348C"/>
    <w:rsid w:val="004B5112"/>
    <w:rsid w:val="004C11D8"/>
    <w:rsid w:val="004C3D90"/>
    <w:rsid w:val="004C4399"/>
    <w:rsid w:val="004C5283"/>
    <w:rsid w:val="004C5AF4"/>
    <w:rsid w:val="004C787C"/>
    <w:rsid w:val="004D2F42"/>
    <w:rsid w:val="004D497B"/>
    <w:rsid w:val="004D51C2"/>
    <w:rsid w:val="004E143C"/>
    <w:rsid w:val="004E3A53"/>
    <w:rsid w:val="004E525E"/>
    <w:rsid w:val="004E6122"/>
    <w:rsid w:val="004E6C0C"/>
    <w:rsid w:val="004F20BC"/>
    <w:rsid w:val="004F2CF4"/>
    <w:rsid w:val="004F4B9B"/>
    <w:rsid w:val="004F6641"/>
    <w:rsid w:val="004F69EA"/>
    <w:rsid w:val="00501C42"/>
    <w:rsid w:val="00501E7E"/>
    <w:rsid w:val="00501F77"/>
    <w:rsid w:val="00506854"/>
    <w:rsid w:val="0050706D"/>
    <w:rsid w:val="0051191A"/>
    <w:rsid w:val="00511AB9"/>
    <w:rsid w:val="00523D66"/>
    <w:rsid w:val="00523EA7"/>
    <w:rsid w:val="0052712E"/>
    <w:rsid w:val="005322F9"/>
    <w:rsid w:val="00534ED5"/>
    <w:rsid w:val="005443D3"/>
    <w:rsid w:val="00546BD6"/>
    <w:rsid w:val="005474E5"/>
    <w:rsid w:val="0055114A"/>
    <w:rsid w:val="00552583"/>
    <w:rsid w:val="00553375"/>
    <w:rsid w:val="005535F1"/>
    <w:rsid w:val="00557199"/>
    <w:rsid w:val="005575CE"/>
    <w:rsid w:val="0055786D"/>
    <w:rsid w:val="00557C28"/>
    <w:rsid w:val="005607BE"/>
    <w:rsid w:val="00570358"/>
    <w:rsid w:val="0057083E"/>
    <w:rsid w:val="00572438"/>
    <w:rsid w:val="005736B7"/>
    <w:rsid w:val="00575E5A"/>
    <w:rsid w:val="00582966"/>
    <w:rsid w:val="00595E1C"/>
    <w:rsid w:val="005A180F"/>
    <w:rsid w:val="005A2659"/>
    <w:rsid w:val="005A5020"/>
    <w:rsid w:val="005A5377"/>
    <w:rsid w:val="005A790D"/>
    <w:rsid w:val="005A7AA1"/>
    <w:rsid w:val="005B2EF1"/>
    <w:rsid w:val="005B3FE9"/>
    <w:rsid w:val="005B72EB"/>
    <w:rsid w:val="005B7333"/>
    <w:rsid w:val="005C0D96"/>
    <w:rsid w:val="005C11D7"/>
    <w:rsid w:val="005C4088"/>
    <w:rsid w:val="005C5697"/>
    <w:rsid w:val="005C79FA"/>
    <w:rsid w:val="005D0929"/>
    <w:rsid w:val="005D166A"/>
    <w:rsid w:val="005E05B8"/>
    <w:rsid w:val="005E1F0B"/>
    <w:rsid w:val="005E2C51"/>
    <w:rsid w:val="005E4785"/>
    <w:rsid w:val="005E6E0B"/>
    <w:rsid w:val="005E70FC"/>
    <w:rsid w:val="005F1404"/>
    <w:rsid w:val="005F5655"/>
    <w:rsid w:val="005F6F13"/>
    <w:rsid w:val="00601B3F"/>
    <w:rsid w:val="006035B2"/>
    <w:rsid w:val="006052EE"/>
    <w:rsid w:val="006057B7"/>
    <w:rsid w:val="00605A28"/>
    <w:rsid w:val="0061068E"/>
    <w:rsid w:val="00616564"/>
    <w:rsid w:val="00620CC8"/>
    <w:rsid w:val="00634F7A"/>
    <w:rsid w:val="00641E1C"/>
    <w:rsid w:val="00643CDC"/>
    <w:rsid w:val="00647872"/>
    <w:rsid w:val="00647A82"/>
    <w:rsid w:val="0065207E"/>
    <w:rsid w:val="00655924"/>
    <w:rsid w:val="0066025E"/>
    <w:rsid w:val="00660AD3"/>
    <w:rsid w:val="00663A76"/>
    <w:rsid w:val="00664A67"/>
    <w:rsid w:val="00665C1B"/>
    <w:rsid w:val="006720BC"/>
    <w:rsid w:val="0067607F"/>
    <w:rsid w:val="00677B7F"/>
    <w:rsid w:val="006868EA"/>
    <w:rsid w:val="00686F47"/>
    <w:rsid w:val="006900D6"/>
    <w:rsid w:val="006933EF"/>
    <w:rsid w:val="00693CD6"/>
    <w:rsid w:val="00696426"/>
    <w:rsid w:val="00696A1B"/>
    <w:rsid w:val="006A5570"/>
    <w:rsid w:val="006A689C"/>
    <w:rsid w:val="006A6F0B"/>
    <w:rsid w:val="006A761E"/>
    <w:rsid w:val="006B0BFC"/>
    <w:rsid w:val="006B0F18"/>
    <w:rsid w:val="006B3CCA"/>
    <w:rsid w:val="006B3D79"/>
    <w:rsid w:val="006B498B"/>
    <w:rsid w:val="006B5EBD"/>
    <w:rsid w:val="006B7946"/>
    <w:rsid w:val="006C086E"/>
    <w:rsid w:val="006C36F7"/>
    <w:rsid w:val="006C755C"/>
    <w:rsid w:val="006D140A"/>
    <w:rsid w:val="006D54D6"/>
    <w:rsid w:val="006D625B"/>
    <w:rsid w:val="006D760E"/>
    <w:rsid w:val="006D76A8"/>
    <w:rsid w:val="006D7AFE"/>
    <w:rsid w:val="006E04E2"/>
    <w:rsid w:val="006E0578"/>
    <w:rsid w:val="006E314D"/>
    <w:rsid w:val="006E5C63"/>
    <w:rsid w:val="006E5CD7"/>
    <w:rsid w:val="006E7C8C"/>
    <w:rsid w:val="006F15D3"/>
    <w:rsid w:val="006F6AF2"/>
    <w:rsid w:val="006F719D"/>
    <w:rsid w:val="00702DD0"/>
    <w:rsid w:val="00703A47"/>
    <w:rsid w:val="00704DC1"/>
    <w:rsid w:val="007052B1"/>
    <w:rsid w:val="00710723"/>
    <w:rsid w:val="00710F96"/>
    <w:rsid w:val="0071215C"/>
    <w:rsid w:val="007146DE"/>
    <w:rsid w:val="00714EC9"/>
    <w:rsid w:val="007205F7"/>
    <w:rsid w:val="00723ED1"/>
    <w:rsid w:val="00733A10"/>
    <w:rsid w:val="00735D20"/>
    <w:rsid w:val="00743525"/>
    <w:rsid w:val="007469A1"/>
    <w:rsid w:val="00747207"/>
    <w:rsid w:val="007526FD"/>
    <w:rsid w:val="007538A2"/>
    <w:rsid w:val="0076073B"/>
    <w:rsid w:val="0076286B"/>
    <w:rsid w:val="00763C7A"/>
    <w:rsid w:val="00764484"/>
    <w:rsid w:val="00765057"/>
    <w:rsid w:val="00765BD2"/>
    <w:rsid w:val="0076675C"/>
    <w:rsid w:val="00766846"/>
    <w:rsid w:val="007726E3"/>
    <w:rsid w:val="00775C8C"/>
    <w:rsid w:val="0077673A"/>
    <w:rsid w:val="00777E4B"/>
    <w:rsid w:val="00781F8B"/>
    <w:rsid w:val="007846C1"/>
    <w:rsid w:val="007846E1"/>
    <w:rsid w:val="00791D6A"/>
    <w:rsid w:val="00793C1E"/>
    <w:rsid w:val="00795987"/>
    <w:rsid w:val="00795B0F"/>
    <w:rsid w:val="007A0F15"/>
    <w:rsid w:val="007A1EE4"/>
    <w:rsid w:val="007A5CC7"/>
    <w:rsid w:val="007B05E3"/>
    <w:rsid w:val="007B0C37"/>
    <w:rsid w:val="007B0E67"/>
    <w:rsid w:val="007B16CC"/>
    <w:rsid w:val="007B1A06"/>
    <w:rsid w:val="007B1EA6"/>
    <w:rsid w:val="007B4ABC"/>
    <w:rsid w:val="007B570C"/>
    <w:rsid w:val="007B7E60"/>
    <w:rsid w:val="007C0841"/>
    <w:rsid w:val="007C35E6"/>
    <w:rsid w:val="007C589B"/>
    <w:rsid w:val="007C7461"/>
    <w:rsid w:val="007C7CD1"/>
    <w:rsid w:val="007D3D4B"/>
    <w:rsid w:val="007D61C4"/>
    <w:rsid w:val="007D63D9"/>
    <w:rsid w:val="007E012D"/>
    <w:rsid w:val="007E13A5"/>
    <w:rsid w:val="007E25D5"/>
    <w:rsid w:val="007E47B6"/>
    <w:rsid w:val="007E4A6E"/>
    <w:rsid w:val="007E73AB"/>
    <w:rsid w:val="007F238F"/>
    <w:rsid w:val="007F2B3A"/>
    <w:rsid w:val="007F2B95"/>
    <w:rsid w:val="007F3A13"/>
    <w:rsid w:val="007F3AD6"/>
    <w:rsid w:val="007F56A7"/>
    <w:rsid w:val="007F68D4"/>
    <w:rsid w:val="007F7953"/>
    <w:rsid w:val="008027BD"/>
    <w:rsid w:val="00803A7B"/>
    <w:rsid w:val="0080570A"/>
    <w:rsid w:val="008060B8"/>
    <w:rsid w:val="008063DF"/>
    <w:rsid w:val="00807CD5"/>
    <w:rsid w:val="00807DD0"/>
    <w:rsid w:val="00810A21"/>
    <w:rsid w:val="008204CF"/>
    <w:rsid w:val="008205AD"/>
    <w:rsid w:val="00820798"/>
    <w:rsid w:val="00821359"/>
    <w:rsid w:val="008228C5"/>
    <w:rsid w:val="0082436F"/>
    <w:rsid w:val="00826068"/>
    <w:rsid w:val="008306D0"/>
    <w:rsid w:val="00832D45"/>
    <w:rsid w:val="0083605F"/>
    <w:rsid w:val="00836082"/>
    <w:rsid w:val="00840BC7"/>
    <w:rsid w:val="0084409D"/>
    <w:rsid w:val="00844AEF"/>
    <w:rsid w:val="008478C2"/>
    <w:rsid w:val="0085317A"/>
    <w:rsid w:val="008538EA"/>
    <w:rsid w:val="00861B19"/>
    <w:rsid w:val="00863C21"/>
    <w:rsid w:val="008659F3"/>
    <w:rsid w:val="008736F3"/>
    <w:rsid w:val="0087484B"/>
    <w:rsid w:val="00875952"/>
    <w:rsid w:val="0088017C"/>
    <w:rsid w:val="0088165D"/>
    <w:rsid w:val="00885F0C"/>
    <w:rsid w:val="00886D4B"/>
    <w:rsid w:val="00891622"/>
    <w:rsid w:val="00895406"/>
    <w:rsid w:val="00896407"/>
    <w:rsid w:val="008A3198"/>
    <w:rsid w:val="008A3568"/>
    <w:rsid w:val="008B08AA"/>
    <w:rsid w:val="008B1AF7"/>
    <w:rsid w:val="008B27BE"/>
    <w:rsid w:val="008B57B1"/>
    <w:rsid w:val="008B6CC3"/>
    <w:rsid w:val="008B75F1"/>
    <w:rsid w:val="008C0F1A"/>
    <w:rsid w:val="008C260B"/>
    <w:rsid w:val="008C40EB"/>
    <w:rsid w:val="008C4BEE"/>
    <w:rsid w:val="008C6546"/>
    <w:rsid w:val="008D03B9"/>
    <w:rsid w:val="008D1C5F"/>
    <w:rsid w:val="008D202D"/>
    <w:rsid w:val="008D436B"/>
    <w:rsid w:val="008D57FD"/>
    <w:rsid w:val="008D75CD"/>
    <w:rsid w:val="008E3F43"/>
    <w:rsid w:val="008E56C7"/>
    <w:rsid w:val="008F0FF0"/>
    <w:rsid w:val="008F18D6"/>
    <w:rsid w:val="008F6E08"/>
    <w:rsid w:val="008F7E17"/>
    <w:rsid w:val="009009CA"/>
    <w:rsid w:val="009036B9"/>
    <w:rsid w:val="00904780"/>
    <w:rsid w:val="00904B44"/>
    <w:rsid w:val="00906DA2"/>
    <w:rsid w:val="009141AF"/>
    <w:rsid w:val="00922385"/>
    <w:rsid w:val="009223DF"/>
    <w:rsid w:val="00923DE9"/>
    <w:rsid w:val="00924AE1"/>
    <w:rsid w:val="00936091"/>
    <w:rsid w:val="00937E5A"/>
    <w:rsid w:val="00940D8A"/>
    <w:rsid w:val="00941B19"/>
    <w:rsid w:val="00941D20"/>
    <w:rsid w:val="00947054"/>
    <w:rsid w:val="00950F03"/>
    <w:rsid w:val="00951903"/>
    <w:rsid w:val="0095229A"/>
    <w:rsid w:val="00952871"/>
    <w:rsid w:val="00956CE2"/>
    <w:rsid w:val="00957B54"/>
    <w:rsid w:val="00962258"/>
    <w:rsid w:val="009678B7"/>
    <w:rsid w:val="009726BE"/>
    <w:rsid w:val="00972D04"/>
    <w:rsid w:val="00973F52"/>
    <w:rsid w:val="009748CB"/>
    <w:rsid w:val="00975C47"/>
    <w:rsid w:val="00976D08"/>
    <w:rsid w:val="009777EF"/>
    <w:rsid w:val="009833E1"/>
    <w:rsid w:val="00983CAA"/>
    <w:rsid w:val="00984771"/>
    <w:rsid w:val="009856D3"/>
    <w:rsid w:val="00985A37"/>
    <w:rsid w:val="009901C1"/>
    <w:rsid w:val="00992D9C"/>
    <w:rsid w:val="00993157"/>
    <w:rsid w:val="00996CB8"/>
    <w:rsid w:val="00996F58"/>
    <w:rsid w:val="009A2990"/>
    <w:rsid w:val="009A42AA"/>
    <w:rsid w:val="009A4A77"/>
    <w:rsid w:val="009A56F3"/>
    <w:rsid w:val="009A6494"/>
    <w:rsid w:val="009B028C"/>
    <w:rsid w:val="009B14A9"/>
    <w:rsid w:val="009B1C34"/>
    <w:rsid w:val="009B28D1"/>
    <w:rsid w:val="009B2E97"/>
    <w:rsid w:val="009B32C3"/>
    <w:rsid w:val="009B6D42"/>
    <w:rsid w:val="009C26F5"/>
    <w:rsid w:val="009C394F"/>
    <w:rsid w:val="009C52EC"/>
    <w:rsid w:val="009C5A37"/>
    <w:rsid w:val="009D2DB8"/>
    <w:rsid w:val="009D3A9E"/>
    <w:rsid w:val="009E07F4"/>
    <w:rsid w:val="009E358B"/>
    <w:rsid w:val="009E679A"/>
    <w:rsid w:val="009E7F2D"/>
    <w:rsid w:val="009F16E4"/>
    <w:rsid w:val="009F392E"/>
    <w:rsid w:val="009F54CB"/>
    <w:rsid w:val="009F7C95"/>
    <w:rsid w:val="00A00B4D"/>
    <w:rsid w:val="00A0526C"/>
    <w:rsid w:val="00A05703"/>
    <w:rsid w:val="00A108BF"/>
    <w:rsid w:val="00A10F23"/>
    <w:rsid w:val="00A112CB"/>
    <w:rsid w:val="00A132AC"/>
    <w:rsid w:val="00A1568B"/>
    <w:rsid w:val="00A217E6"/>
    <w:rsid w:val="00A27DB7"/>
    <w:rsid w:val="00A30E21"/>
    <w:rsid w:val="00A3447B"/>
    <w:rsid w:val="00A36165"/>
    <w:rsid w:val="00A36784"/>
    <w:rsid w:val="00A464EA"/>
    <w:rsid w:val="00A5090A"/>
    <w:rsid w:val="00A564A4"/>
    <w:rsid w:val="00A6177B"/>
    <w:rsid w:val="00A66136"/>
    <w:rsid w:val="00A73501"/>
    <w:rsid w:val="00A74A4C"/>
    <w:rsid w:val="00A7760E"/>
    <w:rsid w:val="00A81022"/>
    <w:rsid w:val="00A82159"/>
    <w:rsid w:val="00A8387F"/>
    <w:rsid w:val="00A9130E"/>
    <w:rsid w:val="00A9399D"/>
    <w:rsid w:val="00A9681E"/>
    <w:rsid w:val="00AA16E4"/>
    <w:rsid w:val="00AA4CBB"/>
    <w:rsid w:val="00AA65FA"/>
    <w:rsid w:val="00AA7351"/>
    <w:rsid w:val="00AB033F"/>
    <w:rsid w:val="00AB03E6"/>
    <w:rsid w:val="00AB0B59"/>
    <w:rsid w:val="00AB0F93"/>
    <w:rsid w:val="00AC01BF"/>
    <w:rsid w:val="00AC60CB"/>
    <w:rsid w:val="00AC7039"/>
    <w:rsid w:val="00AD056F"/>
    <w:rsid w:val="00AD364F"/>
    <w:rsid w:val="00AD3811"/>
    <w:rsid w:val="00AD3A53"/>
    <w:rsid w:val="00AD46A3"/>
    <w:rsid w:val="00AD588D"/>
    <w:rsid w:val="00AD5AAE"/>
    <w:rsid w:val="00AD6731"/>
    <w:rsid w:val="00AD73E4"/>
    <w:rsid w:val="00AE32B3"/>
    <w:rsid w:val="00AE7762"/>
    <w:rsid w:val="00AF0C3C"/>
    <w:rsid w:val="00AF4383"/>
    <w:rsid w:val="00AF5DAE"/>
    <w:rsid w:val="00AF61EB"/>
    <w:rsid w:val="00AF64B1"/>
    <w:rsid w:val="00B11F66"/>
    <w:rsid w:val="00B12963"/>
    <w:rsid w:val="00B150C9"/>
    <w:rsid w:val="00B15D0D"/>
    <w:rsid w:val="00B15DEF"/>
    <w:rsid w:val="00B213D4"/>
    <w:rsid w:val="00B22D61"/>
    <w:rsid w:val="00B24D5A"/>
    <w:rsid w:val="00B26BBD"/>
    <w:rsid w:val="00B27DE9"/>
    <w:rsid w:val="00B32653"/>
    <w:rsid w:val="00B35F64"/>
    <w:rsid w:val="00B40A66"/>
    <w:rsid w:val="00B41715"/>
    <w:rsid w:val="00B41D37"/>
    <w:rsid w:val="00B42E6D"/>
    <w:rsid w:val="00B42FC7"/>
    <w:rsid w:val="00B43279"/>
    <w:rsid w:val="00B4349B"/>
    <w:rsid w:val="00B52CAC"/>
    <w:rsid w:val="00B52D29"/>
    <w:rsid w:val="00B623EA"/>
    <w:rsid w:val="00B711C7"/>
    <w:rsid w:val="00B74E70"/>
    <w:rsid w:val="00B75EE1"/>
    <w:rsid w:val="00B76CC5"/>
    <w:rsid w:val="00B77481"/>
    <w:rsid w:val="00B805FE"/>
    <w:rsid w:val="00B81BB7"/>
    <w:rsid w:val="00B8518B"/>
    <w:rsid w:val="00B86AE9"/>
    <w:rsid w:val="00B86B8B"/>
    <w:rsid w:val="00B96A98"/>
    <w:rsid w:val="00BA0976"/>
    <w:rsid w:val="00BA4E54"/>
    <w:rsid w:val="00BB16DD"/>
    <w:rsid w:val="00BB3AFB"/>
    <w:rsid w:val="00BB6509"/>
    <w:rsid w:val="00BC06C4"/>
    <w:rsid w:val="00BC1E18"/>
    <w:rsid w:val="00BC45C3"/>
    <w:rsid w:val="00BC57E5"/>
    <w:rsid w:val="00BC7FA5"/>
    <w:rsid w:val="00BD003D"/>
    <w:rsid w:val="00BD0E48"/>
    <w:rsid w:val="00BD13B8"/>
    <w:rsid w:val="00BD46B8"/>
    <w:rsid w:val="00BD7E91"/>
    <w:rsid w:val="00BE1235"/>
    <w:rsid w:val="00BE2099"/>
    <w:rsid w:val="00BF0D01"/>
    <w:rsid w:val="00BF233E"/>
    <w:rsid w:val="00C004DD"/>
    <w:rsid w:val="00C01A25"/>
    <w:rsid w:val="00C02D0A"/>
    <w:rsid w:val="00C03A6E"/>
    <w:rsid w:val="00C03DA8"/>
    <w:rsid w:val="00C06A42"/>
    <w:rsid w:val="00C07B72"/>
    <w:rsid w:val="00C07E9A"/>
    <w:rsid w:val="00C12E09"/>
    <w:rsid w:val="00C20F3E"/>
    <w:rsid w:val="00C21FD5"/>
    <w:rsid w:val="00C2370C"/>
    <w:rsid w:val="00C25DC5"/>
    <w:rsid w:val="00C3348E"/>
    <w:rsid w:val="00C3514E"/>
    <w:rsid w:val="00C3746D"/>
    <w:rsid w:val="00C41CE2"/>
    <w:rsid w:val="00C44F6A"/>
    <w:rsid w:val="00C45AFE"/>
    <w:rsid w:val="00C47003"/>
    <w:rsid w:val="00C47AE3"/>
    <w:rsid w:val="00C507ED"/>
    <w:rsid w:val="00C53602"/>
    <w:rsid w:val="00C537FF"/>
    <w:rsid w:val="00C569B1"/>
    <w:rsid w:val="00C5767E"/>
    <w:rsid w:val="00C6154B"/>
    <w:rsid w:val="00C63473"/>
    <w:rsid w:val="00C64AB2"/>
    <w:rsid w:val="00C64F63"/>
    <w:rsid w:val="00C710A5"/>
    <w:rsid w:val="00C97EF6"/>
    <w:rsid w:val="00CA0E09"/>
    <w:rsid w:val="00CA1588"/>
    <w:rsid w:val="00CA7E89"/>
    <w:rsid w:val="00CB2A79"/>
    <w:rsid w:val="00CC018F"/>
    <w:rsid w:val="00CC44BE"/>
    <w:rsid w:val="00CD0657"/>
    <w:rsid w:val="00CD1FC4"/>
    <w:rsid w:val="00CD232C"/>
    <w:rsid w:val="00CD5701"/>
    <w:rsid w:val="00CD672C"/>
    <w:rsid w:val="00CE3029"/>
    <w:rsid w:val="00CE525F"/>
    <w:rsid w:val="00CE6764"/>
    <w:rsid w:val="00CE7814"/>
    <w:rsid w:val="00CF1304"/>
    <w:rsid w:val="00CF3786"/>
    <w:rsid w:val="00CF4C63"/>
    <w:rsid w:val="00CF7773"/>
    <w:rsid w:val="00D00458"/>
    <w:rsid w:val="00D015B5"/>
    <w:rsid w:val="00D019EE"/>
    <w:rsid w:val="00D02C25"/>
    <w:rsid w:val="00D032C7"/>
    <w:rsid w:val="00D049D5"/>
    <w:rsid w:val="00D05670"/>
    <w:rsid w:val="00D15231"/>
    <w:rsid w:val="00D17940"/>
    <w:rsid w:val="00D21061"/>
    <w:rsid w:val="00D23118"/>
    <w:rsid w:val="00D33189"/>
    <w:rsid w:val="00D4108E"/>
    <w:rsid w:val="00D455AA"/>
    <w:rsid w:val="00D46F38"/>
    <w:rsid w:val="00D6163D"/>
    <w:rsid w:val="00D6214C"/>
    <w:rsid w:val="00D63CAB"/>
    <w:rsid w:val="00D64104"/>
    <w:rsid w:val="00D6496B"/>
    <w:rsid w:val="00D6664D"/>
    <w:rsid w:val="00D70ED7"/>
    <w:rsid w:val="00D730ED"/>
    <w:rsid w:val="00D73D46"/>
    <w:rsid w:val="00D75FF1"/>
    <w:rsid w:val="00D80752"/>
    <w:rsid w:val="00D80AE8"/>
    <w:rsid w:val="00D831A3"/>
    <w:rsid w:val="00D84990"/>
    <w:rsid w:val="00D877C9"/>
    <w:rsid w:val="00D95E2A"/>
    <w:rsid w:val="00DB4C33"/>
    <w:rsid w:val="00DC50D7"/>
    <w:rsid w:val="00DC646F"/>
    <w:rsid w:val="00DC75F3"/>
    <w:rsid w:val="00DD36FF"/>
    <w:rsid w:val="00DD46F3"/>
    <w:rsid w:val="00DD4778"/>
    <w:rsid w:val="00DD5DC6"/>
    <w:rsid w:val="00DE0448"/>
    <w:rsid w:val="00DE1445"/>
    <w:rsid w:val="00DE3349"/>
    <w:rsid w:val="00DE40BA"/>
    <w:rsid w:val="00DE41C5"/>
    <w:rsid w:val="00DE56F2"/>
    <w:rsid w:val="00DE5823"/>
    <w:rsid w:val="00DE6C19"/>
    <w:rsid w:val="00DE6FAF"/>
    <w:rsid w:val="00DE7904"/>
    <w:rsid w:val="00DF116D"/>
    <w:rsid w:val="00DF776B"/>
    <w:rsid w:val="00E003D1"/>
    <w:rsid w:val="00E052F9"/>
    <w:rsid w:val="00E10AAF"/>
    <w:rsid w:val="00E1199A"/>
    <w:rsid w:val="00E16B53"/>
    <w:rsid w:val="00E16D3E"/>
    <w:rsid w:val="00E2002D"/>
    <w:rsid w:val="00E20EE1"/>
    <w:rsid w:val="00E2287F"/>
    <w:rsid w:val="00E232E6"/>
    <w:rsid w:val="00E24000"/>
    <w:rsid w:val="00E2719A"/>
    <w:rsid w:val="00E31E6A"/>
    <w:rsid w:val="00E32D80"/>
    <w:rsid w:val="00E34931"/>
    <w:rsid w:val="00E35069"/>
    <w:rsid w:val="00E36314"/>
    <w:rsid w:val="00E36C4A"/>
    <w:rsid w:val="00E42AB1"/>
    <w:rsid w:val="00E43144"/>
    <w:rsid w:val="00E44B0A"/>
    <w:rsid w:val="00E4585E"/>
    <w:rsid w:val="00E46AAC"/>
    <w:rsid w:val="00E51206"/>
    <w:rsid w:val="00E539AF"/>
    <w:rsid w:val="00E560C1"/>
    <w:rsid w:val="00E57916"/>
    <w:rsid w:val="00E60B8C"/>
    <w:rsid w:val="00E64156"/>
    <w:rsid w:val="00E64932"/>
    <w:rsid w:val="00E758DB"/>
    <w:rsid w:val="00E75C72"/>
    <w:rsid w:val="00E77374"/>
    <w:rsid w:val="00E81E25"/>
    <w:rsid w:val="00E8455B"/>
    <w:rsid w:val="00E8609E"/>
    <w:rsid w:val="00E863EB"/>
    <w:rsid w:val="00E90CF9"/>
    <w:rsid w:val="00E91917"/>
    <w:rsid w:val="00E91F1F"/>
    <w:rsid w:val="00E927BA"/>
    <w:rsid w:val="00E96579"/>
    <w:rsid w:val="00E96972"/>
    <w:rsid w:val="00E9752E"/>
    <w:rsid w:val="00EA23F0"/>
    <w:rsid w:val="00EA4E74"/>
    <w:rsid w:val="00EA761A"/>
    <w:rsid w:val="00EB104F"/>
    <w:rsid w:val="00EB5AB8"/>
    <w:rsid w:val="00EB79FC"/>
    <w:rsid w:val="00EB7A24"/>
    <w:rsid w:val="00EC48B6"/>
    <w:rsid w:val="00ED14BD"/>
    <w:rsid w:val="00ED24BB"/>
    <w:rsid w:val="00ED3AB9"/>
    <w:rsid w:val="00EE277F"/>
    <w:rsid w:val="00EE65D4"/>
    <w:rsid w:val="00EF3CBA"/>
    <w:rsid w:val="00EF4E33"/>
    <w:rsid w:val="00EF5849"/>
    <w:rsid w:val="00F006E2"/>
    <w:rsid w:val="00F02D84"/>
    <w:rsid w:val="00F0533E"/>
    <w:rsid w:val="00F059FD"/>
    <w:rsid w:val="00F0655E"/>
    <w:rsid w:val="00F0675A"/>
    <w:rsid w:val="00F1048D"/>
    <w:rsid w:val="00F12DEC"/>
    <w:rsid w:val="00F144EB"/>
    <w:rsid w:val="00F15D41"/>
    <w:rsid w:val="00F1715C"/>
    <w:rsid w:val="00F20FAB"/>
    <w:rsid w:val="00F216C8"/>
    <w:rsid w:val="00F22240"/>
    <w:rsid w:val="00F24B69"/>
    <w:rsid w:val="00F310F8"/>
    <w:rsid w:val="00F31516"/>
    <w:rsid w:val="00F34B0B"/>
    <w:rsid w:val="00F35939"/>
    <w:rsid w:val="00F4225A"/>
    <w:rsid w:val="00F42C75"/>
    <w:rsid w:val="00F42FFE"/>
    <w:rsid w:val="00F43FF9"/>
    <w:rsid w:val="00F45607"/>
    <w:rsid w:val="00F5393F"/>
    <w:rsid w:val="00F54708"/>
    <w:rsid w:val="00F553E0"/>
    <w:rsid w:val="00F5558F"/>
    <w:rsid w:val="00F5664F"/>
    <w:rsid w:val="00F62310"/>
    <w:rsid w:val="00F6408F"/>
    <w:rsid w:val="00F64812"/>
    <w:rsid w:val="00F659EB"/>
    <w:rsid w:val="00F7516D"/>
    <w:rsid w:val="00F773D0"/>
    <w:rsid w:val="00F8014E"/>
    <w:rsid w:val="00F80435"/>
    <w:rsid w:val="00F8376F"/>
    <w:rsid w:val="00F85877"/>
    <w:rsid w:val="00F86BA6"/>
    <w:rsid w:val="00F87714"/>
    <w:rsid w:val="00F90E80"/>
    <w:rsid w:val="00F915DF"/>
    <w:rsid w:val="00F96274"/>
    <w:rsid w:val="00FA1C4C"/>
    <w:rsid w:val="00FA52B8"/>
    <w:rsid w:val="00FB0FE9"/>
    <w:rsid w:val="00FB4508"/>
    <w:rsid w:val="00FB5C22"/>
    <w:rsid w:val="00FB5F59"/>
    <w:rsid w:val="00FB677B"/>
    <w:rsid w:val="00FB6F1E"/>
    <w:rsid w:val="00FC1175"/>
    <w:rsid w:val="00FC1AA1"/>
    <w:rsid w:val="00FC6389"/>
    <w:rsid w:val="00FD081C"/>
    <w:rsid w:val="00FD5523"/>
    <w:rsid w:val="00FD691F"/>
    <w:rsid w:val="00FD6E79"/>
    <w:rsid w:val="00FE3C45"/>
    <w:rsid w:val="00FE4726"/>
    <w:rsid w:val="00FE5DB7"/>
    <w:rsid w:val="00FE6FDE"/>
    <w:rsid w:val="00FF34A8"/>
    <w:rsid w:val="00FF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F4BA6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609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spacing w:after="0"/>
      <w:ind w:left="454" w:hanging="170"/>
    </w:pPr>
  </w:style>
  <w:style w:type="paragraph" w:styleId="Seznamsodrkami2">
    <w:name w:val="List Bullet 2"/>
    <w:basedOn w:val="Seznamsodrkami"/>
    <w:uiPriority w:val="28"/>
    <w:unhideWhenUsed/>
    <w:rsid w:val="00895406"/>
    <w:pPr>
      <w:ind w:left="654" w:hanging="113"/>
    </w:pPr>
  </w:style>
  <w:style w:type="paragraph" w:styleId="Seznamsodrkami3">
    <w:name w:val="List Bullet 3"/>
    <w:basedOn w:val="Seznamsodrkami"/>
    <w:uiPriority w:val="28"/>
    <w:unhideWhenUsed/>
    <w:rsid w:val="00895406"/>
    <w:pPr>
      <w:ind w:left="854" w:hanging="113"/>
    </w:pPr>
  </w:style>
  <w:style w:type="paragraph" w:styleId="Seznamsodrkami4">
    <w:name w:val="List Bullet 4"/>
    <w:basedOn w:val="Seznamsodrkami"/>
    <w:uiPriority w:val="28"/>
    <w:unhideWhenUsed/>
    <w:rsid w:val="00895406"/>
    <w:pPr>
      <w:ind w:left="1054" w:hanging="113"/>
    </w:pPr>
  </w:style>
  <w:style w:type="paragraph" w:styleId="Seznamsodrkami5">
    <w:name w:val="List Bullet 5"/>
    <w:basedOn w:val="Seznamsodrkami"/>
    <w:uiPriority w:val="28"/>
    <w:unhideWhenUsed/>
    <w:rsid w:val="00895406"/>
    <w:pPr>
      <w:ind w:left="1254" w:hanging="113"/>
    </w:pPr>
  </w:style>
  <w:style w:type="paragraph" w:styleId="slovanseznam">
    <w:name w:val="List Number"/>
    <w:basedOn w:val="Normln"/>
    <w:uiPriority w:val="28"/>
    <w:unhideWhenUsed/>
    <w:rsid w:val="00895406"/>
    <w:pPr>
      <w:tabs>
        <w:tab w:val="num" w:pos="851"/>
      </w:tabs>
      <w:spacing w:after="0"/>
      <w:ind w:left="624" w:hanging="34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tabs>
        <w:tab w:val="clear" w:pos="851"/>
        <w:tab w:val="num" w:pos="1191"/>
        <w:tab w:val="left" w:pos="1361"/>
      </w:tabs>
      <w:ind w:left="1077" w:hanging="453"/>
    </w:pPr>
  </w:style>
  <w:style w:type="paragraph" w:styleId="slovanseznam3">
    <w:name w:val="List Number 3"/>
    <w:basedOn w:val="slovanseznam"/>
    <w:uiPriority w:val="28"/>
    <w:unhideWhenUsed/>
    <w:rsid w:val="00895406"/>
    <w:pPr>
      <w:tabs>
        <w:tab w:val="clear" w:pos="851"/>
        <w:tab w:val="num" w:pos="1843"/>
      </w:tabs>
      <w:ind w:left="1729" w:hanging="652"/>
    </w:pPr>
  </w:style>
  <w:style w:type="paragraph" w:styleId="slovanseznam4">
    <w:name w:val="List Number 4"/>
    <w:basedOn w:val="slovanseznam"/>
    <w:uiPriority w:val="28"/>
    <w:unhideWhenUsed/>
    <w:rsid w:val="00895406"/>
    <w:pPr>
      <w:tabs>
        <w:tab w:val="clear" w:pos="851"/>
        <w:tab w:val="num" w:pos="2665"/>
      </w:tabs>
      <w:ind w:left="2552" w:hanging="823"/>
    </w:pPr>
  </w:style>
  <w:style w:type="paragraph" w:styleId="slovanseznam5">
    <w:name w:val="List Number 5"/>
    <w:basedOn w:val="slovanseznam"/>
    <w:uiPriority w:val="28"/>
    <w:unhideWhenUsed/>
    <w:rsid w:val="00895406"/>
    <w:pPr>
      <w:tabs>
        <w:tab w:val="clear" w:pos="851"/>
        <w:tab w:val="num" w:pos="3686"/>
      </w:tabs>
      <w:ind w:left="3572" w:hanging="1020"/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00B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00B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00B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0B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0BE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539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3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  <SharedWithUsers xmlns="a2e7f628-ce82-4da9-b257-4161d8a5e7ef">
      <UserInfo>
        <DisplayName>Duda Jaroslav, Ing.</DisplayName>
        <AccountId>37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3" ma:contentTypeDescription="Vytvoří nový dokument" ma:contentTypeScope="" ma:versionID="f050ac273bb9b456b9cdbdaccf6bf77f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4ed47abf6e4da75e4eaa0cfc235cab98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3061D2-96C3-4FE2-9961-47FA3ACF9B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bb3ea2cb-d0dd-4380-9e6d-7a9977b685a4"/>
    <ds:schemaRef ds:uri="http://schemas.microsoft.com/office/infopath/2007/PartnerControls"/>
    <ds:schemaRef ds:uri="a2e7f628-ce82-4da9-b257-4161d8a5e7ef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568F79-1F7F-480F-BBE4-442AC11AB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52</Pages>
  <Words>17260</Words>
  <Characters>101838</Characters>
  <Application>Microsoft Office Word</Application>
  <DocSecurity>4</DocSecurity>
  <Lines>848</Lines>
  <Paragraphs>237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</cp:revision>
  <cp:lastPrinted>2024-09-16T07:53:00Z</cp:lastPrinted>
  <dcterms:created xsi:type="dcterms:W3CDTF">2024-12-12T10:34:00Z</dcterms:created>
  <dcterms:modified xsi:type="dcterms:W3CDTF">2024-12-12T10:34:00Z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